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7929E5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7929E5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7929E5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7929E5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7929E5">
        <w:rPr>
          <w:rFonts w:ascii="Angsana New" w:hAnsi="Angsana New" w:cs="Angsana New"/>
          <w:sz w:val="44"/>
          <w:szCs w:val="44"/>
        </w:rPr>
        <w:tab/>
      </w:r>
      <w:r w:rsidRPr="007929E5">
        <w:rPr>
          <w:rFonts w:ascii="Angsana New" w:hAnsi="Angsana New" w:cs="Angsana New"/>
          <w:sz w:val="44"/>
          <w:szCs w:val="44"/>
        </w:rPr>
        <w:tab/>
      </w:r>
    </w:p>
    <w:p w14:paraId="6656A822" w14:textId="110E8E01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งบการเงินสำหรับปีสิ้นสุดวันที่</w:t>
      </w:r>
      <w:r w:rsidR="0004341B">
        <w:rPr>
          <w:rFonts w:ascii="Angsana New" w:hAnsi="Angsana New" w:cs="Angsana New"/>
          <w:b w:val="0"/>
          <w:bCs w:val="0"/>
          <w:sz w:val="32"/>
          <w:szCs w:val="32"/>
        </w:rPr>
        <w:t xml:space="preserve"> 31 </w:t>
      </w: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ธันวาคม </w:t>
      </w:r>
      <w:r w:rsidRPr="007929E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D743A9">
        <w:rPr>
          <w:rFonts w:ascii="Angsana New" w:hAnsi="Angsana New" w:cs="Angsana New"/>
          <w:b w:val="0"/>
          <w:bCs w:val="0"/>
          <w:sz w:val="32"/>
          <w:szCs w:val="32"/>
        </w:rPr>
        <w:t>3</w:t>
      </w:r>
    </w:p>
    <w:p w14:paraId="257D1EC2" w14:textId="77777777" w:rsidR="002357BF" w:rsidRPr="007929E5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7777777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7929E5">
        <w:rPr>
          <w:rFonts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5F7404FD" w14:textId="77777777" w:rsidR="00C27EA7" w:rsidRPr="007929E5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7929E5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7929E5" w:rsidSect="00425AF1">
          <w:headerReference w:type="default" r:id="rId8"/>
          <w:footerReference w:type="default" r:id="rId9"/>
          <w:headerReference w:type="first" r:id="rId10"/>
          <w:type w:val="nextColumn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</w:sectPr>
      </w:pPr>
    </w:p>
    <w:p w14:paraId="1D40D3C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6F16E8C" w14:textId="77777777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CBB9151" w14:textId="77777777" w:rsidR="005536F0" w:rsidRDefault="005536F0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30F7DB3" w14:textId="49DD6013" w:rsidR="00E54C08" w:rsidRPr="007929E5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7929E5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445622E7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t>เสนอ ผู้ถือหุ้น</w:t>
      </w:r>
      <w:bookmarkStart w:id="2" w:name="_Hlk30690100"/>
      <w:r w:rsidRPr="007929E5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  <w:cs/>
        </w:rPr>
      </w:pPr>
    </w:p>
    <w:p w14:paraId="18C99C38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097ADD26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4982B540" w14:textId="138A79DE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ข้าพเจ้าได้ตรวจสอบงบการเงินรวมและงบการเงินเฉพาะกิจการ</w:t>
      </w:r>
      <w:r w:rsidRPr="007929E5">
        <w:rPr>
          <w:rFonts w:ascii="Angsana New" w:eastAsia="Calibri" w:hAnsi="Angsana New" w:hint="cs"/>
          <w:spacing w:val="-6"/>
          <w:sz w:val="30"/>
          <w:szCs w:val="30"/>
          <w:cs/>
        </w:rPr>
        <w:t>ของ</w:t>
      </w: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บริษัท สบาย เทคโนโลยี จำกัด (มหาชน)</w:t>
      </w:r>
      <w:r w:rsidRPr="007929E5">
        <w:rPr>
          <w:rFonts w:ascii="Angsana New" w:eastAsia="Calibri" w:hAnsi="Angsana New" w:hint="cs"/>
          <w:spacing w:val="-6"/>
          <w:sz w:val="30"/>
          <w:szCs w:val="30"/>
          <w:cs/>
        </w:rPr>
        <w:t xml:space="preserve"> และบริษัทย่อย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(</w:t>
      </w:r>
      <w:r w:rsidRPr="007929E5">
        <w:rPr>
          <w:rFonts w:ascii="Angsana New" w:eastAsia="Calibri" w:hAnsi="Angsana New"/>
          <w:sz w:val="30"/>
          <w:szCs w:val="30"/>
        </w:rPr>
        <w:t>“</w:t>
      </w:r>
      <w:r w:rsidRPr="007929E5">
        <w:rPr>
          <w:rFonts w:ascii="Angsana New" w:eastAsia="Calibri" w:hAnsi="Angsana New" w:hint="cs"/>
          <w:sz w:val="30"/>
          <w:szCs w:val="30"/>
          <w:cs/>
        </w:rPr>
        <w:t>กลุ่มบริษัท</w:t>
      </w:r>
      <w:r w:rsidRPr="007929E5">
        <w:rPr>
          <w:rFonts w:ascii="Angsana New" w:eastAsia="Calibri" w:hAnsi="Angsana New"/>
          <w:sz w:val="30"/>
          <w:szCs w:val="30"/>
        </w:rPr>
        <w:t>”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) </w:t>
      </w:r>
      <w:r w:rsidRPr="007929E5">
        <w:rPr>
          <w:rFonts w:ascii="Angsana New" w:eastAsia="Calibri" w:hAnsi="Angsana New"/>
          <w:sz w:val="30"/>
          <w:szCs w:val="30"/>
          <w:cs/>
        </w:rPr>
        <w:t>และ</w:t>
      </w:r>
      <w:r w:rsidRPr="007929E5">
        <w:rPr>
          <w:rFonts w:ascii="Angsana New" w:eastAsia="Calibri" w:hAnsi="Angsana New" w:hint="cs"/>
          <w:sz w:val="30"/>
          <w:szCs w:val="30"/>
          <w:cs/>
        </w:rPr>
        <w:t>ของเฉพาะ</w:t>
      </w:r>
      <w:r w:rsidRPr="007929E5">
        <w:rPr>
          <w:rFonts w:ascii="Angsana New" w:eastAsia="Calibri" w:hAnsi="Angsana New"/>
          <w:sz w:val="30"/>
          <w:szCs w:val="30"/>
          <w:cs/>
        </w:rPr>
        <w:t>บริษัท สบาย เทคโนโลยี จำกัด (มหาชน)</w:t>
      </w:r>
      <w:r w:rsidR="005536F0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</w:rPr>
        <w:t>(“</w:t>
      </w:r>
      <w:r w:rsidRPr="007929E5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Pr="007929E5">
        <w:rPr>
          <w:rFonts w:ascii="Angsana New" w:eastAsia="Calibri" w:hAnsi="Angsana New"/>
          <w:sz w:val="30"/>
          <w:szCs w:val="30"/>
        </w:rPr>
        <w:t xml:space="preserve">”) 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ตามลำดับ ซึ่งประกอบด้วย </w:t>
      </w:r>
      <w:r w:rsidRPr="007929E5">
        <w:rPr>
          <w:rFonts w:ascii="Angsana New" w:eastAsia="Calibri" w:hAnsi="Angsana New"/>
          <w:sz w:val="30"/>
          <w:szCs w:val="30"/>
        </w:rPr>
        <w:t xml:space="preserve">                 </w:t>
      </w:r>
      <w:r w:rsidR="005536F0">
        <w:rPr>
          <w:rFonts w:ascii="Angsana New" w:eastAsia="Calibri" w:hAnsi="Angsana New"/>
          <w:sz w:val="30"/>
          <w:szCs w:val="30"/>
        </w:rPr>
        <w:t xml:space="preserve">   </w:t>
      </w:r>
      <w:r w:rsidRPr="007929E5">
        <w:rPr>
          <w:rFonts w:ascii="Angsana New" w:eastAsia="Calibri" w:hAnsi="Angsana New"/>
          <w:sz w:val="30"/>
          <w:szCs w:val="30"/>
          <w:rtl/>
          <w:cs/>
        </w:rPr>
        <w:t>งบแสดงฐานะการเงินรวมและงบแสดงฐานะการเงินเฉพาะกิจการ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ณ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วันที่ </w:t>
      </w:r>
      <w:r w:rsidRPr="007929E5">
        <w:rPr>
          <w:rFonts w:ascii="Angsana New" w:eastAsia="Calibri" w:hAnsi="Angsana New"/>
          <w:sz w:val="30"/>
          <w:szCs w:val="30"/>
        </w:rPr>
        <w:t xml:space="preserve">31 </w:t>
      </w:r>
      <w:r w:rsidRPr="007929E5">
        <w:rPr>
          <w:rFonts w:ascii="Angsana New" w:eastAsia="Calibri" w:hAnsi="Angsana New"/>
          <w:sz w:val="30"/>
          <w:szCs w:val="30"/>
          <w:cs/>
        </w:rPr>
        <w:t>ธันวาคม</w:t>
      </w:r>
      <w:r w:rsidRPr="007929E5">
        <w:rPr>
          <w:rFonts w:ascii="Angsana New" w:eastAsia="Calibri" w:hAnsi="Angsana New"/>
          <w:sz w:val="30"/>
          <w:szCs w:val="30"/>
        </w:rPr>
        <w:t xml:space="preserve"> 256</w:t>
      </w:r>
      <w:r w:rsidR="00D743A9">
        <w:rPr>
          <w:rFonts w:ascii="Angsana New" w:eastAsia="Calibri" w:hAnsi="Angsana New"/>
          <w:sz w:val="30"/>
          <w:szCs w:val="30"/>
        </w:rPr>
        <w:t>3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 รวมถึงหมายเหตุซึ่งประกอบด้วยสรุปนโยบายการบัญชีที่สำคัญและเรื่องอื่นๆ</w:t>
      </w:r>
    </w:p>
    <w:p w14:paraId="367025CD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0767033E" w14:textId="2BA3E9ED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วันที่</w:t>
      </w:r>
      <w:r w:rsidRPr="007929E5">
        <w:rPr>
          <w:rFonts w:ascii="Angsana New" w:eastAsia="Calibri" w:hAnsi="Angsana New"/>
          <w:sz w:val="30"/>
          <w:szCs w:val="30"/>
        </w:rPr>
        <w:t xml:space="preserve"> 31 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ธันวาคม </w:t>
      </w:r>
      <w:r w:rsidRPr="007929E5">
        <w:rPr>
          <w:rFonts w:ascii="Angsana New" w:eastAsia="Calibri" w:hAnsi="Angsana New"/>
          <w:sz w:val="30"/>
          <w:szCs w:val="30"/>
        </w:rPr>
        <w:t>256</w:t>
      </w:r>
      <w:r w:rsidR="00D743A9">
        <w:rPr>
          <w:rFonts w:ascii="Angsana New" w:eastAsia="Calibri" w:hAnsi="Angsana New"/>
          <w:sz w:val="30"/>
          <w:szCs w:val="30"/>
        </w:rPr>
        <w:t>3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สำหรับ</w:t>
      </w:r>
      <w:r w:rsidRPr="007929E5">
        <w:rPr>
          <w:rFonts w:ascii="Angsana New" w:hAnsi="Angsana New"/>
          <w:sz w:val="30"/>
          <w:szCs w:val="30"/>
          <w:cs/>
        </w:rPr>
        <w:t>ปีสิ้นสุดวันเดียวกัน</w:t>
      </w:r>
      <w:r w:rsidRPr="007929E5">
        <w:rPr>
          <w:rFonts w:ascii="Angsana New" w:eastAsia="Calibri" w:hAnsi="Angsana New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7929E5">
        <w:rPr>
          <w:rFonts w:ascii="Angsana New" w:hAnsi="Angsana New"/>
          <w:sz w:val="30"/>
          <w:szCs w:val="30"/>
          <w:cs/>
        </w:rPr>
        <w:t>น</w:t>
      </w:r>
    </w:p>
    <w:p w14:paraId="15F405DE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  <w:rtl/>
          <w:cs/>
        </w:rPr>
      </w:pPr>
    </w:p>
    <w:p w14:paraId="4D91CCCC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6D6A7BF5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9225BA5" w14:textId="2880A804" w:rsidR="00E54C08" w:rsidRPr="007929E5" w:rsidRDefault="00E54C08" w:rsidP="00E54C08">
      <w:pPr>
        <w:autoSpaceDE w:val="0"/>
        <w:autoSpaceDN w:val="0"/>
        <w:adjustRightInd w:val="0"/>
        <w:jc w:val="thaiDistribute"/>
        <w:rPr>
          <w:i/>
          <w:iCs/>
          <w:color w:val="000000"/>
          <w:sz w:val="22"/>
          <w:szCs w:val="22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วรรค    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  </w:t>
      </w:r>
      <w:r w:rsidRPr="007929E5">
        <w:rPr>
          <w:rFonts w:ascii="Angsana New" w:eastAsia="Calibri" w:hAnsi="Angsana New"/>
          <w:sz w:val="30"/>
          <w:szCs w:val="30"/>
        </w:rPr>
        <w:t xml:space="preserve">         </w:t>
      </w:r>
      <w:r w:rsidR="00A51ED0">
        <w:rPr>
          <w:rFonts w:ascii="Angsana New" w:eastAsia="Calibri" w:hAnsi="Angsana New"/>
          <w:sz w:val="30"/>
          <w:szCs w:val="30"/>
        </w:rPr>
        <w:t xml:space="preserve">   </w:t>
      </w: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7929E5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Pr="007929E5">
        <w:rPr>
          <w:rFonts w:ascii="Angsana New" w:eastAsia="Calibri" w:hAnsi="Angsana New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FE77F97" w14:textId="77777777" w:rsidR="00E54C08" w:rsidRPr="007929E5" w:rsidRDefault="00E54C08" w:rsidP="00E54C08">
      <w:pPr>
        <w:pStyle w:val="RNormal"/>
        <w:jc w:val="thaiDistribute"/>
      </w:pPr>
    </w:p>
    <w:p w14:paraId="26228350" w14:textId="1849E223" w:rsidR="00D404A1" w:rsidRPr="007929E5" w:rsidRDefault="00D404A1" w:rsidP="00E54C08">
      <w:pPr>
        <w:pStyle w:val="RNormal"/>
        <w:jc w:val="thaiDistribute"/>
        <w:rPr>
          <w:rFonts w:cstheme="minorBidi"/>
          <w:cs/>
          <w:lang w:bidi="th-TH"/>
        </w:rPr>
        <w:sectPr w:rsidR="00D404A1" w:rsidRPr="007929E5" w:rsidSect="00425AF1">
          <w:headerReference w:type="default" r:id="rId11"/>
          <w:footerReference w:type="defaul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6CB9DB34" w14:textId="77777777" w:rsidR="00C55CB2" w:rsidRDefault="00C55CB2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15145AA6" w14:textId="02BB7666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48E649D4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45AB1458" w14:textId="77777777" w:rsidR="00E54C08" w:rsidRPr="007929E5" w:rsidRDefault="00E54C08" w:rsidP="008C5537">
      <w:pPr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624B4B7C" w14:textId="77777777" w:rsidR="00C55CB2" w:rsidRPr="007929E5" w:rsidRDefault="00C55CB2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860"/>
      </w:tblGrid>
      <w:tr w:rsidR="00E54C08" w:rsidRPr="007929E5" w14:paraId="0D542CE9" w14:textId="77777777" w:rsidTr="005C3F91">
        <w:tc>
          <w:tcPr>
            <w:tcW w:w="9535" w:type="dxa"/>
            <w:gridSpan w:val="2"/>
            <w:shd w:val="clear" w:color="auto" w:fill="auto"/>
          </w:tcPr>
          <w:p w14:paraId="3F21C375" w14:textId="398587F5" w:rsidR="00E54C08" w:rsidRPr="007929E5" w:rsidRDefault="00E54C08" w:rsidP="00E54C0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มูลค่าของลูกหนี้ผ่อนชำระ</w:t>
            </w:r>
          </w:p>
        </w:tc>
      </w:tr>
      <w:tr w:rsidR="00E54C08" w:rsidRPr="007929E5" w14:paraId="7A4AE11D" w14:textId="77777777" w:rsidTr="005C3F91">
        <w:tc>
          <w:tcPr>
            <w:tcW w:w="9535" w:type="dxa"/>
            <w:gridSpan w:val="2"/>
            <w:shd w:val="clear" w:color="auto" w:fill="auto"/>
          </w:tcPr>
          <w:p w14:paraId="714B8C1B" w14:textId="4BB4E1F3" w:rsidR="00E54C08" w:rsidRPr="007929E5" w:rsidRDefault="00E54C08" w:rsidP="00E54C0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ประกอบงบการเงินข้อ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6C531E" w:rsidRPr="007929E5">
              <w:rPr>
                <w:rFonts w:ascii="Angsana New" w:hAnsi="Angsana New"/>
                <w:sz w:val="30"/>
                <w:szCs w:val="30"/>
              </w:rPr>
              <w:t>4(</w:t>
            </w:r>
            <w:r w:rsidR="007935A0">
              <w:rPr>
                <w:rFonts w:ascii="Angsana New" w:hAnsi="Angsana New" w:hint="cs"/>
                <w:sz w:val="30"/>
                <w:szCs w:val="30"/>
                <w:cs/>
              </w:rPr>
              <w:t>ช</w:t>
            </w:r>
            <w:r w:rsidR="006C531E" w:rsidRPr="007929E5">
              <w:rPr>
                <w:rFonts w:ascii="Angsana New" w:hAnsi="Angsana New"/>
                <w:sz w:val="30"/>
                <w:szCs w:val="30"/>
              </w:rPr>
              <w:t>)</w:t>
            </w:r>
            <w:r w:rsidR="007935A0">
              <w:rPr>
                <w:rFonts w:ascii="Angsana New" w:hAnsi="Angsana New"/>
                <w:sz w:val="30"/>
                <w:szCs w:val="30"/>
              </w:rPr>
              <w:t>,</w:t>
            </w:r>
            <w:r w:rsidR="00892F0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2F0D">
              <w:rPr>
                <w:rFonts w:ascii="Angsana New" w:hAnsi="Angsana New"/>
                <w:sz w:val="30"/>
                <w:szCs w:val="30"/>
              </w:rPr>
              <w:t>4(</w:t>
            </w:r>
            <w:r w:rsidR="00892F0D">
              <w:rPr>
                <w:rFonts w:ascii="Angsana New" w:hAnsi="Angsana New" w:hint="cs"/>
                <w:sz w:val="30"/>
                <w:szCs w:val="30"/>
                <w:cs/>
              </w:rPr>
              <w:t>ฐ</w:t>
            </w:r>
            <w:r w:rsidR="00892F0D">
              <w:rPr>
                <w:rFonts w:ascii="Angsana New" w:hAnsi="Angsana New"/>
                <w:sz w:val="30"/>
                <w:szCs w:val="30"/>
              </w:rPr>
              <w:t>),</w:t>
            </w:r>
            <w:r w:rsidR="007935A0">
              <w:rPr>
                <w:rFonts w:ascii="Angsana New" w:hAnsi="Angsana New"/>
                <w:sz w:val="30"/>
                <w:szCs w:val="30"/>
              </w:rPr>
              <w:t xml:space="preserve"> 7 </w:t>
            </w:r>
            <w:r w:rsidR="006C531E"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C70B8D">
              <w:rPr>
                <w:rFonts w:ascii="Angsana New" w:hAnsi="Angsana New"/>
                <w:sz w:val="30"/>
                <w:szCs w:val="30"/>
              </w:rPr>
              <w:t>26</w:t>
            </w:r>
          </w:p>
        </w:tc>
      </w:tr>
      <w:tr w:rsidR="00E54C08" w:rsidRPr="007929E5" w14:paraId="5C3B92C4" w14:textId="77777777" w:rsidTr="005C3F91">
        <w:tc>
          <w:tcPr>
            <w:tcW w:w="4675" w:type="dxa"/>
            <w:shd w:val="clear" w:color="auto" w:fill="auto"/>
          </w:tcPr>
          <w:p w14:paraId="25AB18BD" w14:textId="77777777" w:rsidR="00E54C08" w:rsidRPr="007929E5" w:rsidRDefault="00E54C08" w:rsidP="00E54C0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14:paraId="2FE0C03C" w14:textId="77777777" w:rsidR="00E54C08" w:rsidRPr="007929E5" w:rsidRDefault="00E54C08" w:rsidP="00E54C08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565319" w:rsidRPr="007929E5" w14:paraId="0E42A2C4" w14:textId="77777777" w:rsidTr="005C3F91">
        <w:tc>
          <w:tcPr>
            <w:tcW w:w="4675" w:type="dxa"/>
            <w:shd w:val="clear" w:color="auto" w:fill="auto"/>
          </w:tcPr>
          <w:p w14:paraId="5CBFE004" w14:textId="59129510" w:rsidR="00565319" w:rsidRPr="007929E5" w:rsidRDefault="00565319" w:rsidP="004C59D4">
            <w:pPr>
              <w:spacing w:line="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ลูกหนี้ผ่อนชำระของบริษัทมีจำนวนเงินที่เป็น</w:t>
            </w:r>
            <w:r w:rsidRPr="007929E5"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cs/>
              </w:rPr>
              <w:t>สาระสำคัญต่องบการเงิน ซึ่ง</w:t>
            </w:r>
            <w:r w:rsidR="007935A0">
              <w:rPr>
                <w:rFonts w:ascii="Angsana New" w:eastAsia="Calibri" w:hAnsi="Angsana New" w:hint="cs"/>
                <w:color w:val="000000"/>
                <w:spacing w:val="-6"/>
                <w:sz w:val="30"/>
                <w:szCs w:val="30"/>
                <w:cs/>
              </w:rPr>
              <w:t>วัดมูลค่าด้วยจำนวนหนี้คงเหลือหักดอกเบี้ยรอการรับรู้และ</w:t>
            </w:r>
            <w:r w:rsidR="000D5B9A" w:rsidRPr="000D5B9A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บริษัทมีลูกหนี้ผ่อนชำระ</w:t>
            </w:r>
            <w:r w:rsidRPr="007929E5"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cs/>
              </w:rPr>
              <w:t>ที่เกินกำหนดชำระจากลูกค้า จึงทำให้เกิดความไม่แน่นอน</w:t>
            </w: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ในการรับชำระเงินจากความเสี่ยงที่เกิดจากการผิดนัดชำระ</w:t>
            </w:r>
          </w:p>
          <w:p w14:paraId="4801D923" w14:textId="77777777" w:rsidR="00565319" w:rsidRPr="007929E5" w:rsidRDefault="00565319" w:rsidP="004C59D4">
            <w:pPr>
              <w:spacing w:line="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  <w:p w14:paraId="09F3EBD6" w14:textId="54D8ACA4" w:rsidR="00565319" w:rsidRPr="007929E5" w:rsidRDefault="00565319" w:rsidP="004C59D4">
            <w:pPr>
              <w:spacing w:line="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บริษัทมีการกำหนดนโยบายทางด้านสินเชื่อ ซึ่งรวมถึงการวิเคราะห์</w:t>
            </w:r>
            <w:r w:rsidR="007935A0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ข้อมูลด้านเครดิตในอดีตของลูกหนี้ผ่อนชำระ สภาวการณ์ของตลาดในปัจจุบันและอนาคต และข้อมูลเฉพาะเจาะจงของลูกค้า</w:t>
            </w: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 เพื่อประมาณ</w:t>
            </w:r>
            <w:r w:rsidR="00892F0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การ               </w:t>
            </w:r>
            <w:r w:rsidR="000D5B9A" w:rsidRPr="000D5B9A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ให้สะท้อนถึง</w:t>
            </w:r>
            <w:r w:rsidR="007935A0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       </w:t>
            </w:r>
            <w:r w:rsidRPr="007929E5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มูลค่าที่คาดว่าจะเรียกเก็บเงินได้ของลูกหนี้ผ่อนชำระ</w:t>
            </w:r>
          </w:p>
          <w:p w14:paraId="13A03305" w14:textId="77777777" w:rsidR="006C531E" w:rsidRPr="007929E5" w:rsidRDefault="006C531E" w:rsidP="004C59D4">
            <w:pPr>
              <w:spacing w:line="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  <w:p w14:paraId="167B4695" w14:textId="3F857CAE" w:rsidR="00565319" w:rsidRPr="007929E5" w:rsidRDefault="00565319" w:rsidP="004C59D4">
            <w:pPr>
              <w:autoSpaceDE w:val="0"/>
              <w:autoSpaceDN w:val="0"/>
              <w:adjustRightInd w:val="0"/>
              <w:spacing w:line="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eastAsia="Calibri" w:hAnsi="Angsana New"/>
                <w:sz w:val="30"/>
                <w:szCs w:val="30"/>
                <w:cs/>
              </w:rPr>
              <w:t>ในการประมาณการ</w:t>
            </w:r>
            <w:r w:rsidR="00F126F8" w:rsidRPr="00F126F8">
              <w:rPr>
                <w:rFonts w:ascii="Angsana New" w:eastAsia="Calibri" w:hAnsi="Angsana New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  <w:r w:rsidRPr="007929E5">
              <w:rPr>
                <w:rFonts w:ascii="Angsana New" w:eastAsia="Calibri" w:hAnsi="Angsana New"/>
                <w:sz w:val="30"/>
                <w:szCs w:val="30"/>
                <w:cs/>
              </w:rPr>
              <w:t>จำเป็นต้องใช้ดุลยพินิจที่สำคัญของผู้บริหาร ซึ่งเป็นเรื่องที่ข้าพเจ้าพิจารณาว่าเป็นความเสี่ยงที่มีนัยสำคัญ และเป็นเรื่องสำคัญในการตรวจสอบของข้าพเจ้า</w:t>
            </w:r>
          </w:p>
        </w:tc>
        <w:tc>
          <w:tcPr>
            <w:tcW w:w="4860" w:type="dxa"/>
            <w:shd w:val="clear" w:color="auto" w:fill="auto"/>
          </w:tcPr>
          <w:p w14:paraId="78CD9FFB" w14:textId="77777777" w:rsidR="00565319" w:rsidRPr="00B65870" w:rsidRDefault="00565319" w:rsidP="004C59D4">
            <w:pPr>
              <w:pStyle w:val="BodyText"/>
              <w:spacing w:after="0" w:line="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5870">
              <w:rPr>
                <w:rFonts w:ascii="Angsana New" w:hAnsi="Angsana New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0C7E6631" w14:textId="7D612200" w:rsidR="00F126F8" w:rsidRPr="005C3F91" w:rsidRDefault="0056531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pacing w:val="-8"/>
                <w:sz w:val="30"/>
                <w:szCs w:val="30"/>
              </w:rPr>
            </w:pPr>
            <w:r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ทำความเข้าใจ</w:t>
            </w:r>
            <w:r w:rsidR="00892F0D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 xml:space="preserve">นโยบายทางด้านสินเชื่อ 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และประเมินการออกแบบการนำมาถือ</w:t>
            </w:r>
            <w:r w:rsidR="00F126F8" w:rsidRPr="005C3F91">
              <w:rPr>
                <w:rFonts w:ascii="Angsana New" w:hAnsi="Angsana New"/>
                <w:spacing w:val="-10"/>
                <w:sz w:val="30"/>
                <w:szCs w:val="30"/>
                <w:cs/>
              </w:rPr>
              <w:t>ปฏิบัติของการควบคุมภายในหลักของการวัดมูลค่าผลขาดทุน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ด้านเครดิตที่คาดว่าจะเกิดขึ้นของลูกหนี้</w:t>
            </w:r>
            <w:r w:rsidR="00F126F8" w:rsidRPr="005C3F91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ผ่อนชำระ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 xml:space="preserve"> ซึ่งรวมถึงการจัด</w:t>
            </w:r>
            <w:r w:rsidR="00F126F8" w:rsidRPr="005C3F91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ประเภทอายุ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ลูกหนี้</w:t>
            </w:r>
            <w:r w:rsidR="00F126F8" w:rsidRPr="005C3F91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>ผ่อนชำระ</w:t>
            </w:r>
            <w:r w:rsidR="000F7E36" w:rsidRPr="005C3F91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 xml:space="preserve">ตามลักษณะความเสี่ยง 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การทบทวนการวิเคราะห์อายุลูกหนี้ การคาดการณ์ไปในอนาคต การสำรองเพิ่มเติมโดยผู้บริหารและการประมาณการค่าเผื่อผลขาดทุน</w:t>
            </w:r>
            <w:r w:rsidR="00892F0D">
              <w:rPr>
                <w:rFonts w:ascii="Angsana New" w:hAnsi="Angsana New" w:hint="cs"/>
                <w:spacing w:val="-8"/>
                <w:sz w:val="30"/>
                <w:szCs w:val="30"/>
                <w:cs/>
              </w:rPr>
              <w:t xml:space="preserve">        </w:t>
            </w:r>
            <w:r w:rsidR="00F126F8" w:rsidRPr="005C3F91">
              <w:rPr>
                <w:rFonts w:ascii="Angsana New" w:hAnsi="Angsana New"/>
                <w:spacing w:val="-8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  <w:p w14:paraId="061952D6" w14:textId="219E48DB" w:rsidR="00F15B3D" w:rsidRPr="00B65870" w:rsidRDefault="00F15B3D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5870">
              <w:rPr>
                <w:rFonts w:ascii="Angsana New" w:hAnsi="Angsana New"/>
                <w:sz w:val="30"/>
                <w:szCs w:val="30"/>
                <w:cs/>
              </w:rPr>
              <w:t>ทดสอบข้อมูลการผิดนัดชำระหนี้ในอดีตด้วยการประเมินการจัด</w:t>
            </w:r>
            <w:r w:rsidRPr="00B65870">
              <w:rPr>
                <w:rFonts w:ascii="Angsana New" w:hAnsi="Angsana New" w:hint="cs"/>
                <w:sz w:val="30"/>
                <w:szCs w:val="30"/>
                <w:cs/>
              </w:rPr>
              <w:t>ประเภทอายุลูกหนี้ผ่อนชำระ</w:t>
            </w:r>
            <w:r w:rsidRPr="00B65870">
              <w:rPr>
                <w:rFonts w:ascii="Angsana New" w:hAnsi="Angsana New"/>
                <w:sz w:val="30"/>
                <w:szCs w:val="30"/>
                <w:cs/>
              </w:rPr>
              <w:t>กับรายงานการวิเคราะห์ของฝ่ายบริหาร ประสบการณ์ในอดีตของบริษัท</w:t>
            </w:r>
            <w:r w:rsidRPr="00B6587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65870">
              <w:rPr>
                <w:rFonts w:ascii="Angsana New" w:hAnsi="Angsana New"/>
                <w:sz w:val="30"/>
                <w:szCs w:val="30"/>
                <w:cs/>
              </w:rPr>
              <w:t>ประสบการณ์ใน</w:t>
            </w:r>
            <w:r w:rsidRPr="00B65870">
              <w:rPr>
                <w:rFonts w:ascii="Angsana New" w:hAnsi="Angsana New" w:hint="cs"/>
                <w:sz w:val="30"/>
                <w:szCs w:val="30"/>
                <w:cs/>
              </w:rPr>
              <w:t>อุ</w:t>
            </w:r>
            <w:r w:rsidRPr="00B65870">
              <w:rPr>
                <w:rFonts w:ascii="Angsana New" w:hAnsi="Angsana New"/>
                <w:sz w:val="30"/>
                <w:szCs w:val="30"/>
                <w:cs/>
              </w:rPr>
              <w:t>ตสาหกรรม</w:t>
            </w:r>
            <w:r w:rsidR="00FC4629">
              <w:rPr>
                <w:rFonts w:ascii="Angsana New" w:hAnsi="Angsana New" w:hint="cs"/>
                <w:sz w:val="30"/>
                <w:szCs w:val="30"/>
                <w:cs/>
              </w:rPr>
              <w:t xml:space="preserve"> คู่</w:t>
            </w:r>
            <w:r w:rsidRPr="00B65870">
              <w:rPr>
                <w:rFonts w:ascii="Angsana New" w:hAnsi="Angsana New"/>
                <w:sz w:val="30"/>
                <w:szCs w:val="30"/>
                <w:cs/>
              </w:rPr>
              <w:t>แข่งในอุตสาหกรรม</w:t>
            </w:r>
            <w:r w:rsidR="00EC625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C4629">
              <w:rPr>
                <w:rFonts w:ascii="Angsana New" w:hAnsi="Angsana New" w:hint="cs"/>
                <w:sz w:val="30"/>
                <w:szCs w:val="30"/>
                <w:cs/>
              </w:rPr>
              <w:t>และเปรียบเทียบกับผลที่เกิดขึ้นจริง</w:t>
            </w:r>
          </w:p>
          <w:p w14:paraId="26B0EFFF" w14:textId="60F58AEE" w:rsidR="000F7E36" w:rsidRPr="000F7E36" w:rsidRDefault="00B65870" w:rsidP="006E7244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F7E36">
              <w:rPr>
                <w:rFonts w:ascii="Angsana New" w:hAnsi="Angsana New"/>
                <w:sz w:val="30"/>
                <w:szCs w:val="30"/>
                <w:cs/>
              </w:rPr>
              <w:t>ทดสอบข้อมูลการผิดนัดชำระหนี้ด้วยการประเมินการจัดประเภทอายุลูกหนี้ในรายงานจำแนกอายุลูกหนี้</w:t>
            </w:r>
            <w:r w:rsidRPr="000F7E36">
              <w:rPr>
                <w:rFonts w:ascii="Angsana New" w:hAnsi="Angsana New" w:hint="cs"/>
                <w:sz w:val="30"/>
                <w:szCs w:val="30"/>
                <w:cs/>
              </w:rPr>
              <w:t xml:space="preserve">ผ่อนชำระ </w:t>
            </w:r>
            <w:r w:rsidRPr="000F7E36">
              <w:rPr>
                <w:rFonts w:ascii="Angsana New" w:hAnsi="Angsana New"/>
                <w:sz w:val="30"/>
                <w:szCs w:val="30"/>
                <w:cs/>
              </w:rPr>
              <w:t>โดยการสุ่มตัวอย่างลูกหนี้</w:t>
            </w:r>
            <w:r w:rsidRPr="000F7E36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0F7E36">
              <w:rPr>
                <w:rFonts w:ascii="Angsana New" w:hAnsi="Angsana New"/>
                <w:sz w:val="30"/>
                <w:szCs w:val="30"/>
                <w:cs/>
              </w:rPr>
              <w:t>ปรียบเทียบกับเอกสารที่เกี่ยวข้อง และสุ่มทดสอบรายการการรับเงินจากลูกหนี้ภายหลัง</w:t>
            </w:r>
            <w:r w:rsidR="00437262">
              <w:rPr>
                <w:rFonts w:ascii="Angsana New" w:hAnsi="Angsana New" w:hint="cs"/>
                <w:sz w:val="30"/>
                <w:szCs w:val="30"/>
                <w:cs/>
              </w:rPr>
              <w:t>รอบระยะเวลารายงาน</w:t>
            </w:r>
          </w:p>
          <w:p w14:paraId="6E377A8C" w14:textId="57AF5145" w:rsidR="00F15B3D" w:rsidRPr="00B65870" w:rsidRDefault="00B65870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5870">
              <w:rPr>
                <w:rFonts w:ascii="Angsana New" w:hAnsi="Angsana New"/>
                <w:sz w:val="30"/>
                <w:szCs w:val="30"/>
                <w:cs/>
              </w:rPr>
              <w:t>ประเมินความเหมาะสมของตัวแปรในทางเศรษฐกิจที่ผู้บริหารใช้ในโมเดลสำหรับการปรับปรุงอัตราการสูญเสียด้วยสถานการณ์เศรษฐกิจในปัจจุบันและข้อมูล</w:t>
            </w:r>
            <w:r w:rsidRPr="00B65870">
              <w:rPr>
                <w:rFonts w:ascii="Angsana New" w:hAnsi="Angsana New"/>
                <w:sz w:val="30"/>
                <w:szCs w:val="30"/>
                <w:cs/>
              </w:rPr>
              <w:lastRenderedPageBreak/>
              <w:t>ที่คาดการณ์ไปในอนาคตโดยการเปรียบเทียบกับข้อมูลในตลาดที่เกี่ยวข้อง</w:t>
            </w:r>
          </w:p>
          <w:p w14:paraId="44D22A98" w14:textId="2FA95CA6" w:rsidR="00B65870" w:rsidRDefault="00B65870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5870">
              <w:rPr>
                <w:rFonts w:ascii="Angsana New" w:hAnsi="Angsana New"/>
                <w:sz w:val="30"/>
                <w:szCs w:val="30"/>
                <w:cs/>
              </w:rPr>
              <w:t>ประเมินข้อมูลและข้อสมมติโดยรวมที่ใช้ในการประมาณการของผู้บริหารว่าข้อสมมติที่ใช้ในการประมาณการทางบัญชีมีความสมเหตุสมผลหรือไม่ ซึ่งรวมถึงความเกี่ยวเนื่องกันและความสอดคล้องกันของข้อมูลภายในประมาณการทางบัญชีดังกล่าว</w:t>
            </w:r>
          </w:p>
          <w:p w14:paraId="0F5422DA" w14:textId="38121180" w:rsidR="000F7E36" w:rsidRPr="00B65870" w:rsidRDefault="000F7E36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ทดสอบการคำนวณผลขาดทุนด้านเครดิตที่คาดว่าจะเกิดขึ้นของลูกหนี้ผ่อนชำระ</w:t>
            </w:r>
          </w:p>
          <w:p w14:paraId="124F7B87" w14:textId="7FF349C2" w:rsidR="00426F70" w:rsidRPr="00B65870" w:rsidRDefault="0056531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65870">
              <w:rPr>
                <w:rFonts w:ascii="Angsana New" w:hAnsi="Angsana New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781B008E" w14:textId="77777777" w:rsidR="00215998" w:rsidRDefault="00215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860"/>
      </w:tblGrid>
      <w:tr w:rsidR="00AA69C9" w:rsidRPr="007929E5" w14:paraId="03DC803D" w14:textId="77777777" w:rsidTr="005C3F91">
        <w:tc>
          <w:tcPr>
            <w:tcW w:w="9535" w:type="dxa"/>
            <w:gridSpan w:val="2"/>
            <w:shd w:val="clear" w:color="auto" w:fill="auto"/>
          </w:tcPr>
          <w:p w14:paraId="0D6C03DA" w14:textId="12DF5F23" w:rsidR="00AA69C9" w:rsidRPr="007929E5" w:rsidRDefault="00AA69C9" w:rsidP="00BC573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มูลค่าของสินทรัพย์เพื่อการให้บริการและอุปกรณ์ (</w:t>
            </w:r>
            <w:r w:rsidR="00DB383A" w:rsidRPr="00DB383A">
              <w:rPr>
                <w:rFonts w:ascii="Angsana New" w:hAnsi="Angsana New"/>
                <w:sz w:val="30"/>
                <w:szCs w:val="30"/>
                <w:cs/>
              </w:rPr>
              <w:t>เครื่องรับชำระเงินอัตโนมัติ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AA69C9" w:rsidRPr="007929E5" w14:paraId="04E93F82" w14:textId="77777777" w:rsidTr="005C3F91">
        <w:tc>
          <w:tcPr>
            <w:tcW w:w="9535" w:type="dxa"/>
            <w:gridSpan w:val="2"/>
            <w:shd w:val="clear" w:color="auto" w:fill="auto"/>
          </w:tcPr>
          <w:p w14:paraId="3D3066EC" w14:textId="6FA9CEBE" w:rsidR="00AA69C9" w:rsidRPr="007929E5" w:rsidRDefault="00AA69C9" w:rsidP="00BC573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Pr="007929E5">
              <w:rPr>
                <w:rFonts w:ascii="Angsana New" w:hAnsi="Angsana New"/>
                <w:sz w:val="30"/>
                <w:szCs w:val="30"/>
              </w:rPr>
              <w:t>4(</w:t>
            </w:r>
            <w:r w:rsidR="000F7E36">
              <w:rPr>
                <w:rFonts w:ascii="Angsana New" w:hAnsi="Angsana New" w:hint="cs"/>
                <w:sz w:val="30"/>
                <w:szCs w:val="30"/>
                <w:cs/>
              </w:rPr>
              <w:t>ฌ</w:t>
            </w:r>
            <w:r w:rsidRPr="007929E5">
              <w:rPr>
                <w:rFonts w:ascii="Angsana New" w:hAnsi="Angsana New"/>
                <w:sz w:val="30"/>
                <w:szCs w:val="30"/>
              </w:rPr>
              <w:t>), 1</w:t>
            </w:r>
            <w:r w:rsidR="000F7E36">
              <w:rPr>
                <w:rFonts w:ascii="Angsana New" w:hAnsi="Angsana New"/>
                <w:sz w:val="30"/>
                <w:szCs w:val="30"/>
              </w:rPr>
              <w:t>0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Pr="007929E5">
              <w:rPr>
                <w:rFonts w:ascii="Angsana New" w:hAnsi="Angsana New"/>
                <w:sz w:val="30"/>
                <w:szCs w:val="30"/>
              </w:rPr>
              <w:t>1</w:t>
            </w:r>
            <w:r w:rsidR="000F7E36">
              <w:rPr>
                <w:rFonts w:ascii="Angsana New" w:hAnsi="Angsana New"/>
                <w:sz w:val="30"/>
                <w:szCs w:val="30"/>
              </w:rPr>
              <w:t>1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AA69C9" w:rsidRPr="007929E5" w14:paraId="5E1A0F0C" w14:textId="77777777" w:rsidTr="005C3F91">
        <w:tc>
          <w:tcPr>
            <w:tcW w:w="4675" w:type="dxa"/>
            <w:shd w:val="clear" w:color="auto" w:fill="auto"/>
          </w:tcPr>
          <w:p w14:paraId="0336148E" w14:textId="77777777" w:rsidR="00AA69C9" w:rsidRPr="007929E5" w:rsidRDefault="00AA69C9" w:rsidP="00BC573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60" w:type="dxa"/>
            <w:shd w:val="clear" w:color="auto" w:fill="auto"/>
          </w:tcPr>
          <w:p w14:paraId="4CBF3326" w14:textId="77777777" w:rsidR="00AA69C9" w:rsidRPr="007929E5" w:rsidRDefault="00AA69C9" w:rsidP="00BC573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AA69C9" w:rsidRPr="007929E5" w14:paraId="00499EC8" w14:textId="77777777" w:rsidTr="005C3F91">
        <w:tc>
          <w:tcPr>
            <w:tcW w:w="4675" w:type="dxa"/>
            <w:shd w:val="clear" w:color="auto" w:fill="auto"/>
          </w:tcPr>
          <w:p w14:paraId="28C032D3" w14:textId="33864A17" w:rsidR="00AA69C9" w:rsidRPr="007929E5" w:rsidRDefault="00AA69C9" w:rsidP="00BC5736">
            <w:pPr>
              <w:spacing w:line="0" w:lineRule="atLeast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บริษัทดำเนินธุรกิจให้บริการผ่าน</w:t>
            </w:r>
            <w:bookmarkStart w:id="3" w:name="_Hlk33553439"/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เครื่องรับชำระเงินอัตโนมัติ</w:t>
            </w:r>
            <w:bookmarkEnd w:id="3"/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 xml:space="preserve"> ซึ่ง ณ วันที่</w:t>
            </w:r>
            <w:r w:rsidR="000F7E36">
              <w:rPr>
                <w:rFonts w:ascii="Angsana New" w:eastAsia="Arial" w:hAnsi="Angsana New"/>
                <w:sz w:val="30"/>
                <w:szCs w:val="30"/>
              </w:rPr>
              <w:t xml:space="preserve"> 31 </w:t>
            </w: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ธันวาคม</w:t>
            </w:r>
            <w:r w:rsidR="000F7E36">
              <w:rPr>
                <w:rFonts w:ascii="Angsana New" w:eastAsia="Arial" w:hAnsi="Angsana New"/>
                <w:sz w:val="30"/>
                <w:szCs w:val="30"/>
              </w:rPr>
              <w:t xml:space="preserve"> 2563 </w:t>
            </w: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มูลค่าตามบัญชีสุทธิของเครื่องรับชำระเงินอัตโนมัติดังกล่าวมีจำนวนที่เป็นสาระสำคั</w:t>
            </w:r>
            <w:r w:rsidRPr="007929E5">
              <w:rPr>
                <w:rFonts w:ascii="Angsana New" w:eastAsia="Arial" w:hAnsi="Angsana New" w:hint="cs"/>
                <w:sz w:val="30"/>
                <w:szCs w:val="30"/>
                <w:cs/>
              </w:rPr>
              <w:t>ญ</w:t>
            </w: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ของสินทรัพย์ในงบการเงิน</w:t>
            </w:r>
            <w:r w:rsidRPr="007929E5">
              <w:rPr>
                <w:rFonts w:ascii="Angsana New" w:eastAsia="Arial" w:hAnsi="Angsana New" w:hint="cs"/>
                <w:sz w:val="30"/>
                <w:szCs w:val="30"/>
                <w:cs/>
              </w:rPr>
              <w:t xml:space="preserve"> </w:t>
            </w:r>
          </w:p>
          <w:p w14:paraId="706A9EF8" w14:textId="77777777" w:rsidR="00AA69C9" w:rsidRPr="007929E5" w:rsidRDefault="00AA69C9" w:rsidP="00BC5736">
            <w:pPr>
              <w:pStyle w:val="NoSpacing"/>
              <w:spacing w:line="0" w:lineRule="atLeast"/>
              <w:rPr>
                <w:rFonts w:eastAsia="Arial"/>
              </w:rPr>
            </w:pPr>
          </w:p>
          <w:p w14:paraId="45617386" w14:textId="030D790A" w:rsidR="00AA69C9" w:rsidRPr="007929E5" w:rsidRDefault="00AA69C9" w:rsidP="00BC5736">
            <w:pPr>
              <w:spacing w:line="0" w:lineRule="atLeast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>จากสถานการณ์ตลาดและเทคโนโลยีที่เปลี่ยนแปลงไป และการทำรายการผ่านโทรศัพท์มือถือเข้ามามีส่วนในธุรกิจมากยิ่งขึ้น บริษัทจึงมีความเสี่ยงที่มูลค่าตามบัญชีของเครื่องรับชำระเงินอัตโนมัติดังกล่าวสูงกว่า</w:t>
            </w:r>
            <w:r w:rsidR="005D03A2">
              <w:rPr>
                <w:rFonts w:ascii="Angsana New" w:eastAsia="Arial" w:hAnsi="Angsana New"/>
                <w:sz w:val="30"/>
                <w:szCs w:val="30"/>
                <w:cs/>
              </w:rPr>
              <w:br/>
            </w: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 xml:space="preserve">มูลค่าที่คาดว่าจะได้รับคืน และอาจเกิดการด้อยค่าของเครื่องรับชำระเงินอัตโนมัติ </w:t>
            </w:r>
          </w:p>
          <w:p w14:paraId="4699B704" w14:textId="77777777" w:rsidR="00AA69C9" w:rsidRPr="007929E5" w:rsidRDefault="00AA69C9" w:rsidP="00BC5736">
            <w:pPr>
              <w:pStyle w:val="NoSpacing"/>
              <w:spacing w:line="0" w:lineRule="atLeast"/>
              <w:rPr>
                <w:rFonts w:eastAsia="Arial"/>
              </w:rPr>
            </w:pPr>
          </w:p>
          <w:p w14:paraId="120EFE68" w14:textId="22C75002" w:rsidR="00AA69C9" w:rsidRPr="007929E5" w:rsidRDefault="00AA69C9" w:rsidP="00BC5736">
            <w:pPr>
              <w:autoSpaceDE w:val="0"/>
              <w:autoSpaceDN w:val="0"/>
              <w:adjustRightInd w:val="0"/>
              <w:spacing w:line="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eastAsia="Arial" w:hAnsi="Angsana New"/>
                <w:sz w:val="30"/>
                <w:szCs w:val="30"/>
                <w:cs/>
              </w:rPr>
              <w:t xml:space="preserve">ในการพิจารณาการด้อยค่าของเครื่องรับชำระเงินอัตโนมัติ จำเป็นต้องใช้ข้อสมมติ และดุลยพินิจที่สำคัญของผู้บริหาร ซึ่งข้าพเจ้าพิจารณาว่าเป็นความเสี่ยงที่มีนัยสำคัญ และเป็นเรื่องสำคัญในการตรวจสอบของข้าพเจ้า </w:t>
            </w:r>
          </w:p>
        </w:tc>
        <w:tc>
          <w:tcPr>
            <w:tcW w:w="4860" w:type="dxa"/>
            <w:shd w:val="clear" w:color="auto" w:fill="auto"/>
          </w:tcPr>
          <w:p w14:paraId="6442891C" w14:textId="77777777" w:rsidR="00AA69C9" w:rsidRPr="007929E5" w:rsidRDefault="00AA69C9" w:rsidP="00BC5736">
            <w:pPr>
              <w:pStyle w:val="BodyText"/>
              <w:spacing w:after="0" w:line="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6792F340" w14:textId="1EFE3115" w:rsidR="00AA69C9" w:rsidRDefault="00AA69C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ทำความเข้าใจเกี่ยวกับ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วิธีการที่บริษัทใช้ในการระบุข้อบ่งชี้การด้อยค่า รวมถึงนโยบายและวิธีการที่ฝ่ายบริหารใช้ในการประมาณการมูลค่าที่คาดว่าจะได้รับคืนของเครื่องรับชำระเงินอัตโนมัติ </w:t>
            </w:r>
          </w:p>
          <w:p w14:paraId="72D72A46" w14:textId="2C0B7FB7" w:rsidR="005D03A2" w:rsidRPr="007929E5" w:rsidRDefault="005D03A2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ประเมินการออกแบบและการปฏิบัติตามการควบคุมเกี่ยวกับ</w:t>
            </w:r>
            <w:r w:rsidR="00EB59FA" w:rsidRPr="00EB59FA">
              <w:rPr>
                <w:rFonts w:ascii="Angsana New" w:hAnsi="Angsana New"/>
                <w:sz w:val="30"/>
                <w:szCs w:val="30"/>
                <w:cs/>
              </w:rPr>
              <w:t>สินทรัพย์เพื่อการให้บริการและอุปกรณ์ (เครื่องรับชำระเงินอัตโนมัติ)</w:t>
            </w:r>
            <w:r w:rsidRPr="00EB59FA">
              <w:rPr>
                <w:rFonts w:ascii="Angsana New" w:hAnsi="Angsana New"/>
                <w:sz w:val="30"/>
                <w:szCs w:val="30"/>
                <w:cs/>
              </w:rPr>
              <w:t xml:space="preserve"> และการ</w:t>
            </w:r>
            <w:r w:rsidR="00EB59FA" w:rsidRPr="00EB59FA">
              <w:rPr>
                <w:rFonts w:ascii="Angsana New" w:hAnsi="Angsana New"/>
                <w:sz w:val="30"/>
                <w:szCs w:val="30"/>
                <w:cs/>
              </w:rPr>
              <w:t>ประมาณการมูลค่าที่คาดว่าจะได้รับคืนของเครื่องรับชำระเงินอัตโนมัติ</w:t>
            </w:r>
          </w:p>
          <w:p w14:paraId="0B8AD6AA" w14:textId="6EF4212C" w:rsidR="00AA69C9" w:rsidRPr="007929E5" w:rsidRDefault="00AA69C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พิจารณาความเหมาะสมของข้อสมมติที่สำคัญที่บริษัทใช้ ตลอดจนอ้างอิงข้อมูลภายในและภายนอก แผนการดำเนินงานรวมถึงการวิเคราะห์แนวโน้มในอดีตที่ผ่านมา และพิจารณาความอ่อนไหวของข้อสมมติที่สำคัญ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6859E743" w14:textId="77777777" w:rsidR="00AA69C9" w:rsidRPr="007929E5" w:rsidRDefault="00AA69C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ทดสอบความถูกต้องของการคำนวณมูลค่าที่คาดว่าจะได้รับคืนของเครื่องรับชำระเงินอัตโนมัติ</w:t>
            </w:r>
          </w:p>
          <w:p w14:paraId="5C09D552" w14:textId="77777777" w:rsidR="00AA69C9" w:rsidRPr="007929E5" w:rsidRDefault="00AA69C9" w:rsidP="00326D6C">
            <w:pPr>
              <w:pStyle w:val="BodyText"/>
              <w:numPr>
                <w:ilvl w:val="0"/>
                <w:numId w:val="28"/>
              </w:numPr>
              <w:tabs>
                <w:tab w:val="clear" w:pos="227"/>
                <w:tab w:val="clear" w:pos="454"/>
                <w:tab w:val="clear" w:pos="680"/>
              </w:tabs>
              <w:spacing w:after="0" w:line="0" w:lineRule="atLeast"/>
              <w:ind w:left="340" w:hanging="34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43665020" w14:textId="1A75BE09" w:rsidR="00B65870" w:rsidRDefault="00B65870" w:rsidP="00CA19A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32081751" w14:textId="7B73532B" w:rsidR="005C3F91" w:rsidRDefault="005C3F91" w:rsidP="00CA19A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124A832C" w14:textId="4F96EDD9" w:rsidR="005C3F91" w:rsidRDefault="005C3F91" w:rsidP="00CA19A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C2F86E1" w14:textId="765658E6" w:rsidR="005C3F91" w:rsidRDefault="005C3F91" w:rsidP="00CA19A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699D76CC" w14:textId="77777777" w:rsidR="005C3F91" w:rsidRDefault="005C3F91" w:rsidP="00CA19A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278F47CA" w14:textId="77777777" w:rsidR="005C3F91" w:rsidRDefault="005C3F91" w:rsidP="004C59D4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03590B36" w14:textId="58E36B11" w:rsidR="00E54C08" w:rsidRPr="007929E5" w:rsidRDefault="00E54C08" w:rsidP="004C59D4">
      <w:pPr>
        <w:snapToGrid w:val="0"/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 xml:space="preserve">ข้อมูลอื่น </w:t>
      </w:r>
    </w:p>
    <w:p w14:paraId="0A0FD868" w14:textId="77777777" w:rsidR="00E54C08" w:rsidRPr="00C70B8D" w:rsidRDefault="00E54C08" w:rsidP="00E54C08">
      <w:pPr>
        <w:pStyle w:val="Default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1CEDD3B1" w14:textId="77777777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แต่ไม่รวมถึงงบการเงินรวม</w:t>
      </w:r>
      <w:r w:rsidRPr="007929E5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และงบการเงินเฉพาะกิจการและรายงานของผู้สอบบัญชีที่อยู่ในรายงานนั้น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6ADEF2D5" w14:textId="77777777" w:rsidR="00E54C08" w:rsidRPr="00C70B8D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616C4CD" w14:textId="77777777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</w:p>
    <w:p w14:paraId="3288A3D9" w14:textId="77777777" w:rsidR="00E54C08" w:rsidRPr="00C70B8D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3F02783A" w14:textId="77777777" w:rsidR="00E54C08" w:rsidRPr="007929E5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  <w:r w:rsidRPr="007929E5">
        <w:rPr>
          <w:rFonts w:ascii="Angsana New" w:eastAsia="Calibri" w:hAnsi="Angsana New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7929E5">
        <w:rPr>
          <w:rFonts w:ascii="Angsana New" w:eastAsia="Calibri" w:hAnsi="Angsana New"/>
          <w:color w:val="000000"/>
          <w:sz w:val="30"/>
          <w:szCs w:val="30"/>
        </w:rPr>
        <w:t xml:space="preserve"> </w:t>
      </w:r>
    </w:p>
    <w:p w14:paraId="5CCB0BFB" w14:textId="77777777" w:rsidR="00E54C08" w:rsidRPr="00C70B8D" w:rsidRDefault="00E54C08" w:rsidP="00E54C08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74977DE3" w14:textId="77777777" w:rsidR="00E54C08" w:rsidRPr="007929E5" w:rsidRDefault="00E54C08" w:rsidP="00E54C08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7929E5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72C56845" w14:textId="6E0DD348" w:rsidR="00E54C08" w:rsidRPr="00C70B8D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A3E142F" w14:textId="77777777" w:rsidR="00E54C08" w:rsidRPr="007929E5" w:rsidRDefault="00E54C08" w:rsidP="00E54C0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7929E5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5A98FEF4" w14:textId="77777777" w:rsidR="00E54C08" w:rsidRPr="00C70B8D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A79B31A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pacing w:val="-6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</w:t>
      </w:r>
      <w:r w:rsidRPr="007929E5">
        <w:rPr>
          <w:rFonts w:ascii="Angsana New" w:eastAsia="Calibri" w:hAnsi="Angsana New"/>
          <w:sz w:val="30"/>
          <w:szCs w:val="30"/>
          <w:cs/>
        </w:rPr>
        <w:t xml:space="preserve">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4E4C010A" w14:textId="2BF72063" w:rsidR="00CA19A2" w:rsidRPr="00C70B8D" w:rsidRDefault="00CA19A2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3D10669F" w14:textId="54D0C7B4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ในการจัดทำงบการเงินรวมและงบการเงินเฉพาะกิจการ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</w:t>
      </w:r>
      <w:r w:rsidRPr="007929E5">
        <w:rPr>
          <w:rFonts w:ascii="Angsana New" w:eastAsia="Calibri" w:hAnsi="Angsana New" w:hint="cs"/>
          <w:sz w:val="30"/>
          <w:szCs w:val="30"/>
          <w:cs/>
        </w:rPr>
        <w:t xml:space="preserve"> (ตามความเหมาะสม) และการใช้เกณฑ์</w:t>
      </w:r>
      <w:r w:rsidRPr="007929E5">
        <w:rPr>
          <w:rFonts w:ascii="Angsana New" w:eastAsia="Calibri" w:hAnsi="Angsana New"/>
          <w:sz w:val="30"/>
          <w:szCs w:val="30"/>
          <w:rtl/>
          <w:cs/>
        </w:rPr>
        <w:t>การบัญชีสำหรับการดำเนินงานต่อเนื่องเว้น</w:t>
      </w:r>
      <w:r w:rsidRPr="007929E5">
        <w:rPr>
          <w:rFonts w:ascii="Angsana New" w:eastAsia="Calibri" w:hAnsi="Angsana New"/>
          <w:sz w:val="30"/>
          <w:szCs w:val="30"/>
          <w:cs/>
        </w:rPr>
        <w:t>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50A58A1E" w14:textId="77777777" w:rsidR="00B65870" w:rsidRPr="007929E5" w:rsidRDefault="00B65870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08C5209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</w:t>
      </w:r>
    </w:p>
    <w:p w14:paraId="52DD5008" w14:textId="5F1576A4" w:rsidR="002A2955" w:rsidRDefault="002A2955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48D679AA" w14:textId="5F5B767C" w:rsidR="00E54C08" w:rsidRPr="007929E5" w:rsidRDefault="00E54C08" w:rsidP="00E54C08">
      <w:pPr>
        <w:jc w:val="thaiDistribute"/>
        <w:rPr>
          <w:rFonts w:ascii="Angsana New" w:hAnsi="Angsana New"/>
          <w:i/>
          <w:iCs/>
          <w:sz w:val="30"/>
          <w:szCs w:val="30"/>
        </w:rPr>
      </w:pPr>
      <w:bookmarkStart w:id="4" w:name="_GoBack"/>
      <w:bookmarkEnd w:id="4"/>
      <w:r w:rsidRPr="007929E5">
        <w:rPr>
          <w:rFonts w:ascii="Angsana New" w:hAnsi="Angsana New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70640CD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75F0F4B3" w14:textId="7684DEF3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7929E5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="007C208C" w:rsidRPr="007929E5">
        <w:rPr>
          <w:rFonts w:ascii="Angsana New" w:hAnsi="Angsana New" w:hint="cs"/>
          <w:sz w:val="30"/>
          <w:szCs w:val="30"/>
          <w:cs/>
        </w:rPr>
        <w:t xml:space="preserve"> โ</w:t>
      </w:r>
      <w:r w:rsidRPr="007929E5">
        <w:rPr>
          <w:rFonts w:ascii="Angsana New" w:eastAsia="Calibri" w:hAnsi="Angsana New"/>
          <w:sz w:val="30"/>
          <w:szCs w:val="30"/>
          <w:cs/>
        </w:rPr>
        <w:t>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</w:t>
      </w:r>
      <w:r w:rsidR="007C208C" w:rsidRPr="007929E5">
        <w:rPr>
          <w:rFonts w:ascii="Angsana New" w:eastAsia="Calibri" w:hAnsi="Angsana New" w:hint="cs"/>
          <w:sz w:val="30"/>
          <w:szCs w:val="30"/>
          <w:cs/>
        </w:rPr>
        <w:t xml:space="preserve">  </w:t>
      </w:r>
      <w:r w:rsidRPr="007929E5">
        <w:rPr>
          <w:rFonts w:ascii="Angsana New" w:eastAsia="Calibri" w:hAnsi="Angsana New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="007C208C" w:rsidRPr="007929E5">
        <w:rPr>
          <w:rFonts w:ascii="Angsana New" w:eastAsia="Calibri" w:hAnsi="Angsana New" w:hint="cs"/>
          <w:sz w:val="30"/>
          <w:szCs w:val="30"/>
          <w:cs/>
        </w:rPr>
        <w:t xml:space="preserve">      </w:t>
      </w:r>
      <w:r w:rsidRPr="007929E5">
        <w:rPr>
          <w:rFonts w:ascii="Angsana New" w:eastAsia="Calibri" w:hAnsi="Angsana New"/>
          <w:sz w:val="30"/>
          <w:szCs w:val="30"/>
          <w:cs/>
        </w:rPr>
        <w:t>ทุกรายการรวมกันจะมีผ</w:t>
      </w:r>
      <w:r w:rsidRPr="007929E5">
        <w:rPr>
          <w:rFonts w:ascii="Angsana New" w:hAnsi="Angsana New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37E87D60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49F6841A" w14:textId="07F1B6A0" w:rsidR="00E54C08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  <w:r w:rsidRPr="007929E5">
        <w:rPr>
          <w:rFonts w:ascii="Angsana New" w:eastAsia="Calibri" w:hAnsi="Angsana New" w:hint="cs"/>
          <w:sz w:val="30"/>
          <w:szCs w:val="30"/>
          <w:cs/>
        </w:rPr>
        <w:t>ในการตรวจ</w:t>
      </w:r>
      <w:r w:rsidRPr="007929E5">
        <w:rPr>
          <w:rFonts w:ascii="Angsana New" w:eastAsia="Calibri" w:hAnsi="Angsana New"/>
          <w:sz w:val="30"/>
          <w:szCs w:val="30"/>
          <w:cs/>
        </w:rPr>
        <w:t>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5EF7DFAE" w14:textId="77777777" w:rsidR="002752A0" w:rsidRPr="007929E5" w:rsidRDefault="002752A0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1136C246" w14:textId="0AF49418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7929E5">
        <w:rPr>
          <w:rFonts w:ascii="Angsana New" w:hAnsi="Angsana New"/>
          <w:sz w:val="30"/>
          <w:szCs w:val="30"/>
          <w:cs/>
        </w:rPr>
        <w:t>รวมและ</w:t>
      </w:r>
      <w:r w:rsidRPr="007929E5">
        <w:rPr>
          <w:rFonts w:ascii="Angsana New" w:hAnsi="Angsana New" w:hint="cs"/>
          <w:sz w:val="30"/>
          <w:szCs w:val="30"/>
          <w:cs/>
        </w:rPr>
        <w:t xml:space="preserve">         </w:t>
      </w:r>
      <w:r w:rsidR="008C5537" w:rsidRPr="007929E5">
        <w:rPr>
          <w:rFonts w:ascii="Angsana New" w:hAnsi="Angsana New" w:hint="cs"/>
          <w:sz w:val="30"/>
          <w:szCs w:val="30"/>
          <w:cs/>
        </w:rPr>
        <w:t xml:space="preserve">  </w:t>
      </w:r>
      <w:r w:rsidRPr="007929E5">
        <w:rPr>
          <w:rFonts w:ascii="Angsana New" w:hAnsi="Angsana New"/>
          <w:sz w:val="30"/>
          <w:szCs w:val="30"/>
          <w:cs/>
        </w:rPr>
        <w:t>งบการเงินเฉพาะกิจการ</w:t>
      </w:r>
      <w:r w:rsidRPr="007929E5">
        <w:rPr>
          <w:rFonts w:ascii="Angsana New" w:eastAsia="Calibri" w:hAnsi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</w:t>
      </w:r>
      <w:r w:rsidR="00207F6E" w:rsidRPr="007929E5">
        <w:rPr>
          <w:rFonts w:ascii="Angsana New" w:eastAsia="Calibri" w:hAnsi="Angsana New" w:hint="cs"/>
          <w:sz w:val="30"/>
          <w:szCs w:val="30"/>
          <w:cs/>
        </w:rPr>
        <w:t xml:space="preserve">        </w:t>
      </w:r>
      <w:r w:rsidRPr="007929E5">
        <w:rPr>
          <w:rFonts w:ascii="Angsana New" w:eastAsia="Calibri" w:hAnsi="Angsana New"/>
          <w:sz w:val="30"/>
          <w:szCs w:val="30"/>
          <w:cs/>
        </w:rPr>
        <w:t>การควบคุมภ</w:t>
      </w:r>
      <w:r w:rsidRPr="007929E5">
        <w:rPr>
          <w:rFonts w:ascii="Angsana New" w:hAnsi="Angsana New"/>
          <w:sz w:val="30"/>
          <w:szCs w:val="30"/>
          <w:cs/>
        </w:rPr>
        <w:t>ายใน</w:t>
      </w:r>
    </w:p>
    <w:p w14:paraId="7CC7AF53" w14:textId="18F549BC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7929E5">
        <w:rPr>
          <w:rFonts w:ascii="Angsana New" w:hAnsi="Angsana New"/>
          <w:sz w:val="30"/>
          <w:szCs w:val="30"/>
          <w:cs/>
        </w:rPr>
        <w:t>บริษัท</w:t>
      </w:r>
    </w:p>
    <w:p w14:paraId="3F96316F" w14:textId="60C2C1A0" w:rsidR="00B65870" w:rsidRPr="00D13D5D" w:rsidRDefault="00E54C08" w:rsidP="00E800DE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D13D5D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D13D5D">
        <w:rPr>
          <w:rFonts w:ascii="Angsana New" w:hAnsi="Angsana New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26F7AF1B" w14:textId="2A8B13A8" w:rsidR="003C6CE3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65870">
        <w:rPr>
          <w:rFonts w:ascii="Angsana New" w:hAnsi="Angsana New"/>
          <w:sz w:val="30"/>
          <w:szCs w:val="30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="00207F6E" w:rsidRPr="00B65870">
        <w:rPr>
          <w:rFonts w:ascii="Angsana New" w:hAnsi="Angsana New" w:hint="cs"/>
          <w:sz w:val="30"/>
          <w:szCs w:val="30"/>
          <w:cs/>
        </w:rPr>
        <w:t xml:space="preserve">          </w:t>
      </w:r>
      <w:r w:rsidRPr="00B65870">
        <w:rPr>
          <w:rFonts w:ascii="Angsana New" w:hAnsi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Pr="00B65870">
        <w:rPr>
          <w:rFonts w:ascii="Angsana New" w:hAnsi="Angsana New" w:hint="cs"/>
          <w:sz w:val="30"/>
          <w:szCs w:val="30"/>
          <w:cs/>
        </w:rPr>
        <w:t>โดยให้ข้อสังเกต</w:t>
      </w:r>
      <w:r w:rsidRPr="00B65870">
        <w:rPr>
          <w:rFonts w:ascii="Angsana New" w:hAnsi="Angsana New"/>
          <w:sz w:val="30"/>
          <w:szCs w:val="30"/>
          <w:cs/>
        </w:rPr>
        <w:t>ถึงการเปิดเผย</w:t>
      </w:r>
      <w:r w:rsidRPr="00B65870">
        <w:rPr>
          <w:rFonts w:ascii="Angsana New" w:hAnsi="Angsana New" w:hint="cs"/>
          <w:sz w:val="30"/>
          <w:szCs w:val="30"/>
          <w:cs/>
        </w:rPr>
        <w:t>ข้อมูล</w:t>
      </w:r>
      <w:r w:rsidRPr="00B65870">
        <w:rPr>
          <w:rFonts w:ascii="Angsana New" w:hAnsi="Angsana New"/>
          <w:sz w:val="30"/>
          <w:szCs w:val="30"/>
          <w:cs/>
        </w:rPr>
        <w:t>ในงบการเงินรวมและงบการเงินเฉพาะกิจการที่เกี่ยวข้อง หรือถ้าการเปิดเผย</w:t>
      </w:r>
      <w:r w:rsidRPr="00B65870">
        <w:rPr>
          <w:rFonts w:ascii="Angsana New" w:hAnsi="Angsana New" w:hint="cs"/>
          <w:sz w:val="30"/>
          <w:szCs w:val="30"/>
          <w:cs/>
        </w:rPr>
        <w:t>ข้อมูล</w:t>
      </w:r>
      <w:r w:rsidRPr="00B65870">
        <w:rPr>
          <w:rFonts w:ascii="Angsana New" w:hAnsi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</w:t>
      </w:r>
      <w:r w:rsidR="00207F6E" w:rsidRPr="00B65870">
        <w:rPr>
          <w:rFonts w:ascii="Angsana New" w:hAnsi="Angsana New" w:hint="cs"/>
          <w:sz w:val="30"/>
          <w:szCs w:val="30"/>
          <w:cs/>
        </w:rPr>
        <w:t xml:space="preserve">     </w:t>
      </w:r>
      <w:r w:rsidRPr="00B65870">
        <w:rPr>
          <w:rFonts w:ascii="Angsana New" w:hAnsi="Angsana New"/>
          <w:sz w:val="30"/>
          <w:szCs w:val="30"/>
          <w:cs/>
        </w:rPr>
        <w:t xml:space="preserve">ในอนาคตอาจเป็นเหตุให้กลุ่มบริษัทและบริษัทต้องหยุดการดำเนินงานต่อเนื่อง </w:t>
      </w:r>
    </w:p>
    <w:p w14:paraId="347DE987" w14:textId="77777777" w:rsidR="00D13D5D" w:rsidRPr="00B65870" w:rsidRDefault="00D13D5D" w:rsidP="00D13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="Angsana New" w:hAnsi="Angsana New"/>
          <w:sz w:val="30"/>
          <w:szCs w:val="30"/>
          <w:cs/>
        </w:rPr>
      </w:pPr>
    </w:p>
    <w:p w14:paraId="436A2DF7" w14:textId="01F90C9E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7929E5">
        <w:rPr>
          <w:rFonts w:ascii="Angsana New" w:hAnsi="Angsana New"/>
          <w:sz w:val="30"/>
          <w:szCs w:val="30"/>
          <w:cs/>
        </w:rPr>
        <w:t>การเปิดเผย</w:t>
      </w:r>
      <w:r w:rsidRPr="007929E5">
        <w:rPr>
          <w:rFonts w:ascii="Angsana New" w:hAnsi="Angsana New" w:hint="cs"/>
          <w:sz w:val="30"/>
          <w:szCs w:val="30"/>
          <w:cs/>
        </w:rPr>
        <w:t>ข้อมูล</w:t>
      </w:r>
      <w:r w:rsidRPr="007929E5">
        <w:rPr>
          <w:rFonts w:ascii="Angsana New" w:hAnsi="Angsana New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</w:t>
      </w:r>
      <w:r w:rsidRPr="007929E5">
        <w:rPr>
          <w:rFonts w:ascii="Angsana New" w:hAnsi="Angsana New"/>
          <w:sz w:val="30"/>
          <w:szCs w:val="30"/>
          <w:cs/>
        </w:rPr>
        <w:t>การนำเสนอข้อมูลโดยถูกต้องตามที่ควรหรือไม่</w:t>
      </w:r>
    </w:p>
    <w:p w14:paraId="5B723AC4" w14:textId="1DF60F3F" w:rsidR="00E54C08" w:rsidRPr="007929E5" w:rsidRDefault="00E54C08" w:rsidP="00326D6C">
      <w:pPr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7929E5">
        <w:rPr>
          <w:rFonts w:ascii="Angsana New" w:hAnsi="Angsana New"/>
          <w:sz w:val="30"/>
          <w:szCs w:val="30"/>
        </w:rPr>
        <w:t xml:space="preserve"> </w:t>
      </w:r>
      <w:r w:rsidRPr="007929E5">
        <w:rPr>
          <w:rFonts w:ascii="Angsana New" w:hAnsi="Angsana New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7929E5">
        <w:rPr>
          <w:rFonts w:ascii="Angsana New" w:hAnsi="Angsana New"/>
          <w:sz w:val="30"/>
          <w:szCs w:val="30"/>
        </w:rPr>
        <w:t xml:space="preserve"> </w:t>
      </w:r>
      <w:r w:rsidRPr="007929E5">
        <w:rPr>
          <w:rFonts w:ascii="Angsana New" w:hAnsi="Angsana New"/>
          <w:sz w:val="30"/>
          <w:szCs w:val="30"/>
          <w:cs/>
        </w:rPr>
        <w:t>ข้าพเจ้าเป็นผู้รับผิดชอบแต่เพียงผู้เดียว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               </w:t>
      </w:r>
      <w:r w:rsidRPr="007929E5">
        <w:rPr>
          <w:rFonts w:ascii="Angsana New" w:hAnsi="Angsana New"/>
          <w:sz w:val="30"/>
          <w:szCs w:val="30"/>
          <w:cs/>
        </w:rPr>
        <w:t>ต่อความเห็นของข้าพเจ้า</w:t>
      </w:r>
      <w:r w:rsidRPr="007929E5">
        <w:rPr>
          <w:rFonts w:ascii="Angsana New" w:hAnsi="Angsana New"/>
          <w:sz w:val="30"/>
          <w:szCs w:val="30"/>
        </w:rPr>
        <w:t xml:space="preserve"> </w:t>
      </w:r>
    </w:p>
    <w:p w14:paraId="48454978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25205963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Pr="007929E5">
        <w:rPr>
          <w:rFonts w:ascii="Angsana New" w:eastAsia="Calibri" w:hAnsi="Angsana New" w:hint="cs"/>
          <w:sz w:val="30"/>
          <w:szCs w:val="30"/>
          <w:cs/>
        </w:rPr>
        <w:t>ในเรื่องต่างๆที่สำคัญ ซึ่งรวมถึง</w:t>
      </w:r>
      <w:r w:rsidRPr="007929E5">
        <w:rPr>
          <w:rFonts w:ascii="Angsana New" w:eastAsia="Calibri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7929E5">
        <w:rPr>
          <w:rFonts w:ascii="Angsana New" w:eastAsia="Calibri" w:hAnsi="Angsana New" w:hint="cs"/>
          <w:sz w:val="30"/>
          <w:szCs w:val="30"/>
          <w:cs/>
        </w:rPr>
        <w:t>หาก</w:t>
      </w: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ข้าพเจ้าได้พบในระหว่างการตรวจสอบขอ</w:t>
      </w:r>
      <w:r w:rsidRPr="007929E5">
        <w:rPr>
          <w:rFonts w:ascii="Angsana New" w:hAnsi="Angsana New"/>
          <w:sz w:val="30"/>
          <w:szCs w:val="30"/>
          <w:cs/>
        </w:rPr>
        <w:t>งข้าพเจ้า</w:t>
      </w:r>
    </w:p>
    <w:p w14:paraId="6511E7CE" w14:textId="77777777" w:rsidR="00E54C08" w:rsidRPr="007929E5" w:rsidRDefault="00E54C08" w:rsidP="00E54C0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7AF6B68E" w14:textId="730BC1AA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C1509D" w:rsidRPr="007929E5">
        <w:rPr>
          <w:rFonts w:ascii="Angsana New" w:eastAsia="Calibri" w:hAnsi="Angsana New" w:hint="cs"/>
          <w:sz w:val="30"/>
          <w:szCs w:val="30"/>
          <w:cs/>
        </w:rPr>
        <w:t xml:space="preserve">         </w:t>
      </w:r>
      <w:r w:rsidRPr="007929E5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C1509D" w:rsidRPr="007929E5">
        <w:rPr>
          <w:rFonts w:ascii="Angsana New" w:eastAsia="Calibri" w:hAnsi="Angsana New" w:hint="cs"/>
          <w:sz w:val="30"/>
          <w:szCs w:val="30"/>
          <w:cs/>
        </w:rPr>
        <w:t xml:space="preserve">      </w:t>
      </w:r>
      <w:r w:rsidRPr="007929E5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7929E5">
        <w:rPr>
          <w:rFonts w:ascii="Angsana New" w:hAnsi="Angsana New"/>
          <w:sz w:val="30"/>
          <w:szCs w:val="30"/>
          <w:cs/>
        </w:rPr>
        <w:t>อิสระ</w:t>
      </w:r>
    </w:p>
    <w:p w14:paraId="7D5CB3B9" w14:textId="6867C487" w:rsidR="008C5537" w:rsidRPr="007929E5" w:rsidRDefault="008C5537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4BBD04FE" w14:textId="782718FC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ที่มีนัยสำคัญที่สุดในการตรวจสอบ</w:t>
      </w:r>
      <w:r w:rsidRPr="007929E5">
        <w:rPr>
          <w:rFonts w:ascii="Angsana New" w:hAnsi="Angsana New"/>
          <w:sz w:val="30"/>
          <w:szCs w:val="30"/>
        </w:rPr>
        <w:t xml:space="preserve">                  </w:t>
      </w:r>
      <w:r w:rsidRPr="007929E5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</w:t>
      </w:r>
      <w:r w:rsidR="00C1509D" w:rsidRPr="007929E5">
        <w:rPr>
          <w:rFonts w:ascii="Angsana New" w:hAnsi="Angsana New" w:hint="cs"/>
          <w:sz w:val="30"/>
          <w:szCs w:val="30"/>
          <w:cs/>
        </w:rPr>
        <w:t xml:space="preserve">   </w:t>
      </w:r>
      <w:r w:rsidRPr="007929E5">
        <w:rPr>
          <w:rFonts w:ascii="Angsana New" w:hAnsi="Angsana New"/>
          <w:sz w:val="30"/>
          <w:szCs w:val="30"/>
          <w:cs/>
        </w:rPr>
        <w:t xml:space="preserve">จากการสื่อสารดังกล่าว </w:t>
      </w:r>
    </w:p>
    <w:p w14:paraId="2D7569CD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0C68BC09" w14:textId="77777777" w:rsidR="00E54C08" w:rsidRPr="007929E5" w:rsidRDefault="00E54C08" w:rsidP="00E54C08">
      <w:pPr>
        <w:pStyle w:val="RNormal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29026197" w14:textId="77777777" w:rsidR="00E54C08" w:rsidRPr="007929E5" w:rsidRDefault="00E54C08" w:rsidP="00E54C08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</w:p>
    <w:p w14:paraId="5B6699CC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  <w:cs/>
        </w:rPr>
      </w:pPr>
      <w:r w:rsidRPr="007929E5">
        <w:rPr>
          <w:rFonts w:ascii="Angsana New" w:hAnsi="Angsana New"/>
          <w:sz w:val="30"/>
          <w:szCs w:val="30"/>
        </w:rPr>
        <w:t>(</w:t>
      </w:r>
      <w:r w:rsidRPr="007929E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7929E5">
        <w:rPr>
          <w:rFonts w:ascii="Angsana New" w:hAnsi="Angsana New" w:hint="cs"/>
          <w:sz w:val="30"/>
          <w:szCs w:val="30"/>
          <w:cs/>
        </w:rPr>
        <w:t>)</w:t>
      </w:r>
    </w:p>
    <w:p w14:paraId="0A270CF1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17282743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 xml:space="preserve">เลขทะเบียน  </w:t>
      </w:r>
      <w:r w:rsidRPr="007929E5">
        <w:rPr>
          <w:rFonts w:ascii="Angsana New" w:hAnsi="Angsana New"/>
          <w:sz w:val="30"/>
          <w:szCs w:val="30"/>
        </w:rPr>
        <w:t>6669</w:t>
      </w:r>
    </w:p>
    <w:p w14:paraId="7A76E12B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</w:p>
    <w:p w14:paraId="3DA938CA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FF47520" w14:textId="77777777" w:rsidR="00E54C08" w:rsidRPr="007929E5" w:rsidRDefault="00E54C08" w:rsidP="00E54C08">
      <w:pPr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003E1B01" w14:textId="30957F69" w:rsidR="00E54C08" w:rsidRPr="007929E5" w:rsidRDefault="00A51ED0" w:rsidP="00E54C08">
      <w:pPr>
        <w:jc w:val="both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 xml:space="preserve">22 </w:t>
      </w:r>
      <w:r w:rsidR="00E54C08" w:rsidRPr="007929E5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E54C08" w:rsidRPr="007929E5">
        <w:rPr>
          <w:rFonts w:ascii="Angsana New" w:hAnsi="Angsana New"/>
          <w:sz w:val="30"/>
          <w:szCs w:val="30"/>
        </w:rPr>
        <w:t>256</w:t>
      </w:r>
      <w:r w:rsidR="00D743A9">
        <w:rPr>
          <w:rFonts w:ascii="Angsana New" w:hAnsi="Angsana New"/>
          <w:sz w:val="30"/>
          <w:szCs w:val="30"/>
        </w:rPr>
        <w:t>4</w:t>
      </w:r>
    </w:p>
    <w:p w14:paraId="5159BD7F" w14:textId="77777777" w:rsidR="003D284C" w:rsidRPr="003D284C" w:rsidRDefault="003D284C" w:rsidP="00E650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</w:p>
    <w:sectPr w:rsidR="003D284C" w:rsidRPr="003D284C" w:rsidSect="00425AF1">
      <w:headerReference w:type="default" r:id="rId14"/>
      <w:footerReference w:type="default" r:id="rId15"/>
      <w:type w:val="nextColumn"/>
      <w:pgSz w:w="11909" w:h="16834" w:code="9"/>
      <w:pgMar w:top="691" w:right="1152" w:bottom="576" w:left="1152" w:header="720" w:footer="72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D33DE" w14:textId="77777777" w:rsidR="00822D3E" w:rsidRDefault="00822D3E" w:rsidP="003D743A">
      <w:r>
        <w:separator/>
      </w:r>
    </w:p>
  </w:endnote>
  <w:endnote w:type="continuationSeparator" w:id="0">
    <w:p w14:paraId="04E45ABE" w14:textId="77777777" w:rsidR="00822D3E" w:rsidRDefault="00822D3E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imesNewRomanP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AADB3" w14:textId="77777777" w:rsidR="00D14C44" w:rsidRPr="00EA1E3C" w:rsidRDefault="00D14C44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B3BC7" w14:textId="77777777" w:rsidR="00D14C44" w:rsidRDefault="00D14C44" w:rsidP="00E54C08">
    <w:pPr>
      <w:pStyle w:val="Footer"/>
      <w:framePr w:wrap="around" w:vAnchor="text" w:hAnchor="margin" w:xAlign="right" w:y="1"/>
      <w:rPr>
        <w:rStyle w:val="PageNumber"/>
      </w:rPr>
    </w:pPr>
  </w:p>
  <w:p w14:paraId="0B213450" w14:textId="77777777" w:rsidR="00D14C44" w:rsidRPr="0047604B" w:rsidRDefault="00D14C44" w:rsidP="00E54C08">
    <w:pPr>
      <w:pStyle w:val="Footer"/>
      <w:ind w:right="360"/>
      <w:jc w:val="both"/>
      <w:rPr>
        <w:i/>
        <w:i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6CFB4" w14:textId="7044BFA4" w:rsidR="00D14C44" w:rsidRDefault="00D14C44" w:rsidP="00E54C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52</w:t>
    </w:r>
    <w:r>
      <w:rPr>
        <w:rStyle w:val="PageNumber"/>
      </w:rPr>
      <w:fldChar w:fldCharType="end"/>
    </w:r>
  </w:p>
  <w:p w14:paraId="227B0149" w14:textId="1881EA7E" w:rsidR="00D14C44" w:rsidRPr="005665E4" w:rsidRDefault="00D14C44" w:rsidP="00E54C08">
    <w:pPr>
      <w:pStyle w:val="Footer"/>
      <w:rPr>
        <w:i/>
        <w:iCs/>
      </w:rPr>
    </w:pPr>
    <w:r w:rsidRPr="005665E4">
      <w:rPr>
        <w:i/>
        <w:iCs/>
      </w:rPr>
      <w:fldChar w:fldCharType="begin"/>
    </w:r>
    <w:r w:rsidRPr="005665E4">
      <w:rPr>
        <w:i/>
        <w:iCs/>
      </w:rPr>
      <w:instrText xml:space="preserve"> FILENAME </w:instrText>
    </w:r>
    <w:r w:rsidRPr="005665E4">
      <w:rPr>
        <w:i/>
        <w:iCs/>
      </w:rPr>
      <w:fldChar w:fldCharType="separate"/>
    </w:r>
    <w:r w:rsidR="00BD1E4F">
      <w:rPr>
        <w:i/>
        <w:iCs/>
        <w:noProof/>
      </w:rPr>
      <w:t>Sabuyt1-Set</w:t>
    </w:r>
    <w:r w:rsidRPr="005665E4">
      <w:rPr>
        <w:i/>
        <w:i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2298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  <w:szCs w:val="22"/>
      </w:rPr>
    </w:sdtEndPr>
    <w:sdtContent>
      <w:p w14:paraId="4527F0C9" w14:textId="35027C20" w:rsidR="00BD1E4F" w:rsidRPr="00BD1E4F" w:rsidRDefault="00BD1E4F">
        <w:pPr>
          <w:pStyle w:val="Footer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BD1E4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BD1E4F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BD1E4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BD1E4F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BD1E4F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DB042" w14:textId="77777777" w:rsidR="00822D3E" w:rsidRDefault="00822D3E" w:rsidP="003D743A">
      <w:r>
        <w:separator/>
      </w:r>
    </w:p>
  </w:footnote>
  <w:footnote w:type="continuationSeparator" w:id="0">
    <w:p w14:paraId="04399309" w14:textId="77777777" w:rsidR="00822D3E" w:rsidRDefault="00822D3E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C546B" w14:textId="77777777" w:rsidR="00D14C44" w:rsidRDefault="00D14C44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D14C44" w:rsidRPr="00562FFF" w:rsidRDefault="00D14C44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7D411" w14:textId="54038E7B" w:rsidR="00D14C44" w:rsidRPr="00D110DA" w:rsidRDefault="00D14C44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3AAF7002" w14:textId="77777777" w:rsidR="00D14C44" w:rsidRPr="00235F64" w:rsidRDefault="00D14C44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07F11644" w:rsidR="00D14C44" w:rsidRPr="00BE76D9" w:rsidRDefault="00D14C44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0DD3B524" w14:textId="77777777" w:rsidR="00D14C44" w:rsidRPr="000507D5" w:rsidRDefault="00D14C44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364E" w14:textId="77777777" w:rsidR="00D14C44" w:rsidRPr="00BE76D9" w:rsidRDefault="00D14C44" w:rsidP="00F6148C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0AA79" w14:textId="285244D6" w:rsidR="00D14C44" w:rsidRDefault="00D14C44" w:rsidP="00E23FDF">
    <w:pPr>
      <w:pStyle w:val="Header"/>
      <w:rPr>
        <w:rFonts w:ascii="Angsana New" w:hAnsi="Angsana New"/>
        <w:sz w:val="30"/>
        <w:szCs w:val="30"/>
      </w:rPr>
    </w:pPr>
  </w:p>
  <w:p w14:paraId="7727904B" w14:textId="77777777" w:rsidR="00BD1E4F" w:rsidRPr="00A156AC" w:rsidRDefault="00BD1E4F" w:rsidP="00E23FDF">
    <w:pPr>
      <w:pStyle w:val="Header"/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555244"/>
    <w:multiLevelType w:val="hybridMultilevel"/>
    <w:tmpl w:val="5EFEA578"/>
    <w:lvl w:ilvl="0" w:tplc="6D4A0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878A2"/>
    <w:multiLevelType w:val="hybridMultilevel"/>
    <w:tmpl w:val="B302E6D0"/>
    <w:lvl w:ilvl="0" w:tplc="742C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45C4712"/>
    <w:multiLevelType w:val="hybridMultilevel"/>
    <w:tmpl w:val="4ACA7E8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B097C"/>
    <w:multiLevelType w:val="hybridMultilevel"/>
    <w:tmpl w:val="B19E9C7C"/>
    <w:lvl w:ilvl="0" w:tplc="F95832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82D2E07"/>
    <w:multiLevelType w:val="hybridMultilevel"/>
    <w:tmpl w:val="34DAE5AC"/>
    <w:lvl w:ilvl="0" w:tplc="78EA4A0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FCB68E9"/>
    <w:multiLevelType w:val="hybridMultilevel"/>
    <w:tmpl w:val="F0B05720"/>
    <w:lvl w:ilvl="0" w:tplc="FFFFFFFF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31FD6FE4"/>
    <w:multiLevelType w:val="hybridMultilevel"/>
    <w:tmpl w:val="5BEC0970"/>
    <w:lvl w:ilvl="0" w:tplc="31781E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5C846B8B"/>
    <w:multiLevelType w:val="hybridMultilevel"/>
    <w:tmpl w:val="AD4A9482"/>
    <w:lvl w:ilvl="0" w:tplc="A660586A">
      <w:start w:val="1"/>
      <w:numFmt w:val="thaiLetters"/>
      <w:lvlText w:val="(%1)"/>
      <w:lvlJc w:val="left"/>
      <w:pPr>
        <w:ind w:left="900" w:hanging="360"/>
      </w:pPr>
      <w:rPr>
        <w:rFonts w:cs="Angsana New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62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650B2DD2"/>
    <w:multiLevelType w:val="multilevel"/>
    <w:tmpl w:val="3D5E9870"/>
    <w:lvl w:ilvl="0">
      <w:start w:val="1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436A4"/>
    <w:multiLevelType w:val="hybridMultilevel"/>
    <w:tmpl w:val="5812026A"/>
    <w:lvl w:ilvl="0" w:tplc="19A0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9394145"/>
    <w:multiLevelType w:val="multilevel"/>
    <w:tmpl w:val="B8D676E2"/>
    <w:lvl w:ilvl="0">
      <w:start w:val="17"/>
      <w:numFmt w:val="decimal"/>
      <w:lvlText w:val="%1"/>
      <w:lvlJc w:val="left"/>
      <w:pPr>
        <w:tabs>
          <w:tab w:val="num" w:pos="772"/>
        </w:tabs>
        <w:ind w:left="772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35" w15:restartNumberingAfterBreak="0">
    <w:nsid w:val="7A5D2207"/>
    <w:multiLevelType w:val="hybridMultilevel"/>
    <w:tmpl w:val="3B7EA70A"/>
    <w:lvl w:ilvl="0" w:tplc="E49485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AFB30FB"/>
    <w:multiLevelType w:val="hybridMultilevel"/>
    <w:tmpl w:val="43C06F08"/>
    <w:lvl w:ilvl="0" w:tplc="EAD241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9"/>
  </w:num>
  <w:num w:numId="13">
    <w:abstractNumId w:val="29"/>
  </w:num>
  <w:num w:numId="14">
    <w:abstractNumId w:val="21"/>
  </w:num>
  <w:num w:numId="15">
    <w:abstractNumId w:val="23"/>
  </w:num>
  <w:num w:numId="16">
    <w:abstractNumId w:val="32"/>
  </w:num>
  <w:num w:numId="17">
    <w:abstractNumId w:val="33"/>
  </w:num>
  <w:num w:numId="18">
    <w:abstractNumId w:val="25"/>
  </w:num>
  <w:num w:numId="19">
    <w:abstractNumId w:val="16"/>
  </w:num>
  <w:num w:numId="20">
    <w:abstractNumId w:val="12"/>
  </w:num>
  <w:num w:numId="21">
    <w:abstractNumId w:val="17"/>
  </w:num>
  <w:num w:numId="22">
    <w:abstractNumId w:val="13"/>
  </w:num>
  <w:num w:numId="23">
    <w:abstractNumId w:val="11"/>
  </w:num>
  <w:num w:numId="24">
    <w:abstractNumId w:val="30"/>
  </w:num>
  <w:num w:numId="25">
    <w:abstractNumId w:val="35"/>
  </w:num>
  <w:num w:numId="26">
    <w:abstractNumId w:val="28"/>
  </w:num>
  <w:num w:numId="27">
    <w:abstractNumId w:val="34"/>
  </w:num>
  <w:num w:numId="28">
    <w:abstractNumId w:val="31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6"/>
  </w:num>
  <w:num w:numId="32">
    <w:abstractNumId w:val="37"/>
  </w:num>
  <w:num w:numId="33">
    <w:abstractNumId w:val="18"/>
  </w:num>
  <w:num w:numId="34">
    <w:abstractNumId w:val="26"/>
  </w:num>
  <w:num w:numId="3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5"/>
  </w:num>
  <w:num w:numId="37">
    <w:abstractNumId w:val="20"/>
  </w:num>
  <w:num w:numId="38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61C"/>
    <w:rsid w:val="00000EE5"/>
    <w:rsid w:val="00001210"/>
    <w:rsid w:val="00001402"/>
    <w:rsid w:val="0000145B"/>
    <w:rsid w:val="000015CF"/>
    <w:rsid w:val="00001D7F"/>
    <w:rsid w:val="0000200C"/>
    <w:rsid w:val="00002341"/>
    <w:rsid w:val="00002479"/>
    <w:rsid w:val="0000290A"/>
    <w:rsid w:val="0000291A"/>
    <w:rsid w:val="00002C0E"/>
    <w:rsid w:val="00002D9B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58"/>
    <w:rsid w:val="00004185"/>
    <w:rsid w:val="000041DD"/>
    <w:rsid w:val="000044DD"/>
    <w:rsid w:val="000047B3"/>
    <w:rsid w:val="000047E0"/>
    <w:rsid w:val="00004A99"/>
    <w:rsid w:val="00004D33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720D"/>
    <w:rsid w:val="000072EF"/>
    <w:rsid w:val="000079E0"/>
    <w:rsid w:val="00007CEB"/>
    <w:rsid w:val="00007DCC"/>
    <w:rsid w:val="00010113"/>
    <w:rsid w:val="0001054B"/>
    <w:rsid w:val="00010892"/>
    <w:rsid w:val="0001099D"/>
    <w:rsid w:val="00011098"/>
    <w:rsid w:val="000112BC"/>
    <w:rsid w:val="000112D6"/>
    <w:rsid w:val="00011992"/>
    <w:rsid w:val="00011BF1"/>
    <w:rsid w:val="00011BFE"/>
    <w:rsid w:val="00011C77"/>
    <w:rsid w:val="00012467"/>
    <w:rsid w:val="0001354F"/>
    <w:rsid w:val="00013673"/>
    <w:rsid w:val="00013E15"/>
    <w:rsid w:val="00013F04"/>
    <w:rsid w:val="000149F0"/>
    <w:rsid w:val="00014BFA"/>
    <w:rsid w:val="00014D0F"/>
    <w:rsid w:val="00015101"/>
    <w:rsid w:val="0001512B"/>
    <w:rsid w:val="0001584A"/>
    <w:rsid w:val="00015B11"/>
    <w:rsid w:val="00017B1F"/>
    <w:rsid w:val="00017B35"/>
    <w:rsid w:val="00017BDE"/>
    <w:rsid w:val="00017C87"/>
    <w:rsid w:val="00017D44"/>
    <w:rsid w:val="000203F0"/>
    <w:rsid w:val="000207FE"/>
    <w:rsid w:val="00020ABE"/>
    <w:rsid w:val="00020B16"/>
    <w:rsid w:val="00020EE7"/>
    <w:rsid w:val="00021140"/>
    <w:rsid w:val="00021283"/>
    <w:rsid w:val="00021318"/>
    <w:rsid w:val="00021715"/>
    <w:rsid w:val="000217C5"/>
    <w:rsid w:val="00021E32"/>
    <w:rsid w:val="00021FDF"/>
    <w:rsid w:val="000223AC"/>
    <w:rsid w:val="0002249E"/>
    <w:rsid w:val="000225A7"/>
    <w:rsid w:val="0002276C"/>
    <w:rsid w:val="000228BF"/>
    <w:rsid w:val="00022BDD"/>
    <w:rsid w:val="000231BC"/>
    <w:rsid w:val="000231DB"/>
    <w:rsid w:val="00023260"/>
    <w:rsid w:val="00023328"/>
    <w:rsid w:val="00023D33"/>
    <w:rsid w:val="00024686"/>
    <w:rsid w:val="000246C8"/>
    <w:rsid w:val="00024812"/>
    <w:rsid w:val="000249B4"/>
    <w:rsid w:val="00024B32"/>
    <w:rsid w:val="00024CEA"/>
    <w:rsid w:val="000255D9"/>
    <w:rsid w:val="00025F3F"/>
    <w:rsid w:val="000265B8"/>
    <w:rsid w:val="00026CE0"/>
    <w:rsid w:val="00026F42"/>
    <w:rsid w:val="00026F9C"/>
    <w:rsid w:val="000273C0"/>
    <w:rsid w:val="00027A9C"/>
    <w:rsid w:val="00027D52"/>
    <w:rsid w:val="00027F78"/>
    <w:rsid w:val="00027F91"/>
    <w:rsid w:val="00027FFE"/>
    <w:rsid w:val="00030249"/>
    <w:rsid w:val="0003026C"/>
    <w:rsid w:val="000303C4"/>
    <w:rsid w:val="00030A73"/>
    <w:rsid w:val="00030AA6"/>
    <w:rsid w:val="00030C00"/>
    <w:rsid w:val="00030E4F"/>
    <w:rsid w:val="00030E78"/>
    <w:rsid w:val="00031244"/>
    <w:rsid w:val="00031A2A"/>
    <w:rsid w:val="00031D21"/>
    <w:rsid w:val="00031D45"/>
    <w:rsid w:val="00031EBA"/>
    <w:rsid w:val="000322DE"/>
    <w:rsid w:val="0003286A"/>
    <w:rsid w:val="00032F33"/>
    <w:rsid w:val="00033666"/>
    <w:rsid w:val="00033725"/>
    <w:rsid w:val="0003374F"/>
    <w:rsid w:val="00033A34"/>
    <w:rsid w:val="00033DB9"/>
    <w:rsid w:val="00033E87"/>
    <w:rsid w:val="00033FA6"/>
    <w:rsid w:val="0003409F"/>
    <w:rsid w:val="0003422A"/>
    <w:rsid w:val="00034305"/>
    <w:rsid w:val="0003440C"/>
    <w:rsid w:val="00034FD3"/>
    <w:rsid w:val="00035149"/>
    <w:rsid w:val="0003514A"/>
    <w:rsid w:val="00035452"/>
    <w:rsid w:val="000355ED"/>
    <w:rsid w:val="00035C4B"/>
    <w:rsid w:val="00035C96"/>
    <w:rsid w:val="00035D1B"/>
    <w:rsid w:val="00035EC1"/>
    <w:rsid w:val="00035FEE"/>
    <w:rsid w:val="0003669F"/>
    <w:rsid w:val="000368FD"/>
    <w:rsid w:val="00036A62"/>
    <w:rsid w:val="00036AB3"/>
    <w:rsid w:val="00036F26"/>
    <w:rsid w:val="00037470"/>
    <w:rsid w:val="00037783"/>
    <w:rsid w:val="00037875"/>
    <w:rsid w:val="00037A8F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A2B"/>
    <w:rsid w:val="00041B09"/>
    <w:rsid w:val="00042012"/>
    <w:rsid w:val="000424F0"/>
    <w:rsid w:val="000425FA"/>
    <w:rsid w:val="0004322C"/>
    <w:rsid w:val="000433CB"/>
    <w:rsid w:val="0004341B"/>
    <w:rsid w:val="000435DB"/>
    <w:rsid w:val="00043956"/>
    <w:rsid w:val="00043A62"/>
    <w:rsid w:val="00043AB4"/>
    <w:rsid w:val="000440B9"/>
    <w:rsid w:val="0004421C"/>
    <w:rsid w:val="00044280"/>
    <w:rsid w:val="0004447D"/>
    <w:rsid w:val="00044840"/>
    <w:rsid w:val="00044B40"/>
    <w:rsid w:val="00044C18"/>
    <w:rsid w:val="0004506E"/>
    <w:rsid w:val="00045267"/>
    <w:rsid w:val="00045465"/>
    <w:rsid w:val="0004567D"/>
    <w:rsid w:val="000458D2"/>
    <w:rsid w:val="00045B6B"/>
    <w:rsid w:val="00045B99"/>
    <w:rsid w:val="00045BD3"/>
    <w:rsid w:val="00046344"/>
    <w:rsid w:val="00046BF9"/>
    <w:rsid w:val="00046C25"/>
    <w:rsid w:val="00046DE8"/>
    <w:rsid w:val="00046F41"/>
    <w:rsid w:val="0004719C"/>
    <w:rsid w:val="0004725F"/>
    <w:rsid w:val="0004740C"/>
    <w:rsid w:val="00047691"/>
    <w:rsid w:val="00047D92"/>
    <w:rsid w:val="00047D99"/>
    <w:rsid w:val="00047F49"/>
    <w:rsid w:val="000505E5"/>
    <w:rsid w:val="000507D5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F9C"/>
    <w:rsid w:val="000530C6"/>
    <w:rsid w:val="00053159"/>
    <w:rsid w:val="000532F4"/>
    <w:rsid w:val="00053624"/>
    <w:rsid w:val="0005377B"/>
    <w:rsid w:val="000537EA"/>
    <w:rsid w:val="00053CB1"/>
    <w:rsid w:val="000540E2"/>
    <w:rsid w:val="000541C9"/>
    <w:rsid w:val="000543C5"/>
    <w:rsid w:val="00054620"/>
    <w:rsid w:val="0005485B"/>
    <w:rsid w:val="00054DA4"/>
    <w:rsid w:val="00054E3A"/>
    <w:rsid w:val="00054EA5"/>
    <w:rsid w:val="000550F6"/>
    <w:rsid w:val="00055674"/>
    <w:rsid w:val="0005602B"/>
    <w:rsid w:val="0005649B"/>
    <w:rsid w:val="000579AF"/>
    <w:rsid w:val="00057B9F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3256"/>
    <w:rsid w:val="00063A8F"/>
    <w:rsid w:val="00064280"/>
    <w:rsid w:val="000645F1"/>
    <w:rsid w:val="0006500B"/>
    <w:rsid w:val="0006500F"/>
    <w:rsid w:val="000650D7"/>
    <w:rsid w:val="00065859"/>
    <w:rsid w:val="00065947"/>
    <w:rsid w:val="00065B99"/>
    <w:rsid w:val="00065DB2"/>
    <w:rsid w:val="00066054"/>
    <w:rsid w:val="00066763"/>
    <w:rsid w:val="00066853"/>
    <w:rsid w:val="000669AF"/>
    <w:rsid w:val="00066A49"/>
    <w:rsid w:val="00066EC9"/>
    <w:rsid w:val="00067191"/>
    <w:rsid w:val="000675E2"/>
    <w:rsid w:val="000676F4"/>
    <w:rsid w:val="00067779"/>
    <w:rsid w:val="00067AA6"/>
    <w:rsid w:val="00067EA0"/>
    <w:rsid w:val="000702D5"/>
    <w:rsid w:val="0007072F"/>
    <w:rsid w:val="00070B95"/>
    <w:rsid w:val="00070EEC"/>
    <w:rsid w:val="00071457"/>
    <w:rsid w:val="000715F2"/>
    <w:rsid w:val="00071AA8"/>
    <w:rsid w:val="00071B10"/>
    <w:rsid w:val="00071CC1"/>
    <w:rsid w:val="00071FEE"/>
    <w:rsid w:val="000720AD"/>
    <w:rsid w:val="0007243C"/>
    <w:rsid w:val="00072C19"/>
    <w:rsid w:val="0007303C"/>
    <w:rsid w:val="0007333A"/>
    <w:rsid w:val="000735E5"/>
    <w:rsid w:val="0007369A"/>
    <w:rsid w:val="000738FF"/>
    <w:rsid w:val="0007409F"/>
    <w:rsid w:val="0007438D"/>
    <w:rsid w:val="0007457F"/>
    <w:rsid w:val="0007469B"/>
    <w:rsid w:val="00075337"/>
    <w:rsid w:val="00075B0E"/>
    <w:rsid w:val="00075C23"/>
    <w:rsid w:val="00075C89"/>
    <w:rsid w:val="00076484"/>
    <w:rsid w:val="000764FA"/>
    <w:rsid w:val="0007657C"/>
    <w:rsid w:val="000765FC"/>
    <w:rsid w:val="000766E5"/>
    <w:rsid w:val="000768DD"/>
    <w:rsid w:val="0007697C"/>
    <w:rsid w:val="000769B3"/>
    <w:rsid w:val="00076A81"/>
    <w:rsid w:val="00076B96"/>
    <w:rsid w:val="000773AD"/>
    <w:rsid w:val="000774D2"/>
    <w:rsid w:val="00077D38"/>
    <w:rsid w:val="00080055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2ABC"/>
    <w:rsid w:val="00082EA8"/>
    <w:rsid w:val="00083276"/>
    <w:rsid w:val="00083959"/>
    <w:rsid w:val="00083C14"/>
    <w:rsid w:val="00084AE4"/>
    <w:rsid w:val="00084B49"/>
    <w:rsid w:val="00084BCE"/>
    <w:rsid w:val="00085077"/>
    <w:rsid w:val="00085198"/>
    <w:rsid w:val="000851A5"/>
    <w:rsid w:val="00085A47"/>
    <w:rsid w:val="00085E36"/>
    <w:rsid w:val="00085FC0"/>
    <w:rsid w:val="0008634C"/>
    <w:rsid w:val="00086B37"/>
    <w:rsid w:val="00086E02"/>
    <w:rsid w:val="0008740C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2BA"/>
    <w:rsid w:val="000917AD"/>
    <w:rsid w:val="0009192B"/>
    <w:rsid w:val="000919E1"/>
    <w:rsid w:val="00091B49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872"/>
    <w:rsid w:val="00094DCF"/>
    <w:rsid w:val="00094EC4"/>
    <w:rsid w:val="000950AE"/>
    <w:rsid w:val="00095294"/>
    <w:rsid w:val="000954C2"/>
    <w:rsid w:val="0009584D"/>
    <w:rsid w:val="00095859"/>
    <w:rsid w:val="00095A61"/>
    <w:rsid w:val="00095AF2"/>
    <w:rsid w:val="00095B2D"/>
    <w:rsid w:val="00095EDD"/>
    <w:rsid w:val="00096991"/>
    <w:rsid w:val="00096A88"/>
    <w:rsid w:val="00096E03"/>
    <w:rsid w:val="00096F03"/>
    <w:rsid w:val="00097219"/>
    <w:rsid w:val="000973FD"/>
    <w:rsid w:val="0009759D"/>
    <w:rsid w:val="000977BE"/>
    <w:rsid w:val="00097D74"/>
    <w:rsid w:val="000A00DF"/>
    <w:rsid w:val="000A0322"/>
    <w:rsid w:val="000A03ED"/>
    <w:rsid w:val="000A0F2C"/>
    <w:rsid w:val="000A0F75"/>
    <w:rsid w:val="000A0F9C"/>
    <w:rsid w:val="000A1181"/>
    <w:rsid w:val="000A1202"/>
    <w:rsid w:val="000A14D2"/>
    <w:rsid w:val="000A1903"/>
    <w:rsid w:val="000A1F4B"/>
    <w:rsid w:val="000A21EF"/>
    <w:rsid w:val="000A248B"/>
    <w:rsid w:val="000A26BA"/>
    <w:rsid w:val="000A2C98"/>
    <w:rsid w:val="000A2E0E"/>
    <w:rsid w:val="000A2FBB"/>
    <w:rsid w:val="000A321C"/>
    <w:rsid w:val="000A348E"/>
    <w:rsid w:val="000A397C"/>
    <w:rsid w:val="000A39A0"/>
    <w:rsid w:val="000A3A7D"/>
    <w:rsid w:val="000A3AD8"/>
    <w:rsid w:val="000A3C2F"/>
    <w:rsid w:val="000A3C98"/>
    <w:rsid w:val="000A3CC5"/>
    <w:rsid w:val="000A3CF8"/>
    <w:rsid w:val="000A40FD"/>
    <w:rsid w:val="000A42D3"/>
    <w:rsid w:val="000A44D1"/>
    <w:rsid w:val="000A4840"/>
    <w:rsid w:val="000A4CCD"/>
    <w:rsid w:val="000A4F5B"/>
    <w:rsid w:val="000A551B"/>
    <w:rsid w:val="000A5743"/>
    <w:rsid w:val="000A5976"/>
    <w:rsid w:val="000A5EA4"/>
    <w:rsid w:val="000A6320"/>
    <w:rsid w:val="000A66FD"/>
    <w:rsid w:val="000A69B8"/>
    <w:rsid w:val="000A7597"/>
    <w:rsid w:val="000A79CB"/>
    <w:rsid w:val="000A7D6E"/>
    <w:rsid w:val="000B0192"/>
    <w:rsid w:val="000B1295"/>
    <w:rsid w:val="000B2080"/>
    <w:rsid w:val="000B2453"/>
    <w:rsid w:val="000B268D"/>
    <w:rsid w:val="000B2C26"/>
    <w:rsid w:val="000B2C33"/>
    <w:rsid w:val="000B3827"/>
    <w:rsid w:val="000B395E"/>
    <w:rsid w:val="000B3A06"/>
    <w:rsid w:val="000B4584"/>
    <w:rsid w:val="000B460D"/>
    <w:rsid w:val="000B477D"/>
    <w:rsid w:val="000B4990"/>
    <w:rsid w:val="000B4F05"/>
    <w:rsid w:val="000B536C"/>
    <w:rsid w:val="000B545B"/>
    <w:rsid w:val="000B548D"/>
    <w:rsid w:val="000B5510"/>
    <w:rsid w:val="000B5779"/>
    <w:rsid w:val="000B58CC"/>
    <w:rsid w:val="000B5DFC"/>
    <w:rsid w:val="000B5F14"/>
    <w:rsid w:val="000B67ED"/>
    <w:rsid w:val="000B6803"/>
    <w:rsid w:val="000B695F"/>
    <w:rsid w:val="000B6BA1"/>
    <w:rsid w:val="000B6D0C"/>
    <w:rsid w:val="000B720E"/>
    <w:rsid w:val="000B7365"/>
    <w:rsid w:val="000B79C5"/>
    <w:rsid w:val="000B7AC3"/>
    <w:rsid w:val="000B7AE5"/>
    <w:rsid w:val="000B7D02"/>
    <w:rsid w:val="000C021A"/>
    <w:rsid w:val="000C0258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12A"/>
    <w:rsid w:val="000C2204"/>
    <w:rsid w:val="000C2390"/>
    <w:rsid w:val="000C2AA3"/>
    <w:rsid w:val="000C2BA7"/>
    <w:rsid w:val="000C2CD6"/>
    <w:rsid w:val="000C2EF0"/>
    <w:rsid w:val="000C306B"/>
    <w:rsid w:val="000C33F6"/>
    <w:rsid w:val="000C346E"/>
    <w:rsid w:val="000C3492"/>
    <w:rsid w:val="000C3768"/>
    <w:rsid w:val="000C3779"/>
    <w:rsid w:val="000C38BC"/>
    <w:rsid w:val="000C3AA9"/>
    <w:rsid w:val="000C3BE3"/>
    <w:rsid w:val="000C3C6D"/>
    <w:rsid w:val="000C3D91"/>
    <w:rsid w:val="000C3DEA"/>
    <w:rsid w:val="000C3F0D"/>
    <w:rsid w:val="000C4036"/>
    <w:rsid w:val="000C41C8"/>
    <w:rsid w:val="000C422B"/>
    <w:rsid w:val="000C4785"/>
    <w:rsid w:val="000C4E55"/>
    <w:rsid w:val="000C4F84"/>
    <w:rsid w:val="000C5080"/>
    <w:rsid w:val="000C5125"/>
    <w:rsid w:val="000C58FE"/>
    <w:rsid w:val="000C5DEF"/>
    <w:rsid w:val="000C5E91"/>
    <w:rsid w:val="000C6162"/>
    <w:rsid w:val="000C6262"/>
    <w:rsid w:val="000C6A61"/>
    <w:rsid w:val="000C6B9E"/>
    <w:rsid w:val="000C6C41"/>
    <w:rsid w:val="000C7071"/>
    <w:rsid w:val="000C74C4"/>
    <w:rsid w:val="000C77E5"/>
    <w:rsid w:val="000C7CC6"/>
    <w:rsid w:val="000C7E8C"/>
    <w:rsid w:val="000D0169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5B2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D6"/>
    <w:rsid w:val="000D3AF2"/>
    <w:rsid w:val="000D3D14"/>
    <w:rsid w:val="000D4017"/>
    <w:rsid w:val="000D402E"/>
    <w:rsid w:val="000D4268"/>
    <w:rsid w:val="000D459D"/>
    <w:rsid w:val="000D4886"/>
    <w:rsid w:val="000D4C22"/>
    <w:rsid w:val="000D4E7E"/>
    <w:rsid w:val="000D4F9B"/>
    <w:rsid w:val="000D524B"/>
    <w:rsid w:val="000D5807"/>
    <w:rsid w:val="000D59D4"/>
    <w:rsid w:val="000D5B9A"/>
    <w:rsid w:val="000D5C8D"/>
    <w:rsid w:val="000D66A6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9BC"/>
    <w:rsid w:val="000E0E9F"/>
    <w:rsid w:val="000E0EC0"/>
    <w:rsid w:val="000E1D6A"/>
    <w:rsid w:val="000E1DF3"/>
    <w:rsid w:val="000E1FD4"/>
    <w:rsid w:val="000E21F7"/>
    <w:rsid w:val="000E235D"/>
    <w:rsid w:val="000E2484"/>
    <w:rsid w:val="000E27AF"/>
    <w:rsid w:val="000E28CA"/>
    <w:rsid w:val="000E2F1D"/>
    <w:rsid w:val="000E32B0"/>
    <w:rsid w:val="000E38F3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96C"/>
    <w:rsid w:val="000E7358"/>
    <w:rsid w:val="000E74A9"/>
    <w:rsid w:val="000E765D"/>
    <w:rsid w:val="000E7E80"/>
    <w:rsid w:val="000E7EA7"/>
    <w:rsid w:val="000E7FB3"/>
    <w:rsid w:val="000F0AE0"/>
    <w:rsid w:val="000F1359"/>
    <w:rsid w:val="000F1BEC"/>
    <w:rsid w:val="000F1F5D"/>
    <w:rsid w:val="000F2419"/>
    <w:rsid w:val="000F28CD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D1"/>
    <w:rsid w:val="000F47C5"/>
    <w:rsid w:val="000F4F27"/>
    <w:rsid w:val="000F51FB"/>
    <w:rsid w:val="000F580B"/>
    <w:rsid w:val="000F5A07"/>
    <w:rsid w:val="000F5D11"/>
    <w:rsid w:val="000F5D30"/>
    <w:rsid w:val="000F600E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0F7E36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233C"/>
    <w:rsid w:val="00102784"/>
    <w:rsid w:val="001029BD"/>
    <w:rsid w:val="001029F0"/>
    <w:rsid w:val="00102A09"/>
    <w:rsid w:val="00102A14"/>
    <w:rsid w:val="00102B35"/>
    <w:rsid w:val="001030D8"/>
    <w:rsid w:val="001046FD"/>
    <w:rsid w:val="00105060"/>
    <w:rsid w:val="0010529A"/>
    <w:rsid w:val="001052FE"/>
    <w:rsid w:val="001053B2"/>
    <w:rsid w:val="00105423"/>
    <w:rsid w:val="00105678"/>
    <w:rsid w:val="0010589C"/>
    <w:rsid w:val="00105AB3"/>
    <w:rsid w:val="00105B00"/>
    <w:rsid w:val="00105B2C"/>
    <w:rsid w:val="00105B60"/>
    <w:rsid w:val="00105DC6"/>
    <w:rsid w:val="00105F42"/>
    <w:rsid w:val="0010608E"/>
    <w:rsid w:val="00106232"/>
    <w:rsid w:val="00106305"/>
    <w:rsid w:val="001065BB"/>
    <w:rsid w:val="00106771"/>
    <w:rsid w:val="00106991"/>
    <w:rsid w:val="00106EF1"/>
    <w:rsid w:val="0010757A"/>
    <w:rsid w:val="00107752"/>
    <w:rsid w:val="00107883"/>
    <w:rsid w:val="00110161"/>
    <w:rsid w:val="00110335"/>
    <w:rsid w:val="00110A1C"/>
    <w:rsid w:val="00110F36"/>
    <w:rsid w:val="001117C5"/>
    <w:rsid w:val="0011208E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D52"/>
    <w:rsid w:val="0011642D"/>
    <w:rsid w:val="00116FF9"/>
    <w:rsid w:val="00117294"/>
    <w:rsid w:val="001173C8"/>
    <w:rsid w:val="00117800"/>
    <w:rsid w:val="00117A06"/>
    <w:rsid w:val="00117E05"/>
    <w:rsid w:val="0012030B"/>
    <w:rsid w:val="001209A7"/>
    <w:rsid w:val="00120DC6"/>
    <w:rsid w:val="001211F7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75C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9F7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186"/>
    <w:rsid w:val="00130137"/>
    <w:rsid w:val="001304A5"/>
    <w:rsid w:val="001305FC"/>
    <w:rsid w:val="00130A82"/>
    <w:rsid w:val="00130B5C"/>
    <w:rsid w:val="00130FE2"/>
    <w:rsid w:val="00131175"/>
    <w:rsid w:val="00131634"/>
    <w:rsid w:val="001316CF"/>
    <w:rsid w:val="00131DA9"/>
    <w:rsid w:val="00131E59"/>
    <w:rsid w:val="00132318"/>
    <w:rsid w:val="001323A6"/>
    <w:rsid w:val="0013242B"/>
    <w:rsid w:val="00132A4F"/>
    <w:rsid w:val="00132D0D"/>
    <w:rsid w:val="00132EB5"/>
    <w:rsid w:val="00132FEC"/>
    <w:rsid w:val="0013349B"/>
    <w:rsid w:val="00133C80"/>
    <w:rsid w:val="00133D09"/>
    <w:rsid w:val="00133FA6"/>
    <w:rsid w:val="00134119"/>
    <w:rsid w:val="0013415D"/>
    <w:rsid w:val="001344A0"/>
    <w:rsid w:val="0013462F"/>
    <w:rsid w:val="00134AF8"/>
    <w:rsid w:val="00134D47"/>
    <w:rsid w:val="00134E56"/>
    <w:rsid w:val="00135395"/>
    <w:rsid w:val="001354A3"/>
    <w:rsid w:val="00135A10"/>
    <w:rsid w:val="00135B65"/>
    <w:rsid w:val="00135C28"/>
    <w:rsid w:val="00135DE2"/>
    <w:rsid w:val="00135F60"/>
    <w:rsid w:val="00136AAF"/>
    <w:rsid w:val="00136ACF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781"/>
    <w:rsid w:val="00141E68"/>
    <w:rsid w:val="00142070"/>
    <w:rsid w:val="00142515"/>
    <w:rsid w:val="001428AE"/>
    <w:rsid w:val="00142AF2"/>
    <w:rsid w:val="00142B89"/>
    <w:rsid w:val="00142C73"/>
    <w:rsid w:val="001433E2"/>
    <w:rsid w:val="00143542"/>
    <w:rsid w:val="00143A6B"/>
    <w:rsid w:val="00143F32"/>
    <w:rsid w:val="0014410D"/>
    <w:rsid w:val="001442EB"/>
    <w:rsid w:val="0014488B"/>
    <w:rsid w:val="00144E52"/>
    <w:rsid w:val="00145058"/>
    <w:rsid w:val="001453F4"/>
    <w:rsid w:val="00145EAF"/>
    <w:rsid w:val="0014645C"/>
    <w:rsid w:val="0014649A"/>
    <w:rsid w:val="0014658A"/>
    <w:rsid w:val="00146723"/>
    <w:rsid w:val="00146C66"/>
    <w:rsid w:val="00146DF2"/>
    <w:rsid w:val="00146F3D"/>
    <w:rsid w:val="00147062"/>
    <w:rsid w:val="001471B6"/>
    <w:rsid w:val="001471C0"/>
    <w:rsid w:val="00147394"/>
    <w:rsid w:val="00147501"/>
    <w:rsid w:val="001479DC"/>
    <w:rsid w:val="00147B07"/>
    <w:rsid w:val="00147CCB"/>
    <w:rsid w:val="00147DB1"/>
    <w:rsid w:val="00150282"/>
    <w:rsid w:val="001508E9"/>
    <w:rsid w:val="00150ABB"/>
    <w:rsid w:val="0015125E"/>
    <w:rsid w:val="00151573"/>
    <w:rsid w:val="00151B07"/>
    <w:rsid w:val="00151DFB"/>
    <w:rsid w:val="00151EF3"/>
    <w:rsid w:val="00151F8B"/>
    <w:rsid w:val="00152559"/>
    <w:rsid w:val="00152941"/>
    <w:rsid w:val="001537A9"/>
    <w:rsid w:val="00153860"/>
    <w:rsid w:val="001543A0"/>
    <w:rsid w:val="001543A9"/>
    <w:rsid w:val="001544AE"/>
    <w:rsid w:val="00154955"/>
    <w:rsid w:val="00154BD6"/>
    <w:rsid w:val="00154CE9"/>
    <w:rsid w:val="0015562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8FF"/>
    <w:rsid w:val="00156F99"/>
    <w:rsid w:val="00157330"/>
    <w:rsid w:val="00157578"/>
    <w:rsid w:val="00157A2D"/>
    <w:rsid w:val="00157A7C"/>
    <w:rsid w:val="00157B6D"/>
    <w:rsid w:val="001602DF"/>
    <w:rsid w:val="00160547"/>
    <w:rsid w:val="00160557"/>
    <w:rsid w:val="001607B0"/>
    <w:rsid w:val="00160E8C"/>
    <w:rsid w:val="0016118A"/>
    <w:rsid w:val="0016149E"/>
    <w:rsid w:val="001614D2"/>
    <w:rsid w:val="001617A7"/>
    <w:rsid w:val="001617EA"/>
    <w:rsid w:val="0016185A"/>
    <w:rsid w:val="00161E82"/>
    <w:rsid w:val="00161F52"/>
    <w:rsid w:val="001623C6"/>
    <w:rsid w:val="001624BE"/>
    <w:rsid w:val="00162844"/>
    <w:rsid w:val="00162D6C"/>
    <w:rsid w:val="0016372B"/>
    <w:rsid w:val="00163B33"/>
    <w:rsid w:val="00163CF5"/>
    <w:rsid w:val="00163DEA"/>
    <w:rsid w:val="001642EC"/>
    <w:rsid w:val="00164336"/>
    <w:rsid w:val="001644B9"/>
    <w:rsid w:val="00164540"/>
    <w:rsid w:val="00164655"/>
    <w:rsid w:val="0016474C"/>
    <w:rsid w:val="0016487E"/>
    <w:rsid w:val="00164A44"/>
    <w:rsid w:val="00164AF8"/>
    <w:rsid w:val="00164E2F"/>
    <w:rsid w:val="001655DE"/>
    <w:rsid w:val="00165660"/>
    <w:rsid w:val="001656F8"/>
    <w:rsid w:val="001657EE"/>
    <w:rsid w:val="001658DD"/>
    <w:rsid w:val="00165C3F"/>
    <w:rsid w:val="00165E00"/>
    <w:rsid w:val="00166218"/>
    <w:rsid w:val="00166338"/>
    <w:rsid w:val="00166548"/>
    <w:rsid w:val="00166873"/>
    <w:rsid w:val="00166BEC"/>
    <w:rsid w:val="00166CB4"/>
    <w:rsid w:val="00167268"/>
    <w:rsid w:val="00167704"/>
    <w:rsid w:val="00167FB3"/>
    <w:rsid w:val="00170046"/>
    <w:rsid w:val="00170430"/>
    <w:rsid w:val="001704D4"/>
    <w:rsid w:val="00170812"/>
    <w:rsid w:val="00171000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8CA"/>
    <w:rsid w:val="00172ADD"/>
    <w:rsid w:val="00172C2D"/>
    <w:rsid w:val="00172D13"/>
    <w:rsid w:val="00172D88"/>
    <w:rsid w:val="001730F9"/>
    <w:rsid w:val="001735A7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E78"/>
    <w:rsid w:val="00175F35"/>
    <w:rsid w:val="00176352"/>
    <w:rsid w:val="00176498"/>
    <w:rsid w:val="0017671D"/>
    <w:rsid w:val="00176E81"/>
    <w:rsid w:val="00177245"/>
    <w:rsid w:val="00177377"/>
    <w:rsid w:val="0017785D"/>
    <w:rsid w:val="00177D3D"/>
    <w:rsid w:val="00177E63"/>
    <w:rsid w:val="00180730"/>
    <w:rsid w:val="001807C9"/>
    <w:rsid w:val="0018085D"/>
    <w:rsid w:val="001808B6"/>
    <w:rsid w:val="00180B3C"/>
    <w:rsid w:val="00180E7E"/>
    <w:rsid w:val="001812E2"/>
    <w:rsid w:val="00181F0F"/>
    <w:rsid w:val="001824B9"/>
    <w:rsid w:val="00182D60"/>
    <w:rsid w:val="00183409"/>
    <w:rsid w:val="00183414"/>
    <w:rsid w:val="0018356F"/>
    <w:rsid w:val="00183C36"/>
    <w:rsid w:val="0018404A"/>
    <w:rsid w:val="00184379"/>
    <w:rsid w:val="0018452E"/>
    <w:rsid w:val="0018498D"/>
    <w:rsid w:val="00184C15"/>
    <w:rsid w:val="00184D3B"/>
    <w:rsid w:val="00185255"/>
    <w:rsid w:val="0018570F"/>
    <w:rsid w:val="0018597E"/>
    <w:rsid w:val="00185DAC"/>
    <w:rsid w:val="00185F16"/>
    <w:rsid w:val="0018613F"/>
    <w:rsid w:val="001870E2"/>
    <w:rsid w:val="00187861"/>
    <w:rsid w:val="00187EDB"/>
    <w:rsid w:val="00190041"/>
    <w:rsid w:val="001900A5"/>
    <w:rsid w:val="00190164"/>
    <w:rsid w:val="00190AE5"/>
    <w:rsid w:val="00190BD2"/>
    <w:rsid w:val="00190F4C"/>
    <w:rsid w:val="00190FCE"/>
    <w:rsid w:val="0019122E"/>
    <w:rsid w:val="00191409"/>
    <w:rsid w:val="0019161C"/>
    <w:rsid w:val="00191ACE"/>
    <w:rsid w:val="00191B1F"/>
    <w:rsid w:val="00191B39"/>
    <w:rsid w:val="00191C15"/>
    <w:rsid w:val="00191C3A"/>
    <w:rsid w:val="00191E74"/>
    <w:rsid w:val="0019239D"/>
    <w:rsid w:val="001924B2"/>
    <w:rsid w:val="00192FC8"/>
    <w:rsid w:val="001933BB"/>
    <w:rsid w:val="00193628"/>
    <w:rsid w:val="001937F6"/>
    <w:rsid w:val="00193A8A"/>
    <w:rsid w:val="00194446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22E"/>
    <w:rsid w:val="001966C1"/>
    <w:rsid w:val="00196C80"/>
    <w:rsid w:val="00196DDD"/>
    <w:rsid w:val="00196DEC"/>
    <w:rsid w:val="00196ED9"/>
    <w:rsid w:val="00197385"/>
    <w:rsid w:val="00197852"/>
    <w:rsid w:val="00197CF0"/>
    <w:rsid w:val="001A062D"/>
    <w:rsid w:val="001A0C2B"/>
    <w:rsid w:val="001A0E5F"/>
    <w:rsid w:val="001A1849"/>
    <w:rsid w:val="001A190F"/>
    <w:rsid w:val="001A1AA7"/>
    <w:rsid w:val="001A1D26"/>
    <w:rsid w:val="001A2356"/>
    <w:rsid w:val="001A24CC"/>
    <w:rsid w:val="001A25CE"/>
    <w:rsid w:val="001A2EFC"/>
    <w:rsid w:val="001A310C"/>
    <w:rsid w:val="001A3829"/>
    <w:rsid w:val="001A398F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458"/>
    <w:rsid w:val="001A6B1D"/>
    <w:rsid w:val="001A6DD9"/>
    <w:rsid w:val="001A768E"/>
    <w:rsid w:val="001B001C"/>
    <w:rsid w:val="001B02A8"/>
    <w:rsid w:val="001B02F8"/>
    <w:rsid w:val="001B0309"/>
    <w:rsid w:val="001B0C8F"/>
    <w:rsid w:val="001B0F80"/>
    <w:rsid w:val="001B1C3F"/>
    <w:rsid w:val="001B2385"/>
    <w:rsid w:val="001B254A"/>
    <w:rsid w:val="001B254C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53"/>
    <w:rsid w:val="001B4005"/>
    <w:rsid w:val="001B41A9"/>
    <w:rsid w:val="001B423F"/>
    <w:rsid w:val="001B454A"/>
    <w:rsid w:val="001B455A"/>
    <w:rsid w:val="001B4863"/>
    <w:rsid w:val="001B48E8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6C1A"/>
    <w:rsid w:val="001B7121"/>
    <w:rsid w:val="001B71E8"/>
    <w:rsid w:val="001B725A"/>
    <w:rsid w:val="001B748B"/>
    <w:rsid w:val="001B7CBE"/>
    <w:rsid w:val="001C03CA"/>
    <w:rsid w:val="001C0AA3"/>
    <w:rsid w:val="001C1076"/>
    <w:rsid w:val="001C17CF"/>
    <w:rsid w:val="001C1981"/>
    <w:rsid w:val="001C1A01"/>
    <w:rsid w:val="001C27A1"/>
    <w:rsid w:val="001C29A7"/>
    <w:rsid w:val="001C2CFD"/>
    <w:rsid w:val="001C2DF1"/>
    <w:rsid w:val="001C2EB3"/>
    <w:rsid w:val="001C340F"/>
    <w:rsid w:val="001C3557"/>
    <w:rsid w:val="001C3821"/>
    <w:rsid w:val="001C383C"/>
    <w:rsid w:val="001C38F3"/>
    <w:rsid w:val="001C3C1E"/>
    <w:rsid w:val="001C3D5A"/>
    <w:rsid w:val="001C3EF8"/>
    <w:rsid w:val="001C3FCE"/>
    <w:rsid w:val="001C447D"/>
    <w:rsid w:val="001C4A24"/>
    <w:rsid w:val="001C4FA9"/>
    <w:rsid w:val="001C59D1"/>
    <w:rsid w:val="001C59E2"/>
    <w:rsid w:val="001C5B6C"/>
    <w:rsid w:val="001C5D02"/>
    <w:rsid w:val="001C5E12"/>
    <w:rsid w:val="001C61C7"/>
    <w:rsid w:val="001C61CB"/>
    <w:rsid w:val="001C629F"/>
    <w:rsid w:val="001C6455"/>
    <w:rsid w:val="001C657E"/>
    <w:rsid w:val="001C70AD"/>
    <w:rsid w:val="001C75E4"/>
    <w:rsid w:val="001C7658"/>
    <w:rsid w:val="001C77B7"/>
    <w:rsid w:val="001D003B"/>
    <w:rsid w:val="001D01CB"/>
    <w:rsid w:val="001D0C60"/>
    <w:rsid w:val="001D0D96"/>
    <w:rsid w:val="001D0E6A"/>
    <w:rsid w:val="001D1006"/>
    <w:rsid w:val="001D1F9C"/>
    <w:rsid w:val="001D21D1"/>
    <w:rsid w:val="001D2694"/>
    <w:rsid w:val="001D35D5"/>
    <w:rsid w:val="001D3A75"/>
    <w:rsid w:val="001D443F"/>
    <w:rsid w:val="001D4604"/>
    <w:rsid w:val="001D4790"/>
    <w:rsid w:val="001D51CB"/>
    <w:rsid w:val="001D545F"/>
    <w:rsid w:val="001D5736"/>
    <w:rsid w:val="001D5CEB"/>
    <w:rsid w:val="001D61BB"/>
    <w:rsid w:val="001D683C"/>
    <w:rsid w:val="001D6B71"/>
    <w:rsid w:val="001D7319"/>
    <w:rsid w:val="001D7684"/>
    <w:rsid w:val="001D7C6F"/>
    <w:rsid w:val="001E045E"/>
    <w:rsid w:val="001E0621"/>
    <w:rsid w:val="001E0982"/>
    <w:rsid w:val="001E0BFE"/>
    <w:rsid w:val="001E1095"/>
    <w:rsid w:val="001E11A5"/>
    <w:rsid w:val="001E1586"/>
    <w:rsid w:val="001E20BC"/>
    <w:rsid w:val="001E22EE"/>
    <w:rsid w:val="001E262E"/>
    <w:rsid w:val="001E2842"/>
    <w:rsid w:val="001E32F5"/>
    <w:rsid w:val="001E360F"/>
    <w:rsid w:val="001E36B9"/>
    <w:rsid w:val="001E3885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37"/>
    <w:rsid w:val="001E5EFA"/>
    <w:rsid w:val="001E61DB"/>
    <w:rsid w:val="001E6549"/>
    <w:rsid w:val="001E6767"/>
    <w:rsid w:val="001E76ED"/>
    <w:rsid w:val="001E7751"/>
    <w:rsid w:val="001E7832"/>
    <w:rsid w:val="001E7B89"/>
    <w:rsid w:val="001F0000"/>
    <w:rsid w:val="001F02B4"/>
    <w:rsid w:val="001F03CB"/>
    <w:rsid w:val="001F0F09"/>
    <w:rsid w:val="001F1341"/>
    <w:rsid w:val="001F16E3"/>
    <w:rsid w:val="001F1726"/>
    <w:rsid w:val="001F1784"/>
    <w:rsid w:val="001F1854"/>
    <w:rsid w:val="001F1988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570"/>
    <w:rsid w:val="001F3C53"/>
    <w:rsid w:val="001F3CD2"/>
    <w:rsid w:val="001F3F76"/>
    <w:rsid w:val="001F4001"/>
    <w:rsid w:val="001F4302"/>
    <w:rsid w:val="001F4597"/>
    <w:rsid w:val="001F4831"/>
    <w:rsid w:val="001F484C"/>
    <w:rsid w:val="001F4BBE"/>
    <w:rsid w:val="001F4E85"/>
    <w:rsid w:val="001F5116"/>
    <w:rsid w:val="001F5309"/>
    <w:rsid w:val="001F5480"/>
    <w:rsid w:val="001F5490"/>
    <w:rsid w:val="001F5597"/>
    <w:rsid w:val="001F563B"/>
    <w:rsid w:val="001F57A5"/>
    <w:rsid w:val="001F5A72"/>
    <w:rsid w:val="001F5C2D"/>
    <w:rsid w:val="001F5F3B"/>
    <w:rsid w:val="001F5FC4"/>
    <w:rsid w:val="001F5FF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E93"/>
    <w:rsid w:val="002000B7"/>
    <w:rsid w:val="002012A3"/>
    <w:rsid w:val="00202194"/>
    <w:rsid w:val="00202345"/>
    <w:rsid w:val="002026A8"/>
    <w:rsid w:val="002027BD"/>
    <w:rsid w:val="00202F4D"/>
    <w:rsid w:val="00203050"/>
    <w:rsid w:val="0020319A"/>
    <w:rsid w:val="00203397"/>
    <w:rsid w:val="00203EBB"/>
    <w:rsid w:val="002049F8"/>
    <w:rsid w:val="00204A66"/>
    <w:rsid w:val="0020514B"/>
    <w:rsid w:val="00205425"/>
    <w:rsid w:val="0020568E"/>
    <w:rsid w:val="002056EE"/>
    <w:rsid w:val="00205983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A7D"/>
    <w:rsid w:val="00207B0A"/>
    <w:rsid w:val="00207F6E"/>
    <w:rsid w:val="00210463"/>
    <w:rsid w:val="0021090B"/>
    <w:rsid w:val="00210DBF"/>
    <w:rsid w:val="00210DF9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4EC0"/>
    <w:rsid w:val="002152E0"/>
    <w:rsid w:val="0021589F"/>
    <w:rsid w:val="002158AC"/>
    <w:rsid w:val="00215998"/>
    <w:rsid w:val="00215B23"/>
    <w:rsid w:val="00215FA7"/>
    <w:rsid w:val="002161FB"/>
    <w:rsid w:val="0021693F"/>
    <w:rsid w:val="00216C4A"/>
    <w:rsid w:val="002175BD"/>
    <w:rsid w:val="0021791F"/>
    <w:rsid w:val="0022033A"/>
    <w:rsid w:val="00220384"/>
    <w:rsid w:val="002203E7"/>
    <w:rsid w:val="0022067D"/>
    <w:rsid w:val="002209A5"/>
    <w:rsid w:val="00220EE1"/>
    <w:rsid w:val="00221400"/>
    <w:rsid w:val="00221812"/>
    <w:rsid w:val="0022198A"/>
    <w:rsid w:val="00221D4C"/>
    <w:rsid w:val="0022241C"/>
    <w:rsid w:val="00222460"/>
    <w:rsid w:val="00222537"/>
    <w:rsid w:val="00222599"/>
    <w:rsid w:val="002225D7"/>
    <w:rsid w:val="0022262C"/>
    <w:rsid w:val="002226BD"/>
    <w:rsid w:val="00222904"/>
    <w:rsid w:val="00222A93"/>
    <w:rsid w:val="00222CF3"/>
    <w:rsid w:val="00222F6F"/>
    <w:rsid w:val="00222F96"/>
    <w:rsid w:val="002231D4"/>
    <w:rsid w:val="002233D0"/>
    <w:rsid w:val="0022358B"/>
    <w:rsid w:val="00223859"/>
    <w:rsid w:val="00223E5C"/>
    <w:rsid w:val="00223FE8"/>
    <w:rsid w:val="0022426B"/>
    <w:rsid w:val="00224384"/>
    <w:rsid w:val="002248ED"/>
    <w:rsid w:val="00224AAB"/>
    <w:rsid w:val="00225148"/>
    <w:rsid w:val="00225286"/>
    <w:rsid w:val="002259E0"/>
    <w:rsid w:val="0022667D"/>
    <w:rsid w:val="00226D2B"/>
    <w:rsid w:val="00226D7C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D53"/>
    <w:rsid w:val="002326E6"/>
    <w:rsid w:val="00232AEA"/>
    <w:rsid w:val="00232E05"/>
    <w:rsid w:val="00233050"/>
    <w:rsid w:val="0023426A"/>
    <w:rsid w:val="00234672"/>
    <w:rsid w:val="002346BC"/>
    <w:rsid w:val="0023483E"/>
    <w:rsid w:val="00234ABA"/>
    <w:rsid w:val="00234CD1"/>
    <w:rsid w:val="0023578D"/>
    <w:rsid w:val="002357BF"/>
    <w:rsid w:val="002357D9"/>
    <w:rsid w:val="00235F64"/>
    <w:rsid w:val="00236057"/>
    <w:rsid w:val="00236295"/>
    <w:rsid w:val="00236643"/>
    <w:rsid w:val="00236D16"/>
    <w:rsid w:val="00237145"/>
    <w:rsid w:val="00237198"/>
    <w:rsid w:val="002377C7"/>
    <w:rsid w:val="00237EB3"/>
    <w:rsid w:val="0024062A"/>
    <w:rsid w:val="002409D1"/>
    <w:rsid w:val="00240B25"/>
    <w:rsid w:val="00240E83"/>
    <w:rsid w:val="00240F3A"/>
    <w:rsid w:val="00240FAC"/>
    <w:rsid w:val="00241100"/>
    <w:rsid w:val="00241460"/>
    <w:rsid w:val="0024156A"/>
    <w:rsid w:val="002416E0"/>
    <w:rsid w:val="00241710"/>
    <w:rsid w:val="0024173E"/>
    <w:rsid w:val="00241755"/>
    <w:rsid w:val="00241DE0"/>
    <w:rsid w:val="002421EC"/>
    <w:rsid w:val="0024225F"/>
    <w:rsid w:val="0024253D"/>
    <w:rsid w:val="00242D68"/>
    <w:rsid w:val="00242FB3"/>
    <w:rsid w:val="002431FC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53"/>
    <w:rsid w:val="0024513F"/>
    <w:rsid w:val="002451A5"/>
    <w:rsid w:val="00245237"/>
    <w:rsid w:val="00245497"/>
    <w:rsid w:val="0024554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50573"/>
    <w:rsid w:val="00250597"/>
    <w:rsid w:val="00250FCB"/>
    <w:rsid w:val="002510E9"/>
    <w:rsid w:val="002511DF"/>
    <w:rsid w:val="00251A63"/>
    <w:rsid w:val="00251AB4"/>
    <w:rsid w:val="00251F15"/>
    <w:rsid w:val="00251F71"/>
    <w:rsid w:val="00251FE6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80D"/>
    <w:rsid w:val="002549D0"/>
    <w:rsid w:val="00254D39"/>
    <w:rsid w:val="00254F7F"/>
    <w:rsid w:val="00255364"/>
    <w:rsid w:val="00255909"/>
    <w:rsid w:val="00255A26"/>
    <w:rsid w:val="002563B8"/>
    <w:rsid w:val="0025645E"/>
    <w:rsid w:val="00256ADD"/>
    <w:rsid w:val="00256D59"/>
    <w:rsid w:val="0025733F"/>
    <w:rsid w:val="002576AE"/>
    <w:rsid w:val="002576D4"/>
    <w:rsid w:val="002579FE"/>
    <w:rsid w:val="0026016E"/>
    <w:rsid w:val="002604AD"/>
    <w:rsid w:val="0026058C"/>
    <w:rsid w:val="002605A9"/>
    <w:rsid w:val="002608E9"/>
    <w:rsid w:val="00260BF0"/>
    <w:rsid w:val="00261F66"/>
    <w:rsid w:val="0026268F"/>
    <w:rsid w:val="00262AAF"/>
    <w:rsid w:val="00262DD7"/>
    <w:rsid w:val="002631D8"/>
    <w:rsid w:val="002638B4"/>
    <w:rsid w:val="00263C48"/>
    <w:rsid w:val="00263E59"/>
    <w:rsid w:val="00263F46"/>
    <w:rsid w:val="00264458"/>
    <w:rsid w:val="00264549"/>
    <w:rsid w:val="00264DCF"/>
    <w:rsid w:val="002650E6"/>
    <w:rsid w:val="00265301"/>
    <w:rsid w:val="00265422"/>
    <w:rsid w:val="002654ED"/>
    <w:rsid w:val="00265B0A"/>
    <w:rsid w:val="00266081"/>
    <w:rsid w:val="002668D7"/>
    <w:rsid w:val="0026693A"/>
    <w:rsid w:val="00266AF7"/>
    <w:rsid w:val="00266E19"/>
    <w:rsid w:val="0026774A"/>
    <w:rsid w:val="002677F1"/>
    <w:rsid w:val="002679B0"/>
    <w:rsid w:val="00267F05"/>
    <w:rsid w:val="002700CB"/>
    <w:rsid w:val="002701CF"/>
    <w:rsid w:val="002701E3"/>
    <w:rsid w:val="0027046F"/>
    <w:rsid w:val="002708FC"/>
    <w:rsid w:val="00270F6F"/>
    <w:rsid w:val="00270FC5"/>
    <w:rsid w:val="002710BE"/>
    <w:rsid w:val="002713B1"/>
    <w:rsid w:val="0027148A"/>
    <w:rsid w:val="002716E9"/>
    <w:rsid w:val="00271BA2"/>
    <w:rsid w:val="00271E5A"/>
    <w:rsid w:val="002729BD"/>
    <w:rsid w:val="00272F24"/>
    <w:rsid w:val="00273734"/>
    <w:rsid w:val="0027389F"/>
    <w:rsid w:val="0027390D"/>
    <w:rsid w:val="00274128"/>
    <w:rsid w:val="00274213"/>
    <w:rsid w:val="0027422B"/>
    <w:rsid w:val="00274238"/>
    <w:rsid w:val="0027439C"/>
    <w:rsid w:val="00274987"/>
    <w:rsid w:val="002749A9"/>
    <w:rsid w:val="002752A0"/>
    <w:rsid w:val="002753C3"/>
    <w:rsid w:val="002759DC"/>
    <w:rsid w:val="0027651D"/>
    <w:rsid w:val="00276A0B"/>
    <w:rsid w:val="00276A2F"/>
    <w:rsid w:val="00276F98"/>
    <w:rsid w:val="0027722A"/>
    <w:rsid w:val="002772DE"/>
    <w:rsid w:val="00277AC5"/>
    <w:rsid w:val="00277D84"/>
    <w:rsid w:val="00277EB8"/>
    <w:rsid w:val="00277F38"/>
    <w:rsid w:val="00280155"/>
    <w:rsid w:val="002803A4"/>
    <w:rsid w:val="002805E6"/>
    <w:rsid w:val="00280606"/>
    <w:rsid w:val="00280966"/>
    <w:rsid w:val="00280A81"/>
    <w:rsid w:val="00280EB2"/>
    <w:rsid w:val="002813DD"/>
    <w:rsid w:val="0028160F"/>
    <w:rsid w:val="00281B1E"/>
    <w:rsid w:val="00281B82"/>
    <w:rsid w:val="002822CB"/>
    <w:rsid w:val="00282347"/>
    <w:rsid w:val="00282A56"/>
    <w:rsid w:val="0028316D"/>
    <w:rsid w:val="002835B5"/>
    <w:rsid w:val="002838AF"/>
    <w:rsid w:val="00283921"/>
    <w:rsid w:val="00283BAF"/>
    <w:rsid w:val="00283EAA"/>
    <w:rsid w:val="002842E8"/>
    <w:rsid w:val="00284541"/>
    <w:rsid w:val="00284656"/>
    <w:rsid w:val="0028476F"/>
    <w:rsid w:val="00284781"/>
    <w:rsid w:val="00284A57"/>
    <w:rsid w:val="00284BBC"/>
    <w:rsid w:val="00284D48"/>
    <w:rsid w:val="00284DA6"/>
    <w:rsid w:val="00285325"/>
    <w:rsid w:val="0028541F"/>
    <w:rsid w:val="002855B1"/>
    <w:rsid w:val="0028579C"/>
    <w:rsid w:val="002862CF"/>
    <w:rsid w:val="0028660E"/>
    <w:rsid w:val="00286AF6"/>
    <w:rsid w:val="00286C7C"/>
    <w:rsid w:val="00286F38"/>
    <w:rsid w:val="00287287"/>
    <w:rsid w:val="002872AD"/>
    <w:rsid w:val="0028750A"/>
    <w:rsid w:val="0028756D"/>
    <w:rsid w:val="00287649"/>
    <w:rsid w:val="002879C9"/>
    <w:rsid w:val="00287F18"/>
    <w:rsid w:val="00290113"/>
    <w:rsid w:val="00290340"/>
    <w:rsid w:val="002903A5"/>
    <w:rsid w:val="00290564"/>
    <w:rsid w:val="00290B53"/>
    <w:rsid w:val="002911E7"/>
    <w:rsid w:val="00291325"/>
    <w:rsid w:val="0029150F"/>
    <w:rsid w:val="0029164C"/>
    <w:rsid w:val="0029190F"/>
    <w:rsid w:val="00291AC4"/>
    <w:rsid w:val="00291B58"/>
    <w:rsid w:val="0029202D"/>
    <w:rsid w:val="002922E6"/>
    <w:rsid w:val="00292363"/>
    <w:rsid w:val="00292824"/>
    <w:rsid w:val="00292B5A"/>
    <w:rsid w:val="00292F50"/>
    <w:rsid w:val="002930E5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52F5"/>
    <w:rsid w:val="0029545E"/>
    <w:rsid w:val="0029575F"/>
    <w:rsid w:val="0029582F"/>
    <w:rsid w:val="00295A22"/>
    <w:rsid w:val="00295A89"/>
    <w:rsid w:val="00295FFD"/>
    <w:rsid w:val="0029671F"/>
    <w:rsid w:val="0029692C"/>
    <w:rsid w:val="00297171"/>
    <w:rsid w:val="0029747A"/>
    <w:rsid w:val="002974D6"/>
    <w:rsid w:val="00297614"/>
    <w:rsid w:val="002976FD"/>
    <w:rsid w:val="00297701"/>
    <w:rsid w:val="002A01BF"/>
    <w:rsid w:val="002A03D0"/>
    <w:rsid w:val="002A0BE2"/>
    <w:rsid w:val="002A0EC1"/>
    <w:rsid w:val="002A135D"/>
    <w:rsid w:val="002A141C"/>
    <w:rsid w:val="002A15A3"/>
    <w:rsid w:val="002A167F"/>
    <w:rsid w:val="002A1719"/>
    <w:rsid w:val="002A1815"/>
    <w:rsid w:val="002A19BC"/>
    <w:rsid w:val="002A1FC5"/>
    <w:rsid w:val="002A216E"/>
    <w:rsid w:val="002A21C0"/>
    <w:rsid w:val="002A24C1"/>
    <w:rsid w:val="002A269A"/>
    <w:rsid w:val="002A26C4"/>
    <w:rsid w:val="002A27AB"/>
    <w:rsid w:val="002A2955"/>
    <w:rsid w:val="002A2AE0"/>
    <w:rsid w:val="002A2C90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8B8"/>
    <w:rsid w:val="002A5932"/>
    <w:rsid w:val="002A5F01"/>
    <w:rsid w:val="002A6076"/>
    <w:rsid w:val="002A67C0"/>
    <w:rsid w:val="002A688D"/>
    <w:rsid w:val="002A6D7B"/>
    <w:rsid w:val="002A6DC2"/>
    <w:rsid w:val="002A6DCB"/>
    <w:rsid w:val="002A7320"/>
    <w:rsid w:val="002A799E"/>
    <w:rsid w:val="002A7E20"/>
    <w:rsid w:val="002B019B"/>
    <w:rsid w:val="002B02A1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2FFF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BF0"/>
    <w:rsid w:val="002B4E94"/>
    <w:rsid w:val="002B517F"/>
    <w:rsid w:val="002B51A8"/>
    <w:rsid w:val="002B53CD"/>
    <w:rsid w:val="002B5A00"/>
    <w:rsid w:val="002B5A48"/>
    <w:rsid w:val="002B60BA"/>
    <w:rsid w:val="002B60F1"/>
    <w:rsid w:val="002B6407"/>
    <w:rsid w:val="002B64F2"/>
    <w:rsid w:val="002B69A4"/>
    <w:rsid w:val="002B754D"/>
    <w:rsid w:val="002B7BD7"/>
    <w:rsid w:val="002B7E7D"/>
    <w:rsid w:val="002B7FB1"/>
    <w:rsid w:val="002C004B"/>
    <w:rsid w:val="002C0384"/>
    <w:rsid w:val="002C03AD"/>
    <w:rsid w:val="002C07A3"/>
    <w:rsid w:val="002C123B"/>
    <w:rsid w:val="002C156E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934"/>
    <w:rsid w:val="002C2D03"/>
    <w:rsid w:val="002C2D60"/>
    <w:rsid w:val="002C2F6F"/>
    <w:rsid w:val="002C3248"/>
    <w:rsid w:val="002C368D"/>
    <w:rsid w:val="002C3A2E"/>
    <w:rsid w:val="002C40AC"/>
    <w:rsid w:val="002C41CF"/>
    <w:rsid w:val="002C43A9"/>
    <w:rsid w:val="002C477F"/>
    <w:rsid w:val="002C483F"/>
    <w:rsid w:val="002C534B"/>
    <w:rsid w:val="002C5880"/>
    <w:rsid w:val="002C60AD"/>
    <w:rsid w:val="002C626B"/>
    <w:rsid w:val="002C692E"/>
    <w:rsid w:val="002C69C2"/>
    <w:rsid w:val="002C6F21"/>
    <w:rsid w:val="002C71E7"/>
    <w:rsid w:val="002C7354"/>
    <w:rsid w:val="002C7802"/>
    <w:rsid w:val="002D040F"/>
    <w:rsid w:val="002D05BF"/>
    <w:rsid w:val="002D09E8"/>
    <w:rsid w:val="002D0A55"/>
    <w:rsid w:val="002D137C"/>
    <w:rsid w:val="002D162A"/>
    <w:rsid w:val="002D1B49"/>
    <w:rsid w:val="002D1BA0"/>
    <w:rsid w:val="002D1E29"/>
    <w:rsid w:val="002D1E31"/>
    <w:rsid w:val="002D2046"/>
    <w:rsid w:val="002D221F"/>
    <w:rsid w:val="002D2306"/>
    <w:rsid w:val="002D2977"/>
    <w:rsid w:val="002D299A"/>
    <w:rsid w:val="002D2B13"/>
    <w:rsid w:val="002D2D89"/>
    <w:rsid w:val="002D2EB1"/>
    <w:rsid w:val="002D327B"/>
    <w:rsid w:val="002D36F0"/>
    <w:rsid w:val="002D3BE2"/>
    <w:rsid w:val="002D3C58"/>
    <w:rsid w:val="002D3CAF"/>
    <w:rsid w:val="002D3DBA"/>
    <w:rsid w:val="002D41AC"/>
    <w:rsid w:val="002D43FD"/>
    <w:rsid w:val="002D45A3"/>
    <w:rsid w:val="002D4E50"/>
    <w:rsid w:val="002D53CF"/>
    <w:rsid w:val="002D540B"/>
    <w:rsid w:val="002D545A"/>
    <w:rsid w:val="002D58C0"/>
    <w:rsid w:val="002D5C11"/>
    <w:rsid w:val="002D5C8E"/>
    <w:rsid w:val="002D5E70"/>
    <w:rsid w:val="002D6333"/>
    <w:rsid w:val="002D6404"/>
    <w:rsid w:val="002D6489"/>
    <w:rsid w:val="002D6868"/>
    <w:rsid w:val="002D6E21"/>
    <w:rsid w:val="002D6E57"/>
    <w:rsid w:val="002D7022"/>
    <w:rsid w:val="002D702A"/>
    <w:rsid w:val="002D71AF"/>
    <w:rsid w:val="002D730C"/>
    <w:rsid w:val="002D79DD"/>
    <w:rsid w:val="002D7B6F"/>
    <w:rsid w:val="002D7CCF"/>
    <w:rsid w:val="002D7D5D"/>
    <w:rsid w:val="002D7FD4"/>
    <w:rsid w:val="002E003D"/>
    <w:rsid w:val="002E0F52"/>
    <w:rsid w:val="002E16C5"/>
    <w:rsid w:val="002E19FB"/>
    <w:rsid w:val="002E1C88"/>
    <w:rsid w:val="002E1EE6"/>
    <w:rsid w:val="002E224E"/>
    <w:rsid w:val="002E2348"/>
    <w:rsid w:val="002E2502"/>
    <w:rsid w:val="002E26AC"/>
    <w:rsid w:val="002E2808"/>
    <w:rsid w:val="002E291F"/>
    <w:rsid w:val="002E2A8B"/>
    <w:rsid w:val="002E2C6F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C79"/>
    <w:rsid w:val="002E4E8E"/>
    <w:rsid w:val="002E50D3"/>
    <w:rsid w:val="002E56EC"/>
    <w:rsid w:val="002E58C8"/>
    <w:rsid w:val="002E5BBB"/>
    <w:rsid w:val="002E5C9F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E7F02"/>
    <w:rsid w:val="002F00DB"/>
    <w:rsid w:val="002F0384"/>
    <w:rsid w:val="002F044A"/>
    <w:rsid w:val="002F051C"/>
    <w:rsid w:val="002F0613"/>
    <w:rsid w:val="002F0A47"/>
    <w:rsid w:val="002F0FB3"/>
    <w:rsid w:val="002F15B2"/>
    <w:rsid w:val="002F1922"/>
    <w:rsid w:val="002F2292"/>
    <w:rsid w:val="002F25E6"/>
    <w:rsid w:val="002F2F02"/>
    <w:rsid w:val="002F3B6D"/>
    <w:rsid w:val="002F3B9A"/>
    <w:rsid w:val="002F4213"/>
    <w:rsid w:val="002F4335"/>
    <w:rsid w:val="002F4466"/>
    <w:rsid w:val="002F47C0"/>
    <w:rsid w:val="002F4A50"/>
    <w:rsid w:val="002F4CC7"/>
    <w:rsid w:val="002F4E4D"/>
    <w:rsid w:val="002F4ECF"/>
    <w:rsid w:val="002F5301"/>
    <w:rsid w:val="002F551D"/>
    <w:rsid w:val="002F5613"/>
    <w:rsid w:val="002F5B52"/>
    <w:rsid w:val="002F5E82"/>
    <w:rsid w:val="002F616F"/>
    <w:rsid w:val="002F654A"/>
    <w:rsid w:val="002F680B"/>
    <w:rsid w:val="002F6949"/>
    <w:rsid w:val="002F6C0B"/>
    <w:rsid w:val="002F6D8F"/>
    <w:rsid w:val="002F7392"/>
    <w:rsid w:val="002F746B"/>
    <w:rsid w:val="002F76AE"/>
    <w:rsid w:val="002F77E8"/>
    <w:rsid w:val="002F7BEA"/>
    <w:rsid w:val="00300185"/>
    <w:rsid w:val="003002B8"/>
    <w:rsid w:val="003005BA"/>
    <w:rsid w:val="003005EE"/>
    <w:rsid w:val="00300698"/>
    <w:rsid w:val="00300A18"/>
    <w:rsid w:val="00300BA6"/>
    <w:rsid w:val="00301274"/>
    <w:rsid w:val="003012C1"/>
    <w:rsid w:val="00301750"/>
    <w:rsid w:val="00301979"/>
    <w:rsid w:val="00301AF6"/>
    <w:rsid w:val="00301D0A"/>
    <w:rsid w:val="00301FFD"/>
    <w:rsid w:val="00302356"/>
    <w:rsid w:val="003025B4"/>
    <w:rsid w:val="003029D7"/>
    <w:rsid w:val="00302DAF"/>
    <w:rsid w:val="00303D1A"/>
    <w:rsid w:val="00303E7C"/>
    <w:rsid w:val="00303F96"/>
    <w:rsid w:val="0030417A"/>
    <w:rsid w:val="00304290"/>
    <w:rsid w:val="00304B9E"/>
    <w:rsid w:val="00304D45"/>
    <w:rsid w:val="003053E3"/>
    <w:rsid w:val="0030556D"/>
    <w:rsid w:val="00305635"/>
    <w:rsid w:val="0030566F"/>
    <w:rsid w:val="00305857"/>
    <w:rsid w:val="003059EF"/>
    <w:rsid w:val="003062A4"/>
    <w:rsid w:val="00306786"/>
    <w:rsid w:val="00306A42"/>
    <w:rsid w:val="00306B43"/>
    <w:rsid w:val="003072A3"/>
    <w:rsid w:val="00307561"/>
    <w:rsid w:val="003076F5"/>
    <w:rsid w:val="003077CB"/>
    <w:rsid w:val="00307A72"/>
    <w:rsid w:val="00307DAA"/>
    <w:rsid w:val="00307DFF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AFC"/>
    <w:rsid w:val="00312333"/>
    <w:rsid w:val="003124EC"/>
    <w:rsid w:val="003129E9"/>
    <w:rsid w:val="00312D10"/>
    <w:rsid w:val="003131FD"/>
    <w:rsid w:val="0031324B"/>
    <w:rsid w:val="003134F4"/>
    <w:rsid w:val="00313DEB"/>
    <w:rsid w:val="00313EA7"/>
    <w:rsid w:val="00314645"/>
    <w:rsid w:val="003146E4"/>
    <w:rsid w:val="00314BF4"/>
    <w:rsid w:val="00314C95"/>
    <w:rsid w:val="003151D7"/>
    <w:rsid w:val="00315248"/>
    <w:rsid w:val="0031535F"/>
    <w:rsid w:val="0031545C"/>
    <w:rsid w:val="0031555D"/>
    <w:rsid w:val="00315D41"/>
    <w:rsid w:val="00315E62"/>
    <w:rsid w:val="003160DB"/>
    <w:rsid w:val="0031619D"/>
    <w:rsid w:val="00316231"/>
    <w:rsid w:val="00316BD4"/>
    <w:rsid w:val="00317551"/>
    <w:rsid w:val="00317EA3"/>
    <w:rsid w:val="0032065B"/>
    <w:rsid w:val="0032092F"/>
    <w:rsid w:val="00320B71"/>
    <w:rsid w:val="00320B8B"/>
    <w:rsid w:val="00320F46"/>
    <w:rsid w:val="00320F68"/>
    <w:rsid w:val="00321131"/>
    <w:rsid w:val="0032148B"/>
    <w:rsid w:val="00321858"/>
    <w:rsid w:val="00321E05"/>
    <w:rsid w:val="00321FDF"/>
    <w:rsid w:val="00322202"/>
    <w:rsid w:val="003223B4"/>
    <w:rsid w:val="003226F1"/>
    <w:rsid w:val="0032280E"/>
    <w:rsid w:val="00322A79"/>
    <w:rsid w:val="00322D98"/>
    <w:rsid w:val="00322DBB"/>
    <w:rsid w:val="0032305E"/>
    <w:rsid w:val="00323309"/>
    <w:rsid w:val="00323C1E"/>
    <w:rsid w:val="00323C2C"/>
    <w:rsid w:val="00323CC2"/>
    <w:rsid w:val="00324910"/>
    <w:rsid w:val="0032494D"/>
    <w:rsid w:val="00324BBA"/>
    <w:rsid w:val="00324BEA"/>
    <w:rsid w:val="00325074"/>
    <w:rsid w:val="003251AD"/>
    <w:rsid w:val="003253B5"/>
    <w:rsid w:val="00325651"/>
    <w:rsid w:val="00325879"/>
    <w:rsid w:val="00325A22"/>
    <w:rsid w:val="00325B80"/>
    <w:rsid w:val="0032641E"/>
    <w:rsid w:val="00326456"/>
    <w:rsid w:val="00326C10"/>
    <w:rsid w:val="00326D6C"/>
    <w:rsid w:val="00327035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344"/>
    <w:rsid w:val="0033159E"/>
    <w:rsid w:val="00331B28"/>
    <w:rsid w:val="0033200B"/>
    <w:rsid w:val="003320E9"/>
    <w:rsid w:val="00332149"/>
    <w:rsid w:val="003321D1"/>
    <w:rsid w:val="003339FB"/>
    <w:rsid w:val="0033443F"/>
    <w:rsid w:val="003345A1"/>
    <w:rsid w:val="00334902"/>
    <w:rsid w:val="00335186"/>
    <w:rsid w:val="00335C80"/>
    <w:rsid w:val="00335CE6"/>
    <w:rsid w:val="00335D83"/>
    <w:rsid w:val="00336305"/>
    <w:rsid w:val="00336504"/>
    <w:rsid w:val="003368C3"/>
    <w:rsid w:val="003369A2"/>
    <w:rsid w:val="003369A4"/>
    <w:rsid w:val="003369CA"/>
    <w:rsid w:val="003370DB"/>
    <w:rsid w:val="00337395"/>
    <w:rsid w:val="003374CE"/>
    <w:rsid w:val="0033750F"/>
    <w:rsid w:val="00337648"/>
    <w:rsid w:val="00337818"/>
    <w:rsid w:val="003378FF"/>
    <w:rsid w:val="00337D76"/>
    <w:rsid w:val="0034025D"/>
    <w:rsid w:val="003406BB"/>
    <w:rsid w:val="00340851"/>
    <w:rsid w:val="0034087C"/>
    <w:rsid w:val="00340F95"/>
    <w:rsid w:val="003410B9"/>
    <w:rsid w:val="0034120F"/>
    <w:rsid w:val="003415F5"/>
    <w:rsid w:val="00341CF2"/>
    <w:rsid w:val="00341D08"/>
    <w:rsid w:val="00341E6E"/>
    <w:rsid w:val="00341F6E"/>
    <w:rsid w:val="003427F0"/>
    <w:rsid w:val="003429E8"/>
    <w:rsid w:val="00342D61"/>
    <w:rsid w:val="00342F74"/>
    <w:rsid w:val="00343216"/>
    <w:rsid w:val="0034395D"/>
    <w:rsid w:val="00344268"/>
    <w:rsid w:val="003443F8"/>
    <w:rsid w:val="00344527"/>
    <w:rsid w:val="0034454C"/>
    <w:rsid w:val="00344DFD"/>
    <w:rsid w:val="00344FD7"/>
    <w:rsid w:val="0034502B"/>
    <w:rsid w:val="00345277"/>
    <w:rsid w:val="0034529F"/>
    <w:rsid w:val="003452C5"/>
    <w:rsid w:val="003453CF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6CF6"/>
    <w:rsid w:val="003470D8"/>
    <w:rsid w:val="00347D50"/>
    <w:rsid w:val="00350226"/>
    <w:rsid w:val="003509B3"/>
    <w:rsid w:val="00350A08"/>
    <w:rsid w:val="00350CFC"/>
    <w:rsid w:val="00350DEF"/>
    <w:rsid w:val="00350F3C"/>
    <w:rsid w:val="003512C9"/>
    <w:rsid w:val="00351750"/>
    <w:rsid w:val="00351CC4"/>
    <w:rsid w:val="003523D3"/>
    <w:rsid w:val="00352785"/>
    <w:rsid w:val="00352A36"/>
    <w:rsid w:val="00352BAD"/>
    <w:rsid w:val="00352F6C"/>
    <w:rsid w:val="00353421"/>
    <w:rsid w:val="00353452"/>
    <w:rsid w:val="003534A8"/>
    <w:rsid w:val="00353E1B"/>
    <w:rsid w:val="003540F2"/>
    <w:rsid w:val="0035426B"/>
    <w:rsid w:val="00354331"/>
    <w:rsid w:val="00354580"/>
    <w:rsid w:val="003546C1"/>
    <w:rsid w:val="00354AAF"/>
    <w:rsid w:val="00354CAD"/>
    <w:rsid w:val="00354DD2"/>
    <w:rsid w:val="0035501F"/>
    <w:rsid w:val="003551FB"/>
    <w:rsid w:val="003555E5"/>
    <w:rsid w:val="00355A96"/>
    <w:rsid w:val="00355C10"/>
    <w:rsid w:val="00355CC5"/>
    <w:rsid w:val="00355DAE"/>
    <w:rsid w:val="00355FD2"/>
    <w:rsid w:val="003562AE"/>
    <w:rsid w:val="003562E2"/>
    <w:rsid w:val="00356866"/>
    <w:rsid w:val="00356AB3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B09"/>
    <w:rsid w:val="00361C89"/>
    <w:rsid w:val="00361CA2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795"/>
    <w:rsid w:val="003638BC"/>
    <w:rsid w:val="00363C2D"/>
    <w:rsid w:val="00364185"/>
    <w:rsid w:val="00364291"/>
    <w:rsid w:val="00364451"/>
    <w:rsid w:val="003648B6"/>
    <w:rsid w:val="00364B01"/>
    <w:rsid w:val="00364E6C"/>
    <w:rsid w:val="00364FAE"/>
    <w:rsid w:val="00365461"/>
    <w:rsid w:val="003655E4"/>
    <w:rsid w:val="003657E6"/>
    <w:rsid w:val="00365EFB"/>
    <w:rsid w:val="00365FB9"/>
    <w:rsid w:val="003663B8"/>
    <w:rsid w:val="00366A7B"/>
    <w:rsid w:val="00367048"/>
    <w:rsid w:val="00367666"/>
    <w:rsid w:val="00367895"/>
    <w:rsid w:val="0037073F"/>
    <w:rsid w:val="00370CE0"/>
    <w:rsid w:val="00370EBD"/>
    <w:rsid w:val="00371226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8AC"/>
    <w:rsid w:val="00372A48"/>
    <w:rsid w:val="00372AFA"/>
    <w:rsid w:val="00372EB3"/>
    <w:rsid w:val="00373450"/>
    <w:rsid w:val="00373F81"/>
    <w:rsid w:val="003742BA"/>
    <w:rsid w:val="003742BC"/>
    <w:rsid w:val="00374678"/>
    <w:rsid w:val="00374C82"/>
    <w:rsid w:val="00374EB6"/>
    <w:rsid w:val="00375730"/>
    <w:rsid w:val="00375AEE"/>
    <w:rsid w:val="00375EA9"/>
    <w:rsid w:val="00376224"/>
    <w:rsid w:val="003764DD"/>
    <w:rsid w:val="00376C51"/>
    <w:rsid w:val="00377351"/>
    <w:rsid w:val="003773E5"/>
    <w:rsid w:val="003778DF"/>
    <w:rsid w:val="00377902"/>
    <w:rsid w:val="00377999"/>
    <w:rsid w:val="0038025B"/>
    <w:rsid w:val="00380AF7"/>
    <w:rsid w:val="00380BE4"/>
    <w:rsid w:val="00380D99"/>
    <w:rsid w:val="00380F27"/>
    <w:rsid w:val="00381A01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4FC"/>
    <w:rsid w:val="00384524"/>
    <w:rsid w:val="003849DB"/>
    <w:rsid w:val="00384ED6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505"/>
    <w:rsid w:val="00390C8E"/>
    <w:rsid w:val="00390E77"/>
    <w:rsid w:val="00390F0F"/>
    <w:rsid w:val="00391242"/>
    <w:rsid w:val="00391471"/>
    <w:rsid w:val="0039147B"/>
    <w:rsid w:val="003919B5"/>
    <w:rsid w:val="00391A4C"/>
    <w:rsid w:val="00391CF6"/>
    <w:rsid w:val="00391D97"/>
    <w:rsid w:val="00392437"/>
    <w:rsid w:val="00392469"/>
    <w:rsid w:val="00392854"/>
    <w:rsid w:val="00392C51"/>
    <w:rsid w:val="00392D22"/>
    <w:rsid w:val="00392D96"/>
    <w:rsid w:val="0039338A"/>
    <w:rsid w:val="00393F27"/>
    <w:rsid w:val="00394187"/>
    <w:rsid w:val="0039452A"/>
    <w:rsid w:val="003947E5"/>
    <w:rsid w:val="00394C97"/>
    <w:rsid w:val="00394DCB"/>
    <w:rsid w:val="00394EEC"/>
    <w:rsid w:val="00394F36"/>
    <w:rsid w:val="0039525C"/>
    <w:rsid w:val="003954C7"/>
    <w:rsid w:val="003955E7"/>
    <w:rsid w:val="003958FF"/>
    <w:rsid w:val="00395A18"/>
    <w:rsid w:val="00395A1A"/>
    <w:rsid w:val="00395C89"/>
    <w:rsid w:val="003960C1"/>
    <w:rsid w:val="00396446"/>
    <w:rsid w:val="00396A20"/>
    <w:rsid w:val="00396BE1"/>
    <w:rsid w:val="00396E40"/>
    <w:rsid w:val="00396E4D"/>
    <w:rsid w:val="00397077"/>
    <w:rsid w:val="0039714E"/>
    <w:rsid w:val="00397233"/>
    <w:rsid w:val="003972AB"/>
    <w:rsid w:val="00397E19"/>
    <w:rsid w:val="003A021E"/>
    <w:rsid w:val="003A024F"/>
    <w:rsid w:val="003A04DA"/>
    <w:rsid w:val="003A103E"/>
    <w:rsid w:val="003A137A"/>
    <w:rsid w:val="003A1900"/>
    <w:rsid w:val="003A1EC1"/>
    <w:rsid w:val="003A2308"/>
    <w:rsid w:val="003A2B3B"/>
    <w:rsid w:val="003A2C71"/>
    <w:rsid w:val="003A2DBB"/>
    <w:rsid w:val="003A3184"/>
    <w:rsid w:val="003A3984"/>
    <w:rsid w:val="003A3A50"/>
    <w:rsid w:val="003A3A93"/>
    <w:rsid w:val="003A3D35"/>
    <w:rsid w:val="003A43B7"/>
    <w:rsid w:val="003A4487"/>
    <w:rsid w:val="003A4620"/>
    <w:rsid w:val="003A4737"/>
    <w:rsid w:val="003A49C1"/>
    <w:rsid w:val="003A547F"/>
    <w:rsid w:val="003A5ADD"/>
    <w:rsid w:val="003A5AFD"/>
    <w:rsid w:val="003A5D3E"/>
    <w:rsid w:val="003A5EE8"/>
    <w:rsid w:val="003A5F67"/>
    <w:rsid w:val="003A6129"/>
    <w:rsid w:val="003A61B9"/>
    <w:rsid w:val="003A62C9"/>
    <w:rsid w:val="003A6907"/>
    <w:rsid w:val="003A6C94"/>
    <w:rsid w:val="003A6FBF"/>
    <w:rsid w:val="003A7152"/>
    <w:rsid w:val="003A72F2"/>
    <w:rsid w:val="003A741B"/>
    <w:rsid w:val="003A755C"/>
    <w:rsid w:val="003A799B"/>
    <w:rsid w:val="003A7AD4"/>
    <w:rsid w:val="003A7E9D"/>
    <w:rsid w:val="003B0522"/>
    <w:rsid w:val="003B094F"/>
    <w:rsid w:val="003B0E0D"/>
    <w:rsid w:val="003B0FD4"/>
    <w:rsid w:val="003B11FB"/>
    <w:rsid w:val="003B131D"/>
    <w:rsid w:val="003B1847"/>
    <w:rsid w:val="003B1D2D"/>
    <w:rsid w:val="003B1EDD"/>
    <w:rsid w:val="003B20A9"/>
    <w:rsid w:val="003B21B2"/>
    <w:rsid w:val="003B2727"/>
    <w:rsid w:val="003B284E"/>
    <w:rsid w:val="003B2926"/>
    <w:rsid w:val="003B2B83"/>
    <w:rsid w:val="003B2F08"/>
    <w:rsid w:val="003B3167"/>
    <w:rsid w:val="003B3899"/>
    <w:rsid w:val="003B3C3B"/>
    <w:rsid w:val="003B3DA5"/>
    <w:rsid w:val="003B40AF"/>
    <w:rsid w:val="003B43EF"/>
    <w:rsid w:val="003B4631"/>
    <w:rsid w:val="003B4C39"/>
    <w:rsid w:val="003B4F11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70FF"/>
    <w:rsid w:val="003B73E0"/>
    <w:rsid w:val="003B74FE"/>
    <w:rsid w:val="003B76B8"/>
    <w:rsid w:val="003B773E"/>
    <w:rsid w:val="003B799D"/>
    <w:rsid w:val="003C01F6"/>
    <w:rsid w:val="003C035C"/>
    <w:rsid w:val="003C0590"/>
    <w:rsid w:val="003C0756"/>
    <w:rsid w:val="003C07CB"/>
    <w:rsid w:val="003C085A"/>
    <w:rsid w:val="003C087A"/>
    <w:rsid w:val="003C0CE3"/>
    <w:rsid w:val="003C1155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43B"/>
    <w:rsid w:val="003C47D8"/>
    <w:rsid w:val="003C491D"/>
    <w:rsid w:val="003C530E"/>
    <w:rsid w:val="003C5ED2"/>
    <w:rsid w:val="003C6541"/>
    <w:rsid w:val="003C68E4"/>
    <w:rsid w:val="003C6905"/>
    <w:rsid w:val="003C6CE3"/>
    <w:rsid w:val="003C6FDD"/>
    <w:rsid w:val="003C7352"/>
    <w:rsid w:val="003C7453"/>
    <w:rsid w:val="003C7981"/>
    <w:rsid w:val="003C7A25"/>
    <w:rsid w:val="003D0417"/>
    <w:rsid w:val="003D06D7"/>
    <w:rsid w:val="003D0BEA"/>
    <w:rsid w:val="003D11CD"/>
    <w:rsid w:val="003D15D5"/>
    <w:rsid w:val="003D1AE2"/>
    <w:rsid w:val="003D1E07"/>
    <w:rsid w:val="003D1E32"/>
    <w:rsid w:val="003D1FA8"/>
    <w:rsid w:val="003D284C"/>
    <w:rsid w:val="003D29CF"/>
    <w:rsid w:val="003D29EF"/>
    <w:rsid w:val="003D2A63"/>
    <w:rsid w:val="003D351F"/>
    <w:rsid w:val="003D39E6"/>
    <w:rsid w:val="003D3DF1"/>
    <w:rsid w:val="003D450D"/>
    <w:rsid w:val="003D45DF"/>
    <w:rsid w:val="003D49CF"/>
    <w:rsid w:val="003D4B99"/>
    <w:rsid w:val="003D4E48"/>
    <w:rsid w:val="003D502C"/>
    <w:rsid w:val="003D521B"/>
    <w:rsid w:val="003D537B"/>
    <w:rsid w:val="003D5398"/>
    <w:rsid w:val="003D59CC"/>
    <w:rsid w:val="003D5AD8"/>
    <w:rsid w:val="003D5C87"/>
    <w:rsid w:val="003D5D01"/>
    <w:rsid w:val="003D65EB"/>
    <w:rsid w:val="003D6A08"/>
    <w:rsid w:val="003D6BA8"/>
    <w:rsid w:val="003D70EC"/>
    <w:rsid w:val="003D743A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111"/>
    <w:rsid w:val="003E1167"/>
    <w:rsid w:val="003E1342"/>
    <w:rsid w:val="003E1906"/>
    <w:rsid w:val="003E1C97"/>
    <w:rsid w:val="003E2179"/>
    <w:rsid w:val="003E2395"/>
    <w:rsid w:val="003E23E3"/>
    <w:rsid w:val="003E23F2"/>
    <w:rsid w:val="003E25D5"/>
    <w:rsid w:val="003E2B9A"/>
    <w:rsid w:val="003E2CC4"/>
    <w:rsid w:val="003E2F22"/>
    <w:rsid w:val="003E31EB"/>
    <w:rsid w:val="003E3704"/>
    <w:rsid w:val="003E384E"/>
    <w:rsid w:val="003E38A1"/>
    <w:rsid w:val="003E3A5C"/>
    <w:rsid w:val="003E3AC9"/>
    <w:rsid w:val="003E3AEB"/>
    <w:rsid w:val="003E3E15"/>
    <w:rsid w:val="003E42D0"/>
    <w:rsid w:val="003E43AB"/>
    <w:rsid w:val="003E4D0B"/>
    <w:rsid w:val="003E4D42"/>
    <w:rsid w:val="003E50D9"/>
    <w:rsid w:val="003E53DF"/>
    <w:rsid w:val="003E55FE"/>
    <w:rsid w:val="003E5640"/>
    <w:rsid w:val="003E5662"/>
    <w:rsid w:val="003E58D3"/>
    <w:rsid w:val="003E5CF3"/>
    <w:rsid w:val="003E5FBD"/>
    <w:rsid w:val="003E6109"/>
    <w:rsid w:val="003E6226"/>
    <w:rsid w:val="003E63ED"/>
    <w:rsid w:val="003E73F6"/>
    <w:rsid w:val="003E7DFA"/>
    <w:rsid w:val="003F002D"/>
    <w:rsid w:val="003F00E3"/>
    <w:rsid w:val="003F03DB"/>
    <w:rsid w:val="003F086C"/>
    <w:rsid w:val="003F0F34"/>
    <w:rsid w:val="003F0F7A"/>
    <w:rsid w:val="003F1340"/>
    <w:rsid w:val="003F146A"/>
    <w:rsid w:val="003F1733"/>
    <w:rsid w:val="003F182B"/>
    <w:rsid w:val="003F1CE8"/>
    <w:rsid w:val="003F272D"/>
    <w:rsid w:val="003F2D10"/>
    <w:rsid w:val="003F3317"/>
    <w:rsid w:val="003F3784"/>
    <w:rsid w:val="003F37BE"/>
    <w:rsid w:val="003F37D3"/>
    <w:rsid w:val="003F3825"/>
    <w:rsid w:val="003F3917"/>
    <w:rsid w:val="003F4032"/>
    <w:rsid w:val="003F4093"/>
    <w:rsid w:val="003F418E"/>
    <w:rsid w:val="003F5049"/>
    <w:rsid w:val="003F5275"/>
    <w:rsid w:val="003F64B1"/>
    <w:rsid w:val="003F7057"/>
    <w:rsid w:val="003F757B"/>
    <w:rsid w:val="003F7AF0"/>
    <w:rsid w:val="003F7D26"/>
    <w:rsid w:val="0040037D"/>
    <w:rsid w:val="0040070E"/>
    <w:rsid w:val="004007A9"/>
    <w:rsid w:val="004008A5"/>
    <w:rsid w:val="00400A5A"/>
    <w:rsid w:val="00400ADB"/>
    <w:rsid w:val="00400F63"/>
    <w:rsid w:val="00401368"/>
    <w:rsid w:val="00401522"/>
    <w:rsid w:val="00402984"/>
    <w:rsid w:val="00402DB1"/>
    <w:rsid w:val="004031C3"/>
    <w:rsid w:val="0040328D"/>
    <w:rsid w:val="00403A39"/>
    <w:rsid w:val="00403A43"/>
    <w:rsid w:val="00403A53"/>
    <w:rsid w:val="00403A93"/>
    <w:rsid w:val="0040449A"/>
    <w:rsid w:val="004046B5"/>
    <w:rsid w:val="00404DC8"/>
    <w:rsid w:val="004051C0"/>
    <w:rsid w:val="004053A8"/>
    <w:rsid w:val="00405490"/>
    <w:rsid w:val="00405A18"/>
    <w:rsid w:val="00405AD9"/>
    <w:rsid w:val="00405C9D"/>
    <w:rsid w:val="004061D2"/>
    <w:rsid w:val="004063AE"/>
    <w:rsid w:val="004066DF"/>
    <w:rsid w:val="00406A1F"/>
    <w:rsid w:val="00406EDC"/>
    <w:rsid w:val="004077E9"/>
    <w:rsid w:val="00407DC3"/>
    <w:rsid w:val="00410940"/>
    <w:rsid w:val="00410BEF"/>
    <w:rsid w:val="00410C44"/>
    <w:rsid w:val="0041131D"/>
    <w:rsid w:val="0041151C"/>
    <w:rsid w:val="00411592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738"/>
    <w:rsid w:val="00413796"/>
    <w:rsid w:val="00413FA9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5FBB"/>
    <w:rsid w:val="004163F0"/>
    <w:rsid w:val="004165BD"/>
    <w:rsid w:val="004172F0"/>
    <w:rsid w:val="0041757C"/>
    <w:rsid w:val="00417778"/>
    <w:rsid w:val="00417984"/>
    <w:rsid w:val="004200B2"/>
    <w:rsid w:val="004203CB"/>
    <w:rsid w:val="004209B1"/>
    <w:rsid w:val="004209D1"/>
    <w:rsid w:val="00420A0B"/>
    <w:rsid w:val="00420ADA"/>
    <w:rsid w:val="00420DAE"/>
    <w:rsid w:val="004215D6"/>
    <w:rsid w:val="00421EA5"/>
    <w:rsid w:val="004223DD"/>
    <w:rsid w:val="004224A2"/>
    <w:rsid w:val="00422F1A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A57"/>
    <w:rsid w:val="00425AF1"/>
    <w:rsid w:val="00425E6B"/>
    <w:rsid w:val="004261C5"/>
    <w:rsid w:val="00426224"/>
    <w:rsid w:val="0042627A"/>
    <w:rsid w:val="00426952"/>
    <w:rsid w:val="00426C6D"/>
    <w:rsid w:val="00426D11"/>
    <w:rsid w:val="00426F70"/>
    <w:rsid w:val="0042730D"/>
    <w:rsid w:val="00427651"/>
    <w:rsid w:val="00427A09"/>
    <w:rsid w:val="00427BE1"/>
    <w:rsid w:val="00430127"/>
    <w:rsid w:val="00430546"/>
    <w:rsid w:val="004305EF"/>
    <w:rsid w:val="00430BD9"/>
    <w:rsid w:val="00430BF3"/>
    <w:rsid w:val="00431752"/>
    <w:rsid w:val="00431ED6"/>
    <w:rsid w:val="004320DB"/>
    <w:rsid w:val="0043216A"/>
    <w:rsid w:val="00432194"/>
    <w:rsid w:val="0043244A"/>
    <w:rsid w:val="004325C5"/>
    <w:rsid w:val="00433123"/>
    <w:rsid w:val="0043363E"/>
    <w:rsid w:val="0043367C"/>
    <w:rsid w:val="00433708"/>
    <w:rsid w:val="00433A4A"/>
    <w:rsid w:val="00433ACD"/>
    <w:rsid w:val="00433B18"/>
    <w:rsid w:val="00433C04"/>
    <w:rsid w:val="00433FF2"/>
    <w:rsid w:val="00434047"/>
    <w:rsid w:val="004340C3"/>
    <w:rsid w:val="004340E8"/>
    <w:rsid w:val="00434229"/>
    <w:rsid w:val="0043473F"/>
    <w:rsid w:val="00434990"/>
    <w:rsid w:val="00434D24"/>
    <w:rsid w:val="00434E28"/>
    <w:rsid w:val="00435243"/>
    <w:rsid w:val="004353B3"/>
    <w:rsid w:val="004355D3"/>
    <w:rsid w:val="00435B67"/>
    <w:rsid w:val="0043689B"/>
    <w:rsid w:val="00436CAA"/>
    <w:rsid w:val="00437262"/>
    <w:rsid w:val="00437D43"/>
    <w:rsid w:val="004403C8"/>
    <w:rsid w:val="00440A19"/>
    <w:rsid w:val="00440E46"/>
    <w:rsid w:val="00440F75"/>
    <w:rsid w:val="0044114F"/>
    <w:rsid w:val="0044160C"/>
    <w:rsid w:val="0044187A"/>
    <w:rsid w:val="00441A74"/>
    <w:rsid w:val="00441DF8"/>
    <w:rsid w:val="004423A7"/>
    <w:rsid w:val="0044260D"/>
    <w:rsid w:val="00442C86"/>
    <w:rsid w:val="00442F9E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B"/>
    <w:rsid w:val="00446AA5"/>
    <w:rsid w:val="00446F83"/>
    <w:rsid w:val="00446FC2"/>
    <w:rsid w:val="00447098"/>
    <w:rsid w:val="00447405"/>
    <w:rsid w:val="0044787F"/>
    <w:rsid w:val="00447890"/>
    <w:rsid w:val="004479C7"/>
    <w:rsid w:val="00447AD7"/>
    <w:rsid w:val="00447D5E"/>
    <w:rsid w:val="00450748"/>
    <w:rsid w:val="004508BA"/>
    <w:rsid w:val="004509B1"/>
    <w:rsid w:val="004509C6"/>
    <w:rsid w:val="00450B70"/>
    <w:rsid w:val="004512BA"/>
    <w:rsid w:val="0045168A"/>
    <w:rsid w:val="0045193B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30D3"/>
    <w:rsid w:val="00453316"/>
    <w:rsid w:val="00453572"/>
    <w:rsid w:val="004540AB"/>
    <w:rsid w:val="0045438C"/>
    <w:rsid w:val="004543E4"/>
    <w:rsid w:val="00454AE8"/>
    <w:rsid w:val="00454CE6"/>
    <w:rsid w:val="00454D18"/>
    <w:rsid w:val="00454DBF"/>
    <w:rsid w:val="00455201"/>
    <w:rsid w:val="004558CE"/>
    <w:rsid w:val="004562E2"/>
    <w:rsid w:val="004564B9"/>
    <w:rsid w:val="004565AC"/>
    <w:rsid w:val="00456A46"/>
    <w:rsid w:val="00456AEB"/>
    <w:rsid w:val="00457085"/>
    <w:rsid w:val="00457292"/>
    <w:rsid w:val="00457555"/>
    <w:rsid w:val="0045765D"/>
    <w:rsid w:val="00457C15"/>
    <w:rsid w:val="00457F16"/>
    <w:rsid w:val="004602BF"/>
    <w:rsid w:val="004607E0"/>
    <w:rsid w:val="00461569"/>
    <w:rsid w:val="004616ED"/>
    <w:rsid w:val="004620CD"/>
    <w:rsid w:val="00462690"/>
    <w:rsid w:val="00462695"/>
    <w:rsid w:val="00462947"/>
    <w:rsid w:val="00462A69"/>
    <w:rsid w:val="00462B2B"/>
    <w:rsid w:val="00462E45"/>
    <w:rsid w:val="00462FAA"/>
    <w:rsid w:val="00463004"/>
    <w:rsid w:val="004630B1"/>
    <w:rsid w:val="0046348A"/>
    <w:rsid w:val="0046368D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8CC"/>
    <w:rsid w:val="00464FF3"/>
    <w:rsid w:val="0046540F"/>
    <w:rsid w:val="00465564"/>
    <w:rsid w:val="00465648"/>
    <w:rsid w:val="004657D4"/>
    <w:rsid w:val="00465A16"/>
    <w:rsid w:val="00465E35"/>
    <w:rsid w:val="00466472"/>
    <w:rsid w:val="004669DE"/>
    <w:rsid w:val="00466CFA"/>
    <w:rsid w:val="004674B4"/>
    <w:rsid w:val="0046777B"/>
    <w:rsid w:val="00467951"/>
    <w:rsid w:val="00467A5C"/>
    <w:rsid w:val="00470121"/>
    <w:rsid w:val="00470B62"/>
    <w:rsid w:val="00471458"/>
    <w:rsid w:val="004716B3"/>
    <w:rsid w:val="00471853"/>
    <w:rsid w:val="00472345"/>
    <w:rsid w:val="00472504"/>
    <w:rsid w:val="004726EE"/>
    <w:rsid w:val="00472822"/>
    <w:rsid w:val="00472924"/>
    <w:rsid w:val="00472E64"/>
    <w:rsid w:val="00472FF5"/>
    <w:rsid w:val="00473481"/>
    <w:rsid w:val="004734C7"/>
    <w:rsid w:val="004736C9"/>
    <w:rsid w:val="00473A31"/>
    <w:rsid w:val="00473EA7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A97"/>
    <w:rsid w:val="00476131"/>
    <w:rsid w:val="004761C4"/>
    <w:rsid w:val="00476216"/>
    <w:rsid w:val="0047691F"/>
    <w:rsid w:val="00476961"/>
    <w:rsid w:val="00476B58"/>
    <w:rsid w:val="00476F5A"/>
    <w:rsid w:val="00477181"/>
    <w:rsid w:val="00477386"/>
    <w:rsid w:val="004778EC"/>
    <w:rsid w:val="00477D62"/>
    <w:rsid w:val="00477EDB"/>
    <w:rsid w:val="00477FF4"/>
    <w:rsid w:val="004800DA"/>
    <w:rsid w:val="00480200"/>
    <w:rsid w:val="00480461"/>
    <w:rsid w:val="004805F7"/>
    <w:rsid w:val="004807CC"/>
    <w:rsid w:val="00480B09"/>
    <w:rsid w:val="00480EF7"/>
    <w:rsid w:val="004810AA"/>
    <w:rsid w:val="004811F5"/>
    <w:rsid w:val="004816B5"/>
    <w:rsid w:val="00481796"/>
    <w:rsid w:val="00481B75"/>
    <w:rsid w:val="00481BA2"/>
    <w:rsid w:val="004824C0"/>
    <w:rsid w:val="00482609"/>
    <w:rsid w:val="00482881"/>
    <w:rsid w:val="00482B93"/>
    <w:rsid w:val="004831E9"/>
    <w:rsid w:val="0048329C"/>
    <w:rsid w:val="004833EB"/>
    <w:rsid w:val="004834B3"/>
    <w:rsid w:val="004836DC"/>
    <w:rsid w:val="004838B1"/>
    <w:rsid w:val="00483A59"/>
    <w:rsid w:val="00483AFE"/>
    <w:rsid w:val="00483E5F"/>
    <w:rsid w:val="00484342"/>
    <w:rsid w:val="0048448F"/>
    <w:rsid w:val="00484B83"/>
    <w:rsid w:val="00484C1D"/>
    <w:rsid w:val="00484E90"/>
    <w:rsid w:val="00485303"/>
    <w:rsid w:val="00485603"/>
    <w:rsid w:val="0048587D"/>
    <w:rsid w:val="00485E67"/>
    <w:rsid w:val="004865E6"/>
    <w:rsid w:val="00486C57"/>
    <w:rsid w:val="00486DBC"/>
    <w:rsid w:val="00486DE9"/>
    <w:rsid w:val="00486DF4"/>
    <w:rsid w:val="00486E42"/>
    <w:rsid w:val="0048700C"/>
    <w:rsid w:val="00487128"/>
    <w:rsid w:val="004872BE"/>
    <w:rsid w:val="004872CE"/>
    <w:rsid w:val="004873BE"/>
    <w:rsid w:val="00487C14"/>
    <w:rsid w:val="00487EC8"/>
    <w:rsid w:val="004902DD"/>
    <w:rsid w:val="0049066E"/>
    <w:rsid w:val="0049076D"/>
    <w:rsid w:val="004913D2"/>
    <w:rsid w:val="004925B9"/>
    <w:rsid w:val="00492863"/>
    <w:rsid w:val="00492C44"/>
    <w:rsid w:val="00492CE2"/>
    <w:rsid w:val="0049302D"/>
    <w:rsid w:val="0049313D"/>
    <w:rsid w:val="00493683"/>
    <w:rsid w:val="00493867"/>
    <w:rsid w:val="00493A76"/>
    <w:rsid w:val="00493C94"/>
    <w:rsid w:val="00493D46"/>
    <w:rsid w:val="004948C9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E4D"/>
    <w:rsid w:val="00496E5C"/>
    <w:rsid w:val="0049702F"/>
    <w:rsid w:val="004970C3"/>
    <w:rsid w:val="004974EA"/>
    <w:rsid w:val="00497DD5"/>
    <w:rsid w:val="00497F4E"/>
    <w:rsid w:val="004A04F7"/>
    <w:rsid w:val="004A0715"/>
    <w:rsid w:val="004A0741"/>
    <w:rsid w:val="004A08DE"/>
    <w:rsid w:val="004A0941"/>
    <w:rsid w:val="004A0A48"/>
    <w:rsid w:val="004A0A9B"/>
    <w:rsid w:val="004A0BBA"/>
    <w:rsid w:val="004A0BE9"/>
    <w:rsid w:val="004A1B39"/>
    <w:rsid w:val="004A269C"/>
    <w:rsid w:val="004A297A"/>
    <w:rsid w:val="004A2B69"/>
    <w:rsid w:val="004A2BB4"/>
    <w:rsid w:val="004A2CBA"/>
    <w:rsid w:val="004A2D2B"/>
    <w:rsid w:val="004A2D59"/>
    <w:rsid w:val="004A3147"/>
    <w:rsid w:val="004A34C7"/>
    <w:rsid w:val="004A38AA"/>
    <w:rsid w:val="004A3A58"/>
    <w:rsid w:val="004A3AB5"/>
    <w:rsid w:val="004A3E76"/>
    <w:rsid w:val="004A3FD7"/>
    <w:rsid w:val="004A41D5"/>
    <w:rsid w:val="004A4232"/>
    <w:rsid w:val="004A435B"/>
    <w:rsid w:val="004A4ADB"/>
    <w:rsid w:val="004A4D92"/>
    <w:rsid w:val="004A4F28"/>
    <w:rsid w:val="004A55C4"/>
    <w:rsid w:val="004A59D3"/>
    <w:rsid w:val="004A6308"/>
    <w:rsid w:val="004A716B"/>
    <w:rsid w:val="004A7971"/>
    <w:rsid w:val="004A7BEF"/>
    <w:rsid w:val="004A7E38"/>
    <w:rsid w:val="004B02D0"/>
    <w:rsid w:val="004B03F5"/>
    <w:rsid w:val="004B05FD"/>
    <w:rsid w:val="004B08DC"/>
    <w:rsid w:val="004B0A09"/>
    <w:rsid w:val="004B0AAA"/>
    <w:rsid w:val="004B11D7"/>
    <w:rsid w:val="004B18FE"/>
    <w:rsid w:val="004B19E9"/>
    <w:rsid w:val="004B1AAF"/>
    <w:rsid w:val="004B1CED"/>
    <w:rsid w:val="004B1FAA"/>
    <w:rsid w:val="004B2214"/>
    <w:rsid w:val="004B2D28"/>
    <w:rsid w:val="004B389C"/>
    <w:rsid w:val="004B38E5"/>
    <w:rsid w:val="004B3B98"/>
    <w:rsid w:val="004B3F6E"/>
    <w:rsid w:val="004B3FEB"/>
    <w:rsid w:val="004B402B"/>
    <w:rsid w:val="004B40EF"/>
    <w:rsid w:val="004B41A4"/>
    <w:rsid w:val="004B47D7"/>
    <w:rsid w:val="004B4B44"/>
    <w:rsid w:val="004B4EBE"/>
    <w:rsid w:val="004B4F13"/>
    <w:rsid w:val="004B548D"/>
    <w:rsid w:val="004B556A"/>
    <w:rsid w:val="004B56BD"/>
    <w:rsid w:val="004B59D6"/>
    <w:rsid w:val="004B5CB2"/>
    <w:rsid w:val="004B5D6E"/>
    <w:rsid w:val="004B6564"/>
    <w:rsid w:val="004B661E"/>
    <w:rsid w:val="004B66DC"/>
    <w:rsid w:val="004B6BDC"/>
    <w:rsid w:val="004B7178"/>
    <w:rsid w:val="004B7234"/>
    <w:rsid w:val="004B72D6"/>
    <w:rsid w:val="004B757F"/>
    <w:rsid w:val="004B7ABB"/>
    <w:rsid w:val="004C09ED"/>
    <w:rsid w:val="004C112F"/>
    <w:rsid w:val="004C12BD"/>
    <w:rsid w:val="004C13AB"/>
    <w:rsid w:val="004C18D0"/>
    <w:rsid w:val="004C1A20"/>
    <w:rsid w:val="004C1BFB"/>
    <w:rsid w:val="004C1CB0"/>
    <w:rsid w:val="004C1CED"/>
    <w:rsid w:val="004C1F19"/>
    <w:rsid w:val="004C20C8"/>
    <w:rsid w:val="004C2119"/>
    <w:rsid w:val="004C217E"/>
    <w:rsid w:val="004C2351"/>
    <w:rsid w:val="004C2CA7"/>
    <w:rsid w:val="004C3053"/>
    <w:rsid w:val="004C3123"/>
    <w:rsid w:val="004C3646"/>
    <w:rsid w:val="004C3876"/>
    <w:rsid w:val="004C398F"/>
    <w:rsid w:val="004C3A32"/>
    <w:rsid w:val="004C3A63"/>
    <w:rsid w:val="004C3FD4"/>
    <w:rsid w:val="004C4015"/>
    <w:rsid w:val="004C4289"/>
    <w:rsid w:val="004C4312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3C7"/>
    <w:rsid w:val="004C6C55"/>
    <w:rsid w:val="004C757C"/>
    <w:rsid w:val="004C758C"/>
    <w:rsid w:val="004C7998"/>
    <w:rsid w:val="004C7D2A"/>
    <w:rsid w:val="004C7D43"/>
    <w:rsid w:val="004D00C6"/>
    <w:rsid w:val="004D0AAB"/>
    <w:rsid w:val="004D0F76"/>
    <w:rsid w:val="004D0FA4"/>
    <w:rsid w:val="004D0FB1"/>
    <w:rsid w:val="004D1972"/>
    <w:rsid w:val="004D19A4"/>
    <w:rsid w:val="004D1B95"/>
    <w:rsid w:val="004D1BD2"/>
    <w:rsid w:val="004D1C36"/>
    <w:rsid w:val="004D2BD4"/>
    <w:rsid w:val="004D2F25"/>
    <w:rsid w:val="004D2F42"/>
    <w:rsid w:val="004D322D"/>
    <w:rsid w:val="004D37C7"/>
    <w:rsid w:val="004D3AC9"/>
    <w:rsid w:val="004D3E69"/>
    <w:rsid w:val="004D40C1"/>
    <w:rsid w:val="004D45C0"/>
    <w:rsid w:val="004D4C9F"/>
    <w:rsid w:val="004D53A3"/>
    <w:rsid w:val="004D55F9"/>
    <w:rsid w:val="004D5FDC"/>
    <w:rsid w:val="004D5FF3"/>
    <w:rsid w:val="004D64BD"/>
    <w:rsid w:val="004D67B4"/>
    <w:rsid w:val="004D69A5"/>
    <w:rsid w:val="004D6D2F"/>
    <w:rsid w:val="004D6FD8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1F78"/>
    <w:rsid w:val="004E2482"/>
    <w:rsid w:val="004E2899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805"/>
    <w:rsid w:val="004E5CF2"/>
    <w:rsid w:val="004E5F94"/>
    <w:rsid w:val="004E67BD"/>
    <w:rsid w:val="004E6869"/>
    <w:rsid w:val="004E7995"/>
    <w:rsid w:val="004E7A2C"/>
    <w:rsid w:val="004F009D"/>
    <w:rsid w:val="004F0223"/>
    <w:rsid w:val="004F02D3"/>
    <w:rsid w:val="004F03C3"/>
    <w:rsid w:val="004F0457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8CE"/>
    <w:rsid w:val="004F2A3D"/>
    <w:rsid w:val="004F2D1C"/>
    <w:rsid w:val="004F2D88"/>
    <w:rsid w:val="004F32B8"/>
    <w:rsid w:val="004F3409"/>
    <w:rsid w:val="004F36B3"/>
    <w:rsid w:val="004F373A"/>
    <w:rsid w:val="004F3AD0"/>
    <w:rsid w:val="004F3B41"/>
    <w:rsid w:val="004F3C1C"/>
    <w:rsid w:val="004F476F"/>
    <w:rsid w:val="004F4BD5"/>
    <w:rsid w:val="004F4FA8"/>
    <w:rsid w:val="004F562A"/>
    <w:rsid w:val="004F575A"/>
    <w:rsid w:val="004F57D8"/>
    <w:rsid w:val="004F5920"/>
    <w:rsid w:val="004F5B3D"/>
    <w:rsid w:val="004F672F"/>
    <w:rsid w:val="004F732B"/>
    <w:rsid w:val="004F73BC"/>
    <w:rsid w:val="004F7495"/>
    <w:rsid w:val="004F74EE"/>
    <w:rsid w:val="004F7518"/>
    <w:rsid w:val="004F7917"/>
    <w:rsid w:val="004F7938"/>
    <w:rsid w:val="004F7A16"/>
    <w:rsid w:val="004F7A76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15F"/>
    <w:rsid w:val="00501681"/>
    <w:rsid w:val="005022FE"/>
    <w:rsid w:val="0050257E"/>
    <w:rsid w:val="005025CD"/>
    <w:rsid w:val="005027B6"/>
    <w:rsid w:val="00502B35"/>
    <w:rsid w:val="00503109"/>
    <w:rsid w:val="0050371F"/>
    <w:rsid w:val="00503AA6"/>
    <w:rsid w:val="00503CDE"/>
    <w:rsid w:val="00503DBE"/>
    <w:rsid w:val="0050427F"/>
    <w:rsid w:val="005043F7"/>
    <w:rsid w:val="00504983"/>
    <w:rsid w:val="00505091"/>
    <w:rsid w:val="005054D4"/>
    <w:rsid w:val="00505648"/>
    <w:rsid w:val="0050591D"/>
    <w:rsid w:val="00505C61"/>
    <w:rsid w:val="00505F5E"/>
    <w:rsid w:val="005060AC"/>
    <w:rsid w:val="0050678C"/>
    <w:rsid w:val="005068DD"/>
    <w:rsid w:val="00506983"/>
    <w:rsid w:val="0050751D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EF7"/>
    <w:rsid w:val="00512F09"/>
    <w:rsid w:val="0051300E"/>
    <w:rsid w:val="00513079"/>
    <w:rsid w:val="00513495"/>
    <w:rsid w:val="00513580"/>
    <w:rsid w:val="005137E7"/>
    <w:rsid w:val="0051386B"/>
    <w:rsid w:val="00513889"/>
    <w:rsid w:val="00513E6C"/>
    <w:rsid w:val="00513F39"/>
    <w:rsid w:val="00513FEB"/>
    <w:rsid w:val="00514482"/>
    <w:rsid w:val="00514F3B"/>
    <w:rsid w:val="00514F7E"/>
    <w:rsid w:val="005154FD"/>
    <w:rsid w:val="00515671"/>
    <w:rsid w:val="00515781"/>
    <w:rsid w:val="005158B5"/>
    <w:rsid w:val="00515A8E"/>
    <w:rsid w:val="00515AA0"/>
    <w:rsid w:val="00516D1B"/>
    <w:rsid w:val="00516E8D"/>
    <w:rsid w:val="005172FB"/>
    <w:rsid w:val="00517332"/>
    <w:rsid w:val="00517656"/>
    <w:rsid w:val="00517810"/>
    <w:rsid w:val="005178D1"/>
    <w:rsid w:val="00517CC4"/>
    <w:rsid w:val="00517D25"/>
    <w:rsid w:val="0052048F"/>
    <w:rsid w:val="005205D9"/>
    <w:rsid w:val="00520816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BD"/>
    <w:rsid w:val="00521DF9"/>
    <w:rsid w:val="005220C5"/>
    <w:rsid w:val="005222BA"/>
    <w:rsid w:val="005227DB"/>
    <w:rsid w:val="00522FB0"/>
    <w:rsid w:val="005231AF"/>
    <w:rsid w:val="00523A8E"/>
    <w:rsid w:val="00523D2D"/>
    <w:rsid w:val="00523E22"/>
    <w:rsid w:val="00523EFF"/>
    <w:rsid w:val="00523F00"/>
    <w:rsid w:val="00523F15"/>
    <w:rsid w:val="005241EC"/>
    <w:rsid w:val="005249B1"/>
    <w:rsid w:val="00525130"/>
    <w:rsid w:val="0052522D"/>
    <w:rsid w:val="0052535A"/>
    <w:rsid w:val="00525A0F"/>
    <w:rsid w:val="005260FE"/>
    <w:rsid w:val="0052647E"/>
    <w:rsid w:val="00526521"/>
    <w:rsid w:val="005266BA"/>
    <w:rsid w:val="0052670E"/>
    <w:rsid w:val="005268D9"/>
    <w:rsid w:val="00526B3D"/>
    <w:rsid w:val="00526CDE"/>
    <w:rsid w:val="00526EE7"/>
    <w:rsid w:val="005274B6"/>
    <w:rsid w:val="00527BE8"/>
    <w:rsid w:val="00527F8A"/>
    <w:rsid w:val="00530B0F"/>
    <w:rsid w:val="00531615"/>
    <w:rsid w:val="00531914"/>
    <w:rsid w:val="005322F7"/>
    <w:rsid w:val="005324CB"/>
    <w:rsid w:val="005327E3"/>
    <w:rsid w:val="00532BDA"/>
    <w:rsid w:val="00532DD0"/>
    <w:rsid w:val="00533264"/>
    <w:rsid w:val="005337FE"/>
    <w:rsid w:val="00533951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7C2"/>
    <w:rsid w:val="00540209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9E3"/>
    <w:rsid w:val="00546BFE"/>
    <w:rsid w:val="00547356"/>
    <w:rsid w:val="005473F0"/>
    <w:rsid w:val="0054762F"/>
    <w:rsid w:val="00547ACA"/>
    <w:rsid w:val="00547B26"/>
    <w:rsid w:val="00547DD8"/>
    <w:rsid w:val="005506CF"/>
    <w:rsid w:val="00550CD2"/>
    <w:rsid w:val="00550F0D"/>
    <w:rsid w:val="005510D0"/>
    <w:rsid w:val="00551108"/>
    <w:rsid w:val="005513A1"/>
    <w:rsid w:val="00551A8B"/>
    <w:rsid w:val="005520F8"/>
    <w:rsid w:val="005521DA"/>
    <w:rsid w:val="00552440"/>
    <w:rsid w:val="0055264C"/>
    <w:rsid w:val="00552925"/>
    <w:rsid w:val="00552981"/>
    <w:rsid w:val="00552C25"/>
    <w:rsid w:val="00552E37"/>
    <w:rsid w:val="00553098"/>
    <w:rsid w:val="0055329D"/>
    <w:rsid w:val="005536CF"/>
    <w:rsid w:val="005536F0"/>
    <w:rsid w:val="005538A1"/>
    <w:rsid w:val="00554759"/>
    <w:rsid w:val="005547E1"/>
    <w:rsid w:val="00554BC2"/>
    <w:rsid w:val="00554EC2"/>
    <w:rsid w:val="00555197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9EC"/>
    <w:rsid w:val="00557D8D"/>
    <w:rsid w:val="00557E53"/>
    <w:rsid w:val="00560442"/>
    <w:rsid w:val="00560638"/>
    <w:rsid w:val="00560908"/>
    <w:rsid w:val="00560AD2"/>
    <w:rsid w:val="00560C3A"/>
    <w:rsid w:val="00561279"/>
    <w:rsid w:val="005614AB"/>
    <w:rsid w:val="0056166C"/>
    <w:rsid w:val="00561A61"/>
    <w:rsid w:val="00561AC8"/>
    <w:rsid w:val="00561FA3"/>
    <w:rsid w:val="005621E6"/>
    <w:rsid w:val="005621EE"/>
    <w:rsid w:val="005627C1"/>
    <w:rsid w:val="005628AE"/>
    <w:rsid w:val="00562B12"/>
    <w:rsid w:val="00562C42"/>
    <w:rsid w:val="00562FD5"/>
    <w:rsid w:val="00562FFF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AA9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A4E"/>
    <w:rsid w:val="00571DB4"/>
    <w:rsid w:val="0057205D"/>
    <w:rsid w:val="00572392"/>
    <w:rsid w:val="005723D9"/>
    <w:rsid w:val="00572502"/>
    <w:rsid w:val="00572952"/>
    <w:rsid w:val="005730F1"/>
    <w:rsid w:val="0057314F"/>
    <w:rsid w:val="00573493"/>
    <w:rsid w:val="0057376B"/>
    <w:rsid w:val="005740DC"/>
    <w:rsid w:val="00574143"/>
    <w:rsid w:val="0057423B"/>
    <w:rsid w:val="00574E2E"/>
    <w:rsid w:val="00574E59"/>
    <w:rsid w:val="0057507D"/>
    <w:rsid w:val="0057527A"/>
    <w:rsid w:val="005753CD"/>
    <w:rsid w:val="00575523"/>
    <w:rsid w:val="005755DD"/>
    <w:rsid w:val="00575615"/>
    <w:rsid w:val="005759C1"/>
    <w:rsid w:val="00575DEB"/>
    <w:rsid w:val="0057669F"/>
    <w:rsid w:val="0057677D"/>
    <w:rsid w:val="00576877"/>
    <w:rsid w:val="00577237"/>
    <w:rsid w:val="005773FF"/>
    <w:rsid w:val="00577556"/>
    <w:rsid w:val="00577563"/>
    <w:rsid w:val="00577744"/>
    <w:rsid w:val="00577A6C"/>
    <w:rsid w:val="00577E8F"/>
    <w:rsid w:val="00577F73"/>
    <w:rsid w:val="00580145"/>
    <w:rsid w:val="0058033A"/>
    <w:rsid w:val="00580D83"/>
    <w:rsid w:val="0058117C"/>
    <w:rsid w:val="0058129D"/>
    <w:rsid w:val="00581664"/>
    <w:rsid w:val="005816D4"/>
    <w:rsid w:val="00581E1A"/>
    <w:rsid w:val="0058215D"/>
    <w:rsid w:val="0058257E"/>
    <w:rsid w:val="005827A7"/>
    <w:rsid w:val="00582A60"/>
    <w:rsid w:val="00582C9C"/>
    <w:rsid w:val="00582F20"/>
    <w:rsid w:val="00582FF6"/>
    <w:rsid w:val="005833A6"/>
    <w:rsid w:val="00583869"/>
    <w:rsid w:val="00583AAB"/>
    <w:rsid w:val="00583ACA"/>
    <w:rsid w:val="00583B09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30C"/>
    <w:rsid w:val="005873F5"/>
    <w:rsid w:val="00587442"/>
    <w:rsid w:val="005874BF"/>
    <w:rsid w:val="00587CC0"/>
    <w:rsid w:val="005901A5"/>
    <w:rsid w:val="005901D2"/>
    <w:rsid w:val="0059035E"/>
    <w:rsid w:val="00590A86"/>
    <w:rsid w:val="00590E83"/>
    <w:rsid w:val="005912E0"/>
    <w:rsid w:val="0059161E"/>
    <w:rsid w:val="00591EA3"/>
    <w:rsid w:val="0059249F"/>
    <w:rsid w:val="00592585"/>
    <w:rsid w:val="00592751"/>
    <w:rsid w:val="00592B0F"/>
    <w:rsid w:val="0059305D"/>
    <w:rsid w:val="00593D68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D2"/>
    <w:rsid w:val="005970F9"/>
    <w:rsid w:val="0059725D"/>
    <w:rsid w:val="005973D8"/>
    <w:rsid w:val="0059765A"/>
    <w:rsid w:val="00597874"/>
    <w:rsid w:val="00597D83"/>
    <w:rsid w:val="00597EAF"/>
    <w:rsid w:val="005A00CC"/>
    <w:rsid w:val="005A0791"/>
    <w:rsid w:val="005A0B5F"/>
    <w:rsid w:val="005A0CFB"/>
    <w:rsid w:val="005A1420"/>
    <w:rsid w:val="005A16C4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8F"/>
    <w:rsid w:val="005A2B92"/>
    <w:rsid w:val="005A2CFC"/>
    <w:rsid w:val="005A2FA4"/>
    <w:rsid w:val="005A2FAE"/>
    <w:rsid w:val="005A338A"/>
    <w:rsid w:val="005A33F2"/>
    <w:rsid w:val="005A35B3"/>
    <w:rsid w:val="005A37C8"/>
    <w:rsid w:val="005A3A1D"/>
    <w:rsid w:val="005A3EA0"/>
    <w:rsid w:val="005A407C"/>
    <w:rsid w:val="005A40E4"/>
    <w:rsid w:val="005A4A56"/>
    <w:rsid w:val="005A4AAD"/>
    <w:rsid w:val="005A4BAB"/>
    <w:rsid w:val="005A507C"/>
    <w:rsid w:val="005A65DF"/>
    <w:rsid w:val="005A682D"/>
    <w:rsid w:val="005A6897"/>
    <w:rsid w:val="005A6F59"/>
    <w:rsid w:val="005A7291"/>
    <w:rsid w:val="005A75A6"/>
    <w:rsid w:val="005A7866"/>
    <w:rsid w:val="005B038D"/>
    <w:rsid w:val="005B03F7"/>
    <w:rsid w:val="005B0738"/>
    <w:rsid w:val="005B0E72"/>
    <w:rsid w:val="005B1DB3"/>
    <w:rsid w:val="005B1F03"/>
    <w:rsid w:val="005B24C8"/>
    <w:rsid w:val="005B251F"/>
    <w:rsid w:val="005B2B38"/>
    <w:rsid w:val="005B2B71"/>
    <w:rsid w:val="005B2C1B"/>
    <w:rsid w:val="005B3117"/>
    <w:rsid w:val="005B33CF"/>
    <w:rsid w:val="005B349E"/>
    <w:rsid w:val="005B34C3"/>
    <w:rsid w:val="005B353D"/>
    <w:rsid w:val="005B3593"/>
    <w:rsid w:val="005B3FBF"/>
    <w:rsid w:val="005B40EA"/>
    <w:rsid w:val="005B421C"/>
    <w:rsid w:val="005B4F3F"/>
    <w:rsid w:val="005B58FC"/>
    <w:rsid w:val="005B5B3E"/>
    <w:rsid w:val="005B5E4C"/>
    <w:rsid w:val="005B5E55"/>
    <w:rsid w:val="005B6A10"/>
    <w:rsid w:val="005B7451"/>
    <w:rsid w:val="005B7797"/>
    <w:rsid w:val="005B79DC"/>
    <w:rsid w:val="005B7CF1"/>
    <w:rsid w:val="005B7FE6"/>
    <w:rsid w:val="005C031F"/>
    <w:rsid w:val="005C072F"/>
    <w:rsid w:val="005C120D"/>
    <w:rsid w:val="005C121D"/>
    <w:rsid w:val="005C133E"/>
    <w:rsid w:val="005C137D"/>
    <w:rsid w:val="005C1528"/>
    <w:rsid w:val="005C1552"/>
    <w:rsid w:val="005C1937"/>
    <w:rsid w:val="005C1C6E"/>
    <w:rsid w:val="005C1EB9"/>
    <w:rsid w:val="005C1F51"/>
    <w:rsid w:val="005C20CD"/>
    <w:rsid w:val="005C29F0"/>
    <w:rsid w:val="005C34C0"/>
    <w:rsid w:val="005C3A96"/>
    <w:rsid w:val="005C3B86"/>
    <w:rsid w:val="005C3F91"/>
    <w:rsid w:val="005C4617"/>
    <w:rsid w:val="005C48A6"/>
    <w:rsid w:val="005C4E6A"/>
    <w:rsid w:val="005C51E2"/>
    <w:rsid w:val="005C53E8"/>
    <w:rsid w:val="005C5B64"/>
    <w:rsid w:val="005C5C6A"/>
    <w:rsid w:val="005C6333"/>
    <w:rsid w:val="005C6358"/>
    <w:rsid w:val="005C67E9"/>
    <w:rsid w:val="005C6CE0"/>
    <w:rsid w:val="005C6EE5"/>
    <w:rsid w:val="005C7A50"/>
    <w:rsid w:val="005C7BB9"/>
    <w:rsid w:val="005C7D73"/>
    <w:rsid w:val="005C7E9E"/>
    <w:rsid w:val="005C7FFC"/>
    <w:rsid w:val="005D015E"/>
    <w:rsid w:val="005D03A2"/>
    <w:rsid w:val="005D05BB"/>
    <w:rsid w:val="005D0BDC"/>
    <w:rsid w:val="005D0E04"/>
    <w:rsid w:val="005D12F2"/>
    <w:rsid w:val="005D1520"/>
    <w:rsid w:val="005D1556"/>
    <w:rsid w:val="005D1572"/>
    <w:rsid w:val="005D1668"/>
    <w:rsid w:val="005D16C1"/>
    <w:rsid w:val="005D2078"/>
    <w:rsid w:val="005D20F1"/>
    <w:rsid w:val="005D2138"/>
    <w:rsid w:val="005D2B50"/>
    <w:rsid w:val="005D2EE0"/>
    <w:rsid w:val="005D33FF"/>
    <w:rsid w:val="005D343A"/>
    <w:rsid w:val="005D3456"/>
    <w:rsid w:val="005D3728"/>
    <w:rsid w:val="005D3A79"/>
    <w:rsid w:val="005D3D4E"/>
    <w:rsid w:val="005D3DAE"/>
    <w:rsid w:val="005D3F24"/>
    <w:rsid w:val="005D410D"/>
    <w:rsid w:val="005D41AE"/>
    <w:rsid w:val="005D4247"/>
    <w:rsid w:val="005D43C1"/>
    <w:rsid w:val="005D4482"/>
    <w:rsid w:val="005D4DE3"/>
    <w:rsid w:val="005D52D5"/>
    <w:rsid w:val="005D56F3"/>
    <w:rsid w:val="005D57A4"/>
    <w:rsid w:val="005D596D"/>
    <w:rsid w:val="005D5D1B"/>
    <w:rsid w:val="005D5ECC"/>
    <w:rsid w:val="005D6009"/>
    <w:rsid w:val="005D604A"/>
    <w:rsid w:val="005D6414"/>
    <w:rsid w:val="005D6545"/>
    <w:rsid w:val="005D702E"/>
    <w:rsid w:val="005D7223"/>
    <w:rsid w:val="005D73FF"/>
    <w:rsid w:val="005D74D4"/>
    <w:rsid w:val="005E000B"/>
    <w:rsid w:val="005E0088"/>
    <w:rsid w:val="005E0294"/>
    <w:rsid w:val="005E05EA"/>
    <w:rsid w:val="005E0E28"/>
    <w:rsid w:val="005E16E7"/>
    <w:rsid w:val="005E18C5"/>
    <w:rsid w:val="005E1DD5"/>
    <w:rsid w:val="005E214F"/>
    <w:rsid w:val="005E24F6"/>
    <w:rsid w:val="005E268E"/>
    <w:rsid w:val="005E2BB9"/>
    <w:rsid w:val="005E2BE1"/>
    <w:rsid w:val="005E2DE1"/>
    <w:rsid w:val="005E2EBE"/>
    <w:rsid w:val="005E356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E"/>
    <w:rsid w:val="005E5ADB"/>
    <w:rsid w:val="005E5B94"/>
    <w:rsid w:val="005E5F50"/>
    <w:rsid w:val="005E6A9B"/>
    <w:rsid w:val="005E704E"/>
    <w:rsid w:val="005E7294"/>
    <w:rsid w:val="005E7981"/>
    <w:rsid w:val="005E7B36"/>
    <w:rsid w:val="005E7B46"/>
    <w:rsid w:val="005E7BD1"/>
    <w:rsid w:val="005F005F"/>
    <w:rsid w:val="005F01E1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2C37"/>
    <w:rsid w:val="005F3783"/>
    <w:rsid w:val="005F37C3"/>
    <w:rsid w:val="005F38C6"/>
    <w:rsid w:val="005F3F20"/>
    <w:rsid w:val="005F4204"/>
    <w:rsid w:val="005F45AC"/>
    <w:rsid w:val="005F4725"/>
    <w:rsid w:val="005F4E09"/>
    <w:rsid w:val="005F5065"/>
    <w:rsid w:val="005F561E"/>
    <w:rsid w:val="005F5906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E1"/>
    <w:rsid w:val="005F7D04"/>
    <w:rsid w:val="00600634"/>
    <w:rsid w:val="0060065B"/>
    <w:rsid w:val="006007C0"/>
    <w:rsid w:val="00600AB1"/>
    <w:rsid w:val="00600B38"/>
    <w:rsid w:val="00600EA6"/>
    <w:rsid w:val="00601287"/>
    <w:rsid w:val="006012E9"/>
    <w:rsid w:val="00601470"/>
    <w:rsid w:val="006023DB"/>
    <w:rsid w:val="0060257D"/>
    <w:rsid w:val="006027E6"/>
    <w:rsid w:val="00602BD5"/>
    <w:rsid w:val="00602F92"/>
    <w:rsid w:val="00603389"/>
    <w:rsid w:val="0060346D"/>
    <w:rsid w:val="0060364A"/>
    <w:rsid w:val="0060369E"/>
    <w:rsid w:val="006039B6"/>
    <w:rsid w:val="00603B8F"/>
    <w:rsid w:val="00603C9C"/>
    <w:rsid w:val="00603D58"/>
    <w:rsid w:val="00604023"/>
    <w:rsid w:val="00604499"/>
    <w:rsid w:val="006047F7"/>
    <w:rsid w:val="00604992"/>
    <w:rsid w:val="006049CE"/>
    <w:rsid w:val="00604B14"/>
    <w:rsid w:val="00605D03"/>
    <w:rsid w:val="00605E24"/>
    <w:rsid w:val="00605E59"/>
    <w:rsid w:val="006063F8"/>
    <w:rsid w:val="0060653A"/>
    <w:rsid w:val="00606B10"/>
    <w:rsid w:val="00606BF9"/>
    <w:rsid w:val="00606D62"/>
    <w:rsid w:val="00606E4B"/>
    <w:rsid w:val="00606F09"/>
    <w:rsid w:val="00607039"/>
    <w:rsid w:val="00607448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9CF"/>
    <w:rsid w:val="00614382"/>
    <w:rsid w:val="00614584"/>
    <w:rsid w:val="00614629"/>
    <w:rsid w:val="00614972"/>
    <w:rsid w:val="006149CA"/>
    <w:rsid w:val="00614B4B"/>
    <w:rsid w:val="00614D9C"/>
    <w:rsid w:val="0061525C"/>
    <w:rsid w:val="0061548F"/>
    <w:rsid w:val="00615632"/>
    <w:rsid w:val="0061587E"/>
    <w:rsid w:val="00615D87"/>
    <w:rsid w:val="00615FCA"/>
    <w:rsid w:val="006165C9"/>
    <w:rsid w:val="00616661"/>
    <w:rsid w:val="006166F4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B43"/>
    <w:rsid w:val="00621D46"/>
    <w:rsid w:val="00623062"/>
    <w:rsid w:val="00624617"/>
    <w:rsid w:val="00624648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6E9E"/>
    <w:rsid w:val="006277DC"/>
    <w:rsid w:val="00627F75"/>
    <w:rsid w:val="00627FE1"/>
    <w:rsid w:val="0063006F"/>
    <w:rsid w:val="006304D7"/>
    <w:rsid w:val="0063099C"/>
    <w:rsid w:val="00630B68"/>
    <w:rsid w:val="00630BC2"/>
    <w:rsid w:val="0063166D"/>
    <w:rsid w:val="00631868"/>
    <w:rsid w:val="006318BB"/>
    <w:rsid w:val="00631AB7"/>
    <w:rsid w:val="00631D11"/>
    <w:rsid w:val="00631E37"/>
    <w:rsid w:val="00631F9A"/>
    <w:rsid w:val="006324A9"/>
    <w:rsid w:val="00632A06"/>
    <w:rsid w:val="00633442"/>
    <w:rsid w:val="006338F6"/>
    <w:rsid w:val="00633C85"/>
    <w:rsid w:val="00633EE3"/>
    <w:rsid w:val="00634929"/>
    <w:rsid w:val="00634BEC"/>
    <w:rsid w:val="00634DDD"/>
    <w:rsid w:val="00635194"/>
    <w:rsid w:val="006351B0"/>
    <w:rsid w:val="006353CB"/>
    <w:rsid w:val="0063583B"/>
    <w:rsid w:val="00636521"/>
    <w:rsid w:val="00636B10"/>
    <w:rsid w:val="00636B83"/>
    <w:rsid w:val="00636F0C"/>
    <w:rsid w:val="00637265"/>
    <w:rsid w:val="006379CF"/>
    <w:rsid w:val="00637AF8"/>
    <w:rsid w:val="00637B55"/>
    <w:rsid w:val="00637D80"/>
    <w:rsid w:val="006401D3"/>
    <w:rsid w:val="00640635"/>
    <w:rsid w:val="006407E4"/>
    <w:rsid w:val="00640941"/>
    <w:rsid w:val="006409BD"/>
    <w:rsid w:val="00640BCD"/>
    <w:rsid w:val="00640D5B"/>
    <w:rsid w:val="00640D82"/>
    <w:rsid w:val="00640F98"/>
    <w:rsid w:val="006410B7"/>
    <w:rsid w:val="00641530"/>
    <w:rsid w:val="00641EF4"/>
    <w:rsid w:val="00642097"/>
    <w:rsid w:val="006421F3"/>
    <w:rsid w:val="00642719"/>
    <w:rsid w:val="006427AD"/>
    <w:rsid w:val="006429A4"/>
    <w:rsid w:val="0064316C"/>
    <w:rsid w:val="006437AA"/>
    <w:rsid w:val="00643950"/>
    <w:rsid w:val="00643E70"/>
    <w:rsid w:val="00643F5D"/>
    <w:rsid w:val="00643FAF"/>
    <w:rsid w:val="00644389"/>
    <w:rsid w:val="006443DA"/>
    <w:rsid w:val="00644B58"/>
    <w:rsid w:val="00644BB1"/>
    <w:rsid w:val="0064537A"/>
    <w:rsid w:val="00645671"/>
    <w:rsid w:val="00645970"/>
    <w:rsid w:val="00645E97"/>
    <w:rsid w:val="00647091"/>
    <w:rsid w:val="006474E7"/>
    <w:rsid w:val="006474FF"/>
    <w:rsid w:val="006475CD"/>
    <w:rsid w:val="0064797F"/>
    <w:rsid w:val="00647A2C"/>
    <w:rsid w:val="00647AEB"/>
    <w:rsid w:val="00647B78"/>
    <w:rsid w:val="00647D34"/>
    <w:rsid w:val="006501D4"/>
    <w:rsid w:val="006503B1"/>
    <w:rsid w:val="00650A75"/>
    <w:rsid w:val="00651149"/>
    <w:rsid w:val="00651260"/>
    <w:rsid w:val="00651294"/>
    <w:rsid w:val="00651852"/>
    <w:rsid w:val="006518AD"/>
    <w:rsid w:val="006518E6"/>
    <w:rsid w:val="00651B88"/>
    <w:rsid w:val="00652A6F"/>
    <w:rsid w:val="00652ACF"/>
    <w:rsid w:val="00652DEF"/>
    <w:rsid w:val="00652EAA"/>
    <w:rsid w:val="00653A98"/>
    <w:rsid w:val="00653B17"/>
    <w:rsid w:val="00653B5A"/>
    <w:rsid w:val="00653E17"/>
    <w:rsid w:val="00653E22"/>
    <w:rsid w:val="00653F8F"/>
    <w:rsid w:val="00654883"/>
    <w:rsid w:val="006548D1"/>
    <w:rsid w:val="00654C16"/>
    <w:rsid w:val="00655204"/>
    <w:rsid w:val="00655D40"/>
    <w:rsid w:val="006563E7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17"/>
    <w:rsid w:val="00660435"/>
    <w:rsid w:val="0066056F"/>
    <w:rsid w:val="00660751"/>
    <w:rsid w:val="00660811"/>
    <w:rsid w:val="006608DD"/>
    <w:rsid w:val="00660ADB"/>
    <w:rsid w:val="00660C16"/>
    <w:rsid w:val="00660D37"/>
    <w:rsid w:val="00660D85"/>
    <w:rsid w:val="00660F9F"/>
    <w:rsid w:val="0066137D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2F6"/>
    <w:rsid w:val="00664828"/>
    <w:rsid w:val="00664875"/>
    <w:rsid w:val="00664CBC"/>
    <w:rsid w:val="00665070"/>
    <w:rsid w:val="0066526A"/>
    <w:rsid w:val="0066526C"/>
    <w:rsid w:val="0066551A"/>
    <w:rsid w:val="00665616"/>
    <w:rsid w:val="00665A99"/>
    <w:rsid w:val="00665B76"/>
    <w:rsid w:val="00665EEF"/>
    <w:rsid w:val="00666703"/>
    <w:rsid w:val="0066687F"/>
    <w:rsid w:val="006669FC"/>
    <w:rsid w:val="0066768D"/>
    <w:rsid w:val="00667A1E"/>
    <w:rsid w:val="00670123"/>
    <w:rsid w:val="006701E3"/>
    <w:rsid w:val="0067030D"/>
    <w:rsid w:val="00670409"/>
    <w:rsid w:val="00670934"/>
    <w:rsid w:val="00670983"/>
    <w:rsid w:val="00670C8F"/>
    <w:rsid w:val="00670E03"/>
    <w:rsid w:val="0067114C"/>
    <w:rsid w:val="006715D4"/>
    <w:rsid w:val="006718A6"/>
    <w:rsid w:val="00671B91"/>
    <w:rsid w:val="00671D07"/>
    <w:rsid w:val="00672116"/>
    <w:rsid w:val="00672528"/>
    <w:rsid w:val="00672D0D"/>
    <w:rsid w:val="00673AA7"/>
    <w:rsid w:val="00673C5E"/>
    <w:rsid w:val="00673F64"/>
    <w:rsid w:val="0067435B"/>
    <w:rsid w:val="00674BA8"/>
    <w:rsid w:val="00674BE4"/>
    <w:rsid w:val="00674DFE"/>
    <w:rsid w:val="00674EB6"/>
    <w:rsid w:val="00675041"/>
    <w:rsid w:val="00675048"/>
    <w:rsid w:val="006750E2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78E"/>
    <w:rsid w:val="0068208C"/>
    <w:rsid w:val="0068221C"/>
    <w:rsid w:val="006827D9"/>
    <w:rsid w:val="0068341A"/>
    <w:rsid w:val="00683830"/>
    <w:rsid w:val="00683D83"/>
    <w:rsid w:val="006841D2"/>
    <w:rsid w:val="006848CA"/>
    <w:rsid w:val="0068492D"/>
    <w:rsid w:val="006849FD"/>
    <w:rsid w:val="00684A26"/>
    <w:rsid w:val="00684E1F"/>
    <w:rsid w:val="0068570C"/>
    <w:rsid w:val="006859C9"/>
    <w:rsid w:val="00685BFB"/>
    <w:rsid w:val="00685BFC"/>
    <w:rsid w:val="00685C49"/>
    <w:rsid w:val="00685CF7"/>
    <w:rsid w:val="00685E2E"/>
    <w:rsid w:val="00685EBE"/>
    <w:rsid w:val="00686497"/>
    <w:rsid w:val="00686795"/>
    <w:rsid w:val="00687264"/>
    <w:rsid w:val="00687426"/>
    <w:rsid w:val="006874E0"/>
    <w:rsid w:val="006876F9"/>
    <w:rsid w:val="00687ABD"/>
    <w:rsid w:val="00687BDE"/>
    <w:rsid w:val="006900D8"/>
    <w:rsid w:val="00690374"/>
    <w:rsid w:val="006907B7"/>
    <w:rsid w:val="006907F3"/>
    <w:rsid w:val="00690AEC"/>
    <w:rsid w:val="00690C69"/>
    <w:rsid w:val="00690F54"/>
    <w:rsid w:val="0069106F"/>
    <w:rsid w:val="00691247"/>
    <w:rsid w:val="00691881"/>
    <w:rsid w:val="00691BFC"/>
    <w:rsid w:val="0069215B"/>
    <w:rsid w:val="00692222"/>
    <w:rsid w:val="006924A8"/>
    <w:rsid w:val="00692630"/>
    <w:rsid w:val="00692B2C"/>
    <w:rsid w:val="00692B54"/>
    <w:rsid w:val="00692CF7"/>
    <w:rsid w:val="00692DFA"/>
    <w:rsid w:val="006932EB"/>
    <w:rsid w:val="006939F2"/>
    <w:rsid w:val="00693BC8"/>
    <w:rsid w:val="00693F4D"/>
    <w:rsid w:val="00694249"/>
    <w:rsid w:val="00694BA7"/>
    <w:rsid w:val="00695EFB"/>
    <w:rsid w:val="00695F70"/>
    <w:rsid w:val="006970AE"/>
    <w:rsid w:val="006973A0"/>
    <w:rsid w:val="006976D9"/>
    <w:rsid w:val="006978E6"/>
    <w:rsid w:val="006A0B8F"/>
    <w:rsid w:val="006A0CD1"/>
    <w:rsid w:val="006A0DAB"/>
    <w:rsid w:val="006A1497"/>
    <w:rsid w:val="006A1CB3"/>
    <w:rsid w:val="006A1F9B"/>
    <w:rsid w:val="006A2235"/>
    <w:rsid w:val="006A277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51B6"/>
    <w:rsid w:val="006A52D1"/>
    <w:rsid w:val="006A5634"/>
    <w:rsid w:val="006A58E3"/>
    <w:rsid w:val="006A596D"/>
    <w:rsid w:val="006A61A7"/>
    <w:rsid w:val="006A6474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BE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18"/>
    <w:rsid w:val="006B2406"/>
    <w:rsid w:val="006B247E"/>
    <w:rsid w:val="006B26D1"/>
    <w:rsid w:val="006B288F"/>
    <w:rsid w:val="006B2AD0"/>
    <w:rsid w:val="006B2B13"/>
    <w:rsid w:val="006B2E50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C94"/>
    <w:rsid w:val="006B5EA2"/>
    <w:rsid w:val="006B6815"/>
    <w:rsid w:val="006B68B1"/>
    <w:rsid w:val="006B6953"/>
    <w:rsid w:val="006B6971"/>
    <w:rsid w:val="006B6EB3"/>
    <w:rsid w:val="006B6F22"/>
    <w:rsid w:val="006B7187"/>
    <w:rsid w:val="006B7DC9"/>
    <w:rsid w:val="006B7E39"/>
    <w:rsid w:val="006C0BE1"/>
    <w:rsid w:val="006C0F83"/>
    <w:rsid w:val="006C0FF2"/>
    <w:rsid w:val="006C10A9"/>
    <w:rsid w:val="006C18E1"/>
    <w:rsid w:val="006C1934"/>
    <w:rsid w:val="006C2709"/>
    <w:rsid w:val="006C2918"/>
    <w:rsid w:val="006C324D"/>
    <w:rsid w:val="006C3250"/>
    <w:rsid w:val="006C3433"/>
    <w:rsid w:val="006C3623"/>
    <w:rsid w:val="006C3C0E"/>
    <w:rsid w:val="006C3E16"/>
    <w:rsid w:val="006C4216"/>
    <w:rsid w:val="006C4C84"/>
    <w:rsid w:val="006C4D09"/>
    <w:rsid w:val="006C4FD7"/>
    <w:rsid w:val="006C50AA"/>
    <w:rsid w:val="006C531E"/>
    <w:rsid w:val="006C5534"/>
    <w:rsid w:val="006C57F9"/>
    <w:rsid w:val="006C58AC"/>
    <w:rsid w:val="006C5A6C"/>
    <w:rsid w:val="006C5A92"/>
    <w:rsid w:val="006C5BF8"/>
    <w:rsid w:val="006C63C6"/>
    <w:rsid w:val="006C689E"/>
    <w:rsid w:val="006C69E1"/>
    <w:rsid w:val="006C76D4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3CE"/>
    <w:rsid w:val="006D28D3"/>
    <w:rsid w:val="006D2EFB"/>
    <w:rsid w:val="006D30AB"/>
    <w:rsid w:val="006D358C"/>
    <w:rsid w:val="006D3E32"/>
    <w:rsid w:val="006D3F2C"/>
    <w:rsid w:val="006D4238"/>
    <w:rsid w:val="006D4389"/>
    <w:rsid w:val="006D44CA"/>
    <w:rsid w:val="006D4557"/>
    <w:rsid w:val="006D4ADB"/>
    <w:rsid w:val="006D4BA4"/>
    <w:rsid w:val="006D4EC4"/>
    <w:rsid w:val="006D4F1F"/>
    <w:rsid w:val="006D541F"/>
    <w:rsid w:val="006D5504"/>
    <w:rsid w:val="006D558D"/>
    <w:rsid w:val="006D5BBB"/>
    <w:rsid w:val="006D5D7B"/>
    <w:rsid w:val="006D6280"/>
    <w:rsid w:val="006D62DB"/>
    <w:rsid w:val="006D6697"/>
    <w:rsid w:val="006D6CC2"/>
    <w:rsid w:val="006D6F7A"/>
    <w:rsid w:val="006D7118"/>
    <w:rsid w:val="006D7262"/>
    <w:rsid w:val="006D7D73"/>
    <w:rsid w:val="006D7DD3"/>
    <w:rsid w:val="006E01FF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4CD"/>
    <w:rsid w:val="006E353C"/>
    <w:rsid w:val="006E39C1"/>
    <w:rsid w:val="006E400B"/>
    <w:rsid w:val="006E4142"/>
    <w:rsid w:val="006E42FE"/>
    <w:rsid w:val="006E443E"/>
    <w:rsid w:val="006E47BF"/>
    <w:rsid w:val="006E4F99"/>
    <w:rsid w:val="006E4FFF"/>
    <w:rsid w:val="006E5088"/>
    <w:rsid w:val="006E533C"/>
    <w:rsid w:val="006E5366"/>
    <w:rsid w:val="006E5967"/>
    <w:rsid w:val="006E5B1F"/>
    <w:rsid w:val="006E5C43"/>
    <w:rsid w:val="006E6442"/>
    <w:rsid w:val="006E64B8"/>
    <w:rsid w:val="006E65CB"/>
    <w:rsid w:val="006E68A9"/>
    <w:rsid w:val="006E6D62"/>
    <w:rsid w:val="006E6F49"/>
    <w:rsid w:val="006E7098"/>
    <w:rsid w:val="006E7244"/>
    <w:rsid w:val="006E734A"/>
    <w:rsid w:val="006E734B"/>
    <w:rsid w:val="006E74F5"/>
    <w:rsid w:val="006E7506"/>
    <w:rsid w:val="006E7EE6"/>
    <w:rsid w:val="006F01A9"/>
    <w:rsid w:val="006F05D9"/>
    <w:rsid w:val="006F0839"/>
    <w:rsid w:val="006F093F"/>
    <w:rsid w:val="006F099E"/>
    <w:rsid w:val="006F11C5"/>
    <w:rsid w:val="006F1357"/>
    <w:rsid w:val="006F17BD"/>
    <w:rsid w:val="006F186D"/>
    <w:rsid w:val="006F1944"/>
    <w:rsid w:val="006F194C"/>
    <w:rsid w:val="006F1EDA"/>
    <w:rsid w:val="006F252E"/>
    <w:rsid w:val="006F2C8F"/>
    <w:rsid w:val="006F2CE2"/>
    <w:rsid w:val="006F30D2"/>
    <w:rsid w:val="006F3339"/>
    <w:rsid w:val="006F3754"/>
    <w:rsid w:val="006F38E2"/>
    <w:rsid w:val="006F4302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606E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11B2"/>
    <w:rsid w:val="007018D9"/>
    <w:rsid w:val="00701CAE"/>
    <w:rsid w:val="007020C6"/>
    <w:rsid w:val="007020D7"/>
    <w:rsid w:val="0070212B"/>
    <w:rsid w:val="00702145"/>
    <w:rsid w:val="00702193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579"/>
    <w:rsid w:val="0070458F"/>
    <w:rsid w:val="007045D6"/>
    <w:rsid w:val="007046D6"/>
    <w:rsid w:val="00704743"/>
    <w:rsid w:val="00704CB2"/>
    <w:rsid w:val="00704EDD"/>
    <w:rsid w:val="007050FD"/>
    <w:rsid w:val="00705173"/>
    <w:rsid w:val="00705677"/>
    <w:rsid w:val="00705BE8"/>
    <w:rsid w:val="0070648A"/>
    <w:rsid w:val="00706CBF"/>
    <w:rsid w:val="00706CF5"/>
    <w:rsid w:val="00706DCE"/>
    <w:rsid w:val="00706F09"/>
    <w:rsid w:val="007071F8"/>
    <w:rsid w:val="00707837"/>
    <w:rsid w:val="00710255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20A"/>
    <w:rsid w:val="007129EA"/>
    <w:rsid w:val="00713248"/>
    <w:rsid w:val="00713E80"/>
    <w:rsid w:val="00713F48"/>
    <w:rsid w:val="00713F86"/>
    <w:rsid w:val="00714285"/>
    <w:rsid w:val="00714378"/>
    <w:rsid w:val="0071442A"/>
    <w:rsid w:val="00714855"/>
    <w:rsid w:val="00714A48"/>
    <w:rsid w:val="007155A5"/>
    <w:rsid w:val="0071648A"/>
    <w:rsid w:val="007164A5"/>
    <w:rsid w:val="00716A45"/>
    <w:rsid w:val="00716F5D"/>
    <w:rsid w:val="00717045"/>
    <w:rsid w:val="00717E43"/>
    <w:rsid w:val="00717FCE"/>
    <w:rsid w:val="007201A0"/>
    <w:rsid w:val="0072026C"/>
    <w:rsid w:val="007209A2"/>
    <w:rsid w:val="007209B8"/>
    <w:rsid w:val="007209E1"/>
    <w:rsid w:val="00720D6F"/>
    <w:rsid w:val="00721D8C"/>
    <w:rsid w:val="00722428"/>
    <w:rsid w:val="007226B6"/>
    <w:rsid w:val="0072282A"/>
    <w:rsid w:val="007228F0"/>
    <w:rsid w:val="00722A4B"/>
    <w:rsid w:val="0072357D"/>
    <w:rsid w:val="00723799"/>
    <w:rsid w:val="00723AF2"/>
    <w:rsid w:val="00724065"/>
    <w:rsid w:val="00724172"/>
    <w:rsid w:val="00724598"/>
    <w:rsid w:val="0072482D"/>
    <w:rsid w:val="00724BF1"/>
    <w:rsid w:val="00724C39"/>
    <w:rsid w:val="0072566D"/>
    <w:rsid w:val="00725821"/>
    <w:rsid w:val="00725C0B"/>
    <w:rsid w:val="00725CE2"/>
    <w:rsid w:val="00726037"/>
    <w:rsid w:val="007260C9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82"/>
    <w:rsid w:val="007306E3"/>
    <w:rsid w:val="007309ED"/>
    <w:rsid w:val="0073123B"/>
    <w:rsid w:val="00731EFD"/>
    <w:rsid w:val="0073206A"/>
    <w:rsid w:val="007338CE"/>
    <w:rsid w:val="00733C3D"/>
    <w:rsid w:val="0073445E"/>
    <w:rsid w:val="007345CC"/>
    <w:rsid w:val="00734B0E"/>
    <w:rsid w:val="00734B88"/>
    <w:rsid w:val="00735113"/>
    <w:rsid w:val="00735131"/>
    <w:rsid w:val="007351C8"/>
    <w:rsid w:val="007354F0"/>
    <w:rsid w:val="0073553E"/>
    <w:rsid w:val="00735628"/>
    <w:rsid w:val="00735E22"/>
    <w:rsid w:val="0073637F"/>
    <w:rsid w:val="00736C45"/>
    <w:rsid w:val="00736D2B"/>
    <w:rsid w:val="00736E69"/>
    <w:rsid w:val="00736FE1"/>
    <w:rsid w:val="007372F5"/>
    <w:rsid w:val="00737341"/>
    <w:rsid w:val="00737564"/>
    <w:rsid w:val="007376DC"/>
    <w:rsid w:val="00737806"/>
    <w:rsid w:val="00737A4F"/>
    <w:rsid w:val="00737B1F"/>
    <w:rsid w:val="00737D63"/>
    <w:rsid w:val="00737F39"/>
    <w:rsid w:val="00740068"/>
    <w:rsid w:val="007400FB"/>
    <w:rsid w:val="00740495"/>
    <w:rsid w:val="00740FDE"/>
    <w:rsid w:val="0074138C"/>
    <w:rsid w:val="00741757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D4C"/>
    <w:rsid w:val="00744DD8"/>
    <w:rsid w:val="00745010"/>
    <w:rsid w:val="0074558B"/>
    <w:rsid w:val="0074566A"/>
    <w:rsid w:val="007458F7"/>
    <w:rsid w:val="00745E76"/>
    <w:rsid w:val="00745F56"/>
    <w:rsid w:val="00746039"/>
    <w:rsid w:val="007463E7"/>
    <w:rsid w:val="00746504"/>
    <w:rsid w:val="0074682B"/>
    <w:rsid w:val="00746D14"/>
    <w:rsid w:val="007473CA"/>
    <w:rsid w:val="00750302"/>
    <w:rsid w:val="007505F7"/>
    <w:rsid w:val="00750945"/>
    <w:rsid w:val="00750F6A"/>
    <w:rsid w:val="00751925"/>
    <w:rsid w:val="007519D3"/>
    <w:rsid w:val="00751FAF"/>
    <w:rsid w:val="007525C4"/>
    <w:rsid w:val="00752959"/>
    <w:rsid w:val="007529C5"/>
    <w:rsid w:val="00752A6E"/>
    <w:rsid w:val="00752AE1"/>
    <w:rsid w:val="00752D8F"/>
    <w:rsid w:val="00752FDE"/>
    <w:rsid w:val="00753357"/>
    <w:rsid w:val="007537AE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A0D"/>
    <w:rsid w:val="00754D33"/>
    <w:rsid w:val="0075535D"/>
    <w:rsid w:val="00755403"/>
    <w:rsid w:val="0075551F"/>
    <w:rsid w:val="00755D17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9A"/>
    <w:rsid w:val="007610BC"/>
    <w:rsid w:val="0076117A"/>
    <w:rsid w:val="00761547"/>
    <w:rsid w:val="0076155D"/>
    <w:rsid w:val="0076157C"/>
    <w:rsid w:val="00761708"/>
    <w:rsid w:val="00761CDC"/>
    <w:rsid w:val="00762039"/>
    <w:rsid w:val="007621BF"/>
    <w:rsid w:val="007621FE"/>
    <w:rsid w:val="00762F60"/>
    <w:rsid w:val="00763003"/>
    <w:rsid w:val="007634F5"/>
    <w:rsid w:val="007637DD"/>
    <w:rsid w:val="0076394D"/>
    <w:rsid w:val="00763E4E"/>
    <w:rsid w:val="00763EB9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B08"/>
    <w:rsid w:val="00765C19"/>
    <w:rsid w:val="00765E9E"/>
    <w:rsid w:val="0076627A"/>
    <w:rsid w:val="007662AC"/>
    <w:rsid w:val="00766524"/>
    <w:rsid w:val="007666ED"/>
    <w:rsid w:val="00766E29"/>
    <w:rsid w:val="007676BC"/>
    <w:rsid w:val="00767866"/>
    <w:rsid w:val="007678DD"/>
    <w:rsid w:val="00767A24"/>
    <w:rsid w:val="00767B8F"/>
    <w:rsid w:val="00767BAE"/>
    <w:rsid w:val="007700A8"/>
    <w:rsid w:val="00770210"/>
    <w:rsid w:val="00770B24"/>
    <w:rsid w:val="00770E58"/>
    <w:rsid w:val="0077104F"/>
    <w:rsid w:val="007710AD"/>
    <w:rsid w:val="00771334"/>
    <w:rsid w:val="00771657"/>
    <w:rsid w:val="007718B5"/>
    <w:rsid w:val="00771BC5"/>
    <w:rsid w:val="00772549"/>
    <w:rsid w:val="007725D3"/>
    <w:rsid w:val="0077276C"/>
    <w:rsid w:val="00772EEE"/>
    <w:rsid w:val="0077328D"/>
    <w:rsid w:val="007733F1"/>
    <w:rsid w:val="0077360F"/>
    <w:rsid w:val="00773AB1"/>
    <w:rsid w:val="00773BC5"/>
    <w:rsid w:val="00773DBD"/>
    <w:rsid w:val="007742B7"/>
    <w:rsid w:val="00774411"/>
    <w:rsid w:val="00774C2E"/>
    <w:rsid w:val="00774F03"/>
    <w:rsid w:val="00775239"/>
    <w:rsid w:val="00775812"/>
    <w:rsid w:val="00775C87"/>
    <w:rsid w:val="00775FA4"/>
    <w:rsid w:val="00776235"/>
    <w:rsid w:val="007767AE"/>
    <w:rsid w:val="00776C2C"/>
    <w:rsid w:val="00777300"/>
    <w:rsid w:val="00777626"/>
    <w:rsid w:val="00777B00"/>
    <w:rsid w:val="00777F21"/>
    <w:rsid w:val="00780731"/>
    <w:rsid w:val="00780BAB"/>
    <w:rsid w:val="00780DAB"/>
    <w:rsid w:val="00780DB8"/>
    <w:rsid w:val="00780FD3"/>
    <w:rsid w:val="007811C7"/>
    <w:rsid w:val="007819BB"/>
    <w:rsid w:val="00781B2D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84D"/>
    <w:rsid w:val="007848B9"/>
    <w:rsid w:val="00784DA2"/>
    <w:rsid w:val="00784E1E"/>
    <w:rsid w:val="00784F00"/>
    <w:rsid w:val="007853B6"/>
    <w:rsid w:val="007854AD"/>
    <w:rsid w:val="0078593D"/>
    <w:rsid w:val="00785EC8"/>
    <w:rsid w:val="00785F05"/>
    <w:rsid w:val="007862FF"/>
    <w:rsid w:val="00786418"/>
    <w:rsid w:val="0078659E"/>
    <w:rsid w:val="007867E7"/>
    <w:rsid w:val="007868D0"/>
    <w:rsid w:val="00786B9B"/>
    <w:rsid w:val="00786BAD"/>
    <w:rsid w:val="0078792F"/>
    <w:rsid w:val="00787964"/>
    <w:rsid w:val="00787A2B"/>
    <w:rsid w:val="00787E5A"/>
    <w:rsid w:val="00790B23"/>
    <w:rsid w:val="00790FF9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5A0"/>
    <w:rsid w:val="0079370F"/>
    <w:rsid w:val="00793D88"/>
    <w:rsid w:val="00793EFA"/>
    <w:rsid w:val="00793F2A"/>
    <w:rsid w:val="0079406D"/>
    <w:rsid w:val="00794266"/>
    <w:rsid w:val="00794518"/>
    <w:rsid w:val="00794675"/>
    <w:rsid w:val="00794683"/>
    <w:rsid w:val="00794C2D"/>
    <w:rsid w:val="00794D7C"/>
    <w:rsid w:val="00794E39"/>
    <w:rsid w:val="00794FEB"/>
    <w:rsid w:val="007953DF"/>
    <w:rsid w:val="00795667"/>
    <w:rsid w:val="00795698"/>
    <w:rsid w:val="0079569F"/>
    <w:rsid w:val="00795895"/>
    <w:rsid w:val="00795CC5"/>
    <w:rsid w:val="00795ED9"/>
    <w:rsid w:val="00795F34"/>
    <w:rsid w:val="00796015"/>
    <w:rsid w:val="00796428"/>
    <w:rsid w:val="00796904"/>
    <w:rsid w:val="00797109"/>
    <w:rsid w:val="00797336"/>
    <w:rsid w:val="0079744A"/>
    <w:rsid w:val="00797AAF"/>
    <w:rsid w:val="00797D9C"/>
    <w:rsid w:val="00797DF8"/>
    <w:rsid w:val="00797E5E"/>
    <w:rsid w:val="007A0164"/>
    <w:rsid w:val="007A0217"/>
    <w:rsid w:val="007A05A5"/>
    <w:rsid w:val="007A08F5"/>
    <w:rsid w:val="007A0BC7"/>
    <w:rsid w:val="007A0DA6"/>
    <w:rsid w:val="007A176E"/>
    <w:rsid w:val="007A1D5D"/>
    <w:rsid w:val="007A22A0"/>
    <w:rsid w:val="007A2379"/>
    <w:rsid w:val="007A30D0"/>
    <w:rsid w:val="007A3840"/>
    <w:rsid w:val="007A3C42"/>
    <w:rsid w:val="007A3CD8"/>
    <w:rsid w:val="007A3DD9"/>
    <w:rsid w:val="007A417C"/>
    <w:rsid w:val="007A45D5"/>
    <w:rsid w:val="007A479C"/>
    <w:rsid w:val="007A4BAE"/>
    <w:rsid w:val="007A4D2E"/>
    <w:rsid w:val="007A4D36"/>
    <w:rsid w:val="007A4D67"/>
    <w:rsid w:val="007A4D71"/>
    <w:rsid w:val="007A50F5"/>
    <w:rsid w:val="007A5793"/>
    <w:rsid w:val="007A5AE6"/>
    <w:rsid w:val="007A5B2D"/>
    <w:rsid w:val="007A5D64"/>
    <w:rsid w:val="007A60E1"/>
    <w:rsid w:val="007A6315"/>
    <w:rsid w:val="007A64E9"/>
    <w:rsid w:val="007A6800"/>
    <w:rsid w:val="007A6985"/>
    <w:rsid w:val="007A78B2"/>
    <w:rsid w:val="007A7AAB"/>
    <w:rsid w:val="007A7D09"/>
    <w:rsid w:val="007B0126"/>
    <w:rsid w:val="007B056B"/>
    <w:rsid w:val="007B05D0"/>
    <w:rsid w:val="007B09A8"/>
    <w:rsid w:val="007B0AF2"/>
    <w:rsid w:val="007B106C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DAE"/>
    <w:rsid w:val="007B3E25"/>
    <w:rsid w:val="007B3ED8"/>
    <w:rsid w:val="007B3FC3"/>
    <w:rsid w:val="007B4D58"/>
    <w:rsid w:val="007B4E02"/>
    <w:rsid w:val="007B4FF7"/>
    <w:rsid w:val="007B5571"/>
    <w:rsid w:val="007B5ABF"/>
    <w:rsid w:val="007B5B4D"/>
    <w:rsid w:val="007B5D80"/>
    <w:rsid w:val="007B6187"/>
    <w:rsid w:val="007B6277"/>
    <w:rsid w:val="007B6393"/>
    <w:rsid w:val="007B641A"/>
    <w:rsid w:val="007B6601"/>
    <w:rsid w:val="007B6ED8"/>
    <w:rsid w:val="007B7351"/>
    <w:rsid w:val="007B7443"/>
    <w:rsid w:val="007B7B29"/>
    <w:rsid w:val="007C0402"/>
    <w:rsid w:val="007C089B"/>
    <w:rsid w:val="007C0AD3"/>
    <w:rsid w:val="007C0C2F"/>
    <w:rsid w:val="007C18E2"/>
    <w:rsid w:val="007C1E5A"/>
    <w:rsid w:val="007C208C"/>
    <w:rsid w:val="007C2387"/>
    <w:rsid w:val="007C2485"/>
    <w:rsid w:val="007C2527"/>
    <w:rsid w:val="007C26E5"/>
    <w:rsid w:val="007C27B7"/>
    <w:rsid w:val="007C2E55"/>
    <w:rsid w:val="007C2E69"/>
    <w:rsid w:val="007C3CF6"/>
    <w:rsid w:val="007C3D53"/>
    <w:rsid w:val="007C485C"/>
    <w:rsid w:val="007C48B3"/>
    <w:rsid w:val="007C4D9E"/>
    <w:rsid w:val="007C4E59"/>
    <w:rsid w:val="007C4F09"/>
    <w:rsid w:val="007C5182"/>
    <w:rsid w:val="007C52E4"/>
    <w:rsid w:val="007C536F"/>
    <w:rsid w:val="007C569E"/>
    <w:rsid w:val="007C5917"/>
    <w:rsid w:val="007C60A8"/>
    <w:rsid w:val="007C61C7"/>
    <w:rsid w:val="007C6231"/>
    <w:rsid w:val="007C6526"/>
    <w:rsid w:val="007C6570"/>
    <w:rsid w:val="007C7469"/>
    <w:rsid w:val="007C7965"/>
    <w:rsid w:val="007C7DAE"/>
    <w:rsid w:val="007C7EC7"/>
    <w:rsid w:val="007C7F5F"/>
    <w:rsid w:val="007D021D"/>
    <w:rsid w:val="007D03FA"/>
    <w:rsid w:val="007D0680"/>
    <w:rsid w:val="007D0747"/>
    <w:rsid w:val="007D07D7"/>
    <w:rsid w:val="007D08BB"/>
    <w:rsid w:val="007D0A78"/>
    <w:rsid w:val="007D0FC9"/>
    <w:rsid w:val="007D0FEC"/>
    <w:rsid w:val="007D16AF"/>
    <w:rsid w:val="007D2027"/>
    <w:rsid w:val="007D228B"/>
    <w:rsid w:val="007D26CD"/>
    <w:rsid w:val="007D287D"/>
    <w:rsid w:val="007D2962"/>
    <w:rsid w:val="007D2C37"/>
    <w:rsid w:val="007D2DE7"/>
    <w:rsid w:val="007D31DB"/>
    <w:rsid w:val="007D33B6"/>
    <w:rsid w:val="007D3C55"/>
    <w:rsid w:val="007D4145"/>
    <w:rsid w:val="007D4208"/>
    <w:rsid w:val="007D42A9"/>
    <w:rsid w:val="007D431F"/>
    <w:rsid w:val="007D44D9"/>
    <w:rsid w:val="007D452D"/>
    <w:rsid w:val="007D4615"/>
    <w:rsid w:val="007D47A8"/>
    <w:rsid w:val="007D4FBD"/>
    <w:rsid w:val="007D528B"/>
    <w:rsid w:val="007D55AF"/>
    <w:rsid w:val="007D582E"/>
    <w:rsid w:val="007D5CA6"/>
    <w:rsid w:val="007D5F72"/>
    <w:rsid w:val="007D601B"/>
    <w:rsid w:val="007D68C0"/>
    <w:rsid w:val="007D6B6D"/>
    <w:rsid w:val="007D6E64"/>
    <w:rsid w:val="007D724F"/>
    <w:rsid w:val="007D72D9"/>
    <w:rsid w:val="007D78BC"/>
    <w:rsid w:val="007D7CBE"/>
    <w:rsid w:val="007D7F18"/>
    <w:rsid w:val="007D7F2A"/>
    <w:rsid w:val="007E0335"/>
    <w:rsid w:val="007E03D3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F50"/>
    <w:rsid w:val="007E1F91"/>
    <w:rsid w:val="007E2343"/>
    <w:rsid w:val="007E2517"/>
    <w:rsid w:val="007E2932"/>
    <w:rsid w:val="007E306E"/>
    <w:rsid w:val="007E34DD"/>
    <w:rsid w:val="007E382F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C56"/>
    <w:rsid w:val="007E622D"/>
    <w:rsid w:val="007E682B"/>
    <w:rsid w:val="007E696C"/>
    <w:rsid w:val="007E69D9"/>
    <w:rsid w:val="007E69DD"/>
    <w:rsid w:val="007E6CAD"/>
    <w:rsid w:val="007E78C1"/>
    <w:rsid w:val="007E7995"/>
    <w:rsid w:val="007E7C74"/>
    <w:rsid w:val="007E7D72"/>
    <w:rsid w:val="007E7FAE"/>
    <w:rsid w:val="007F000F"/>
    <w:rsid w:val="007F02F7"/>
    <w:rsid w:val="007F0360"/>
    <w:rsid w:val="007F0871"/>
    <w:rsid w:val="007F0924"/>
    <w:rsid w:val="007F0D10"/>
    <w:rsid w:val="007F0E53"/>
    <w:rsid w:val="007F12D2"/>
    <w:rsid w:val="007F1442"/>
    <w:rsid w:val="007F17F4"/>
    <w:rsid w:val="007F1EB2"/>
    <w:rsid w:val="007F1EC6"/>
    <w:rsid w:val="007F2757"/>
    <w:rsid w:val="007F2761"/>
    <w:rsid w:val="007F283A"/>
    <w:rsid w:val="007F297B"/>
    <w:rsid w:val="007F2F02"/>
    <w:rsid w:val="007F3402"/>
    <w:rsid w:val="007F3DE3"/>
    <w:rsid w:val="007F3E6E"/>
    <w:rsid w:val="007F4093"/>
    <w:rsid w:val="007F4924"/>
    <w:rsid w:val="007F4D8F"/>
    <w:rsid w:val="007F4DF9"/>
    <w:rsid w:val="007F5069"/>
    <w:rsid w:val="007F580A"/>
    <w:rsid w:val="007F58C4"/>
    <w:rsid w:val="007F5C22"/>
    <w:rsid w:val="007F617F"/>
    <w:rsid w:val="007F6791"/>
    <w:rsid w:val="007F69F4"/>
    <w:rsid w:val="007F6B2D"/>
    <w:rsid w:val="007F72D0"/>
    <w:rsid w:val="007F73A7"/>
    <w:rsid w:val="007F7A50"/>
    <w:rsid w:val="007F7BF8"/>
    <w:rsid w:val="007F7F86"/>
    <w:rsid w:val="0080028E"/>
    <w:rsid w:val="008002F2"/>
    <w:rsid w:val="0080040C"/>
    <w:rsid w:val="00800B9B"/>
    <w:rsid w:val="00800D2E"/>
    <w:rsid w:val="00801246"/>
    <w:rsid w:val="00801525"/>
    <w:rsid w:val="00801547"/>
    <w:rsid w:val="008017FC"/>
    <w:rsid w:val="00801CC3"/>
    <w:rsid w:val="0080220E"/>
    <w:rsid w:val="008022AE"/>
    <w:rsid w:val="008024BD"/>
    <w:rsid w:val="0080250C"/>
    <w:rsid w:val="00802699"/>
    <w:rsid w:val="0080272A"/>
    <w:rsid w:val="00802F9F"/>
    <w:rsid w:val="00803500"/>
    <w:rsid w:val="008038D6"/>
    <w:rsid w:val="0080397A"/>
    <w:rsid w:val="00803F47"/>
    <w:rsid w:val="0080402D"/>
    <w:rsid w:val="008054F0"/>
    <w:rsid w:val="00805500"/>
    <w:rsid w:val="00805768"/>
    <w:rsid w:val="00805988"/>
    <w:rsid w:val="00805E99"/>
    <w:rsid w:val="00806236"/>
    <w:rsid w:val="00806358"/>
    <w:rsid w:val="0080642F"/>
    <w:rsid w:val="00806869"/>
    <w:rsid w:val="00806BD7"/>
    <w:rsid w:val="00806F71"/>
    <w:rsid w:val="00807797"/>
    <w:rsid w:val="00807A5E"/>
    <w:rsid w:val="00807C4A"/>
    <w:rsid w:val="00807FF0"/>
    <w:rsid w:val="0081007B"/>
    <w:rsid w:val="008106FA"/>
    <w:rsid w:val="008108DB"/>
    <w:rsid w:val="00810C4E"/>
    <w:rsid w:val="00810C57"/>
    <w:rsid w:val="00810CC0"/>
    <w:rsid w:val="00810CCD"/>
    <w:rsid w:val="00810ECE"/>
    <w:rsid w:val="0081100E"/>
    <w:rsid w:val="00811015"/>
    <w:rsid w:val="008110EE"/>
    <w:rsid w:val="00811601"/>
    <w:rsid w:val="00811712"/>
    <w:rsid w:val="00811981"/>
    <w:rsid w:val="00811D38"/>
    <w:rsid w:val="0081222F"/>
    <w:rsid w:val="00812887"/>
    <w:rsid w:val="008129EF"/>
    <w:rsid w:val="00813091"/>
    <w:rsid w:val="00813D8C"/>
    <w:rsid w:val="00813DE0"/>
    <w:rsid w:val="008148D2"/>
    <w:rsid w:val="008150DA"/>
    <w:rsid w:val="008155D5"/>
    <w:rsid w:val="00815FFD"/>
    <w:rsid w:val="008161D1"/>
    <w:rsid w:val="00816994"/>
    <w:rsid w:val="0081717E"/>
    <w:rsid w:val="008175A0"/>
    <w:rsid w:val="00817BCC"/>
    <w:rsid w:val="00817BD5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AD"/>
    <w:rsid w:val="00822705"/>
    <w:rsid w:val="008227DE"/>
    <w:rsid w:val="00822865"/>
    <w:rsid w:val="00822A39"/>
    <w:rsid w:val="00822D3E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B9"/>
    <w:rsid w:val="008262C6"/>
    <w:rsid w:val="00826757"/>
    <w:rsid w:val="008269A2"/>
    <w:rsid w:val="00826A61"/>
    <w:rsid w:val="00826CFE"/>
    <w:rsid w:val="0082725E"/>
    <w:rsid w:val="00827666"/>
    <w:rsid w:val="00827809"/>
    <w:rsid w:val="00827BA2"/>
    <w:rsid w:val="00827E33"/>
    <w:rsid w:val="008303B8"/>
    <w:rsid w:val="0083046E"/>
    <w:rsid w:val="00830566"/>
    <w:rsid w:val="00830B07"/>
    <w:rsid w:val="00830ECB"/>
    <w:rsid w:val="00830F5A"/>
    <w:rsid w:val="008311FE"/>
    <w:rsid w:val="00831A78"/>
    <w:rsid w:val="00831C63"/>
    <w:rsid w:val="0083228A"/>
    <w:rsid w:val="00832331"/>
    <w:rsid w:val="00832A9A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5FAE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B42"/>
    <w:rsid w:val="00841E90"/>
    <w:rsid w:val="00841EB5"/>
    <w:rsid w:val="00841FCA"/>
    <w:rsid w:val="008422E0"/>
    <w:rsid w:val="00842361"/>
    <w:rsid w:val="008430A5"/>
    <w:rsid w:val="00843316"/>
    <w:rsid w:val="00843404"/>
    <w:rsid w:val="00843A91"/>
    <w:rsid w:val="00843E76"/>
    <w:rsid w:val="00844051"/>
    <w:rsid w:val="0084408E"/>
    <w:rsid w:val="00844316"/>
    <w:rsid w:val="00844553"/>
    <w:rsid w:val="008446C1"/>
    <w:rsid w:val="00844BDE"/>
    <w:rsid w:val="00844CB0"/>
    <w:rsid w:val="00844F8A"/>
    <w:rsid w:val="00845378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D33"/>
    <w:rsid w:val="0085120C"/>
    <w:rsid w:val="008512A0"/>
    <w:rsid w:val="00851D5A"/>
    <w:rsid w:val="00851FBF"/>
    <w:rsid w:val="008520CB"/>
    <w:rsid w:val="00852615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F6"/>
    <w:rsid w:val="008541DC"/>
    <w:rsid w:val="00854C10"/>
    <w:rsid w:val="00854CD5"/>
    <w:rsid w:val="00854D62"/>
    <w:rsid w:val="00855997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5E9"/>
    <w:rsid w:val="008576AE"/>
    <w:rsid w:val="00860025"/>
    <w:rsid w:val="008605A3"/>
    <w:rsid w:val="008605F7"/>
    <w:rsid w:val="0086068C"/>
    <w:rsid w:val="0086071E"/>
    <w:rsid w:val="00860A55"/>
    <w:rsid w:val="00860DCA"/>
    <w:rsid w:val="00861150"/>
    <w:rsid w:val="0086127C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E33"/>
    <w:rsid w:val="008631C5"/>
    <w:rsid w:val="00863334"/>
    <w:rsid w:val="00863358"/>
    <w:rsid w:val="0086366D"/>
    <w:rsid w:val="0086387C"/>
    <w:rsid w:val="00864411"/>
    <w:rsid w:val="008645D9"/>
    <w:rsid w:val="00864F04"/>
    <w:rsid w:val="00865104"/>
    <w:rsid w:val="008651C6"/>
    <w:rsid w:val="00865505"/>
    <w:rsid w:val="00865549"/>
    <w:rsid w:val="00865603"/>
    <w:rsid w:val="00865720"/>
    <w:rsid w:val="008659F9"/>
    <w:rsid w:val="00865B66"/>
    <w:rsid w:val="00865EBE"/>
    <w:rsid w:val="00866628"/>
    <w:rsid w:val="00866B11"/>
    <w:rsid w:val="00866D4C"/>
    <w:rsid w:val="008670D8"/>
    <w:rsid w:val="0086721E"/>
    <w:rsid w:val="00867458"/>
    <w:rsid w:val="00867C02"/>
    <w:rsid w:val="0087059C"/>
    <w:rsid w:val="008708C0"/>
    <w:rsid w:val="00870BF4"/>
    <w:rsid w:val="00871005"/>
    <w:rsid w:val="00871228"/>
    <w:rsid w:val="00871369"/>
    <w:rsid w:val="008716CC"/>
    <w:rsid w:val="00871B40"/>
    <w:rsid w:val="00871BDE"/>
    <w:rsid w:val="00871C25"/>
    <w:rsid w:val="00872330"/>
    <w:rsid w:val="00872B6E"/>
    <w:rsid w:val="00872FD1"/>
    <w:rsid w:val="008734F9"/>
    <w:rsid w:val="00873967"/>
    <w:rsid w:val="00873A46"/>
    <w:rsid w:val="00873B03"/>
    <w:rsid w:val="008740FF"/>
    <w:rsid w:val="00874170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63D1"/>
    <w:rsid w:val="008764AE"/>
    <w:rsid w:val="00876740"/>
    <w:rsid w:val="00876D48"/>
    <w:rsid w:val="00876D74"/>
    <w:rsid w:val="0087701D"/>
    <w:rsid w:val="008774CE"/>
    <w:rsid w:val="008776A7"/>
    <w:rsid w:val="008777D8"/>
    <w:rsid w:val="00877884"/>
    <w:rsid w:val="008778C1"/>
    <w:rsid w:val="00877ACB"/>
    <w:rsid w:val="00877DFD"/>
    <w:rsid w:val="00880251"/>
    <w:rsid w:val="008803F0"/>
    <w:rsid w:val="00880557"/>
    <w:rsid w:val="00880642"/>
    <w:rsid w:val="00880974"/>
    <w:rsid w:val="00880B91"/>
    <w:rsid w:val="00880C90"/>
    <w:rsid w:val="00880E51"/>
    <w:rsid w:val="00880E84"/>
    <w:rsid w:val="00881300"/>
    <w:rsid w:val="00881AD1"/>
    <w:rsid w:val="00881B0E"/>
    <w:rsid w:val="00881C5C"/>
    <w:rsid w:val="00881CCD"/>
    <w:rsid w:val="00881E27"/>
    <w:rsid w:val="00881E38"/>
    <w:rsid w:val="00882755"/>
    <w:rsid w:val="0088277B"/>
    <w:rsid w:val="008832EE"/>
    <w:rsid w:val="008833DA"/>
    <w:rsid w:val="008839ED"/>
    <w:rsid w:val="00883A31"/>
    <w:rsid w:val="00883C23"/>
    <w:rsid w:val="00883CE2"/>
    <w:rsid w:val="00884202"/>
    <w:rsid w:val="0088505D"/>
    <w:rsid w:val="00885186"/>
    <w:rsid w:val="0088546E"/>
    <w:rsid w:val="00885C6B"/>
    <w:rsid w:val="00885E45"/>
    <w:rsid w:val="00885E65"/>
    <w:rsid w:val="0088626F"/>
    <w:rsid w:val="008866AC"/>
    <w:rsid w:val="00886B2F"/>
    <w:rsid w:val="00886E50"/>
    <w:rsid w:val="00886E76"/>
    <w:rsid w:val="008875A3"/>
    <w:rsid w:val="008877F9"/>
    <w:rsid w:val="00887856"/>
    <w:rsid w:val="00887FFA"/>
    <w:rsid w:val="008902DE"/>
    <w:rsid w:val="008907BF"/>
    <w:rsid w:val="00890B1D"/>
    <w:rsid w:val="00890F30"/>
    <w:rsid w:val="00891355"/>
    <w:rsid w:val="0089168C"/>
    <w:rsid w:val="00891FCB"/>
    <w:rsid w:val="0089206F"/>
    <w:rsid w:val="0089259E"/>
    <w:rsid w:val="00892872"/>
    <w:rsid w:val="00892BD6"/>
    <w:rsid w:val="00892CB3"/>
    <w:rsid w:val="00892F0D"/>
    <w:rsid w:val="00892F97"/>
    <w:rsid w:val="008931BF"/>
    <w:rsid w:val="00893562"/>
    <w:rsid w:val="0089384C"/>
    <w:rsid w:val="00893CEF"/>
    <w:rsid w:val="00894075"/>
    <w:rsid w:val="00894220"/>
    <w:rsid w:val="008942B4"/>
    <w:rsid w:val="0089516B"/>
    <w:rsid w:val="008951F5"/>
    <w:rsid w:val="008953A0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666"/>
    <w:rsid w:val="00897B45"/>
    <w:rsid w:val="00897C4F"/>
    <w:rsid w:val="00897F30"/>
    <w:rsid w:val="008A008A"/>
    <w:rsid w:val="008A0129"/>
    <w:rsid w:val="008A0784"/>
    <w:rsid w:val="008A0EC4"/>
    <w:rsid w:val="008A12FB"/>
    <w:rsid w:val="008A1B46"/>
    <w:rsid w:val="008A1EA8"/>
    <w:rsid w:val="008A1FBE"/>
    <w:rsid w:val="008A220C"/>
    <w:rsid w:val="008A22D6"/>
    <w:rsid w:val="008A29D0"/>
    <w:rsid w:val="008A30F7"/>
    <w:rsid w:val="008A32AC"/>
    <w:rsid w:val="008A3788"/>
    <w:rsid w:val="008A3822"/>
    <w:rsid w:val="008A3CB8"/>
    <w:rsid w:val="008A41CB"/>
    <w:rsid w:val="008A4396"/>
    <w:rsid w:val="008A4A93"/>
    <w:rsid w:val="008A505C"/>
    <w:rsid w:val="008A58F2"/>
    <w:rsid w:val="008A59CA"/>
    <w:rsid w:val="008A59E3"/>
    <w:rsid w:val="008A65E8"/>
    <w:rsid w:val="008A6EB8"/>
    <w:rsid w:val="008A746A"/>
    <w:rsid w:val="008A7670"/>
    <w:rsid w:val="008A7CB2"/>
    <w:rsid w:val="008A7CD4"/>
    <w:rsid w:val="008A7D19"/>
    <w:rsid w:val="008B04A6"/>
    <w:rsid w:val="008B0710"/>
    <w:rsid w:val="008B0D4F"/>
    <w:rsid w:val="008B12CE"/>
    <w:rsid w:val="008B132E"/>
    <w:rsid w:val="008B142A"/>
    <w:rsid w:val="008B1B6F"/>
    <w:rsid w:val="008B1F43"/>
    <w:rsid w:val="008B2A67"/>
    <w:rsid w:val="008B3321"/>
    <w:rsid w:val="008B3351"/>
    <w:rsid w:val="008B344F"/>
    <w:rsid w:val="008B3D3D"/>
    <w:rsid w:val="008B454F"/>
    <w:rsid w:val="008B4554"/>
    <w:rsid w:val="008B4748"/>
    <w:rsid w:val="008B491E"/>
    <w:rsid w:val="008B4B12"/>
    <w:rsid w:val="008B4F96"/>
    <w:rsid w:val="008B5220"/>
    <w:rsid w:val="008B5491"/>
    <w:rsid w:val="008B55F3"/>
    <w:rsid w:val="008B5691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FF1"/>
    <w:rsid w:val="008C0266"/>
    <w:rsid w:val="008C03D2"/>
    <w:rsid w:val="008C06DC"/>
    <w:rsid w:val="008C0B5A"/>
    <w:rsid w:val="008C0C4C"/>
    <w:rsid w:val="008C0E92"/>
    <w:rsid w:val="008C22C0"/>
    <w:rsid w:val="008C24A8"/>
    <w:rsid w:val="008C25C0"/>
    <w:rsid w:val="008C29FD"/>
    <w:rsid w:val="008C2D81"/>
    <w:rsid w:val="008C3155"/>
    <w:rsid w:val="008C336A"/>
    <w:rsid w:val="008C35AB"/>
    <w:rsid w:val="008C3624"/>
    <w:rsid w:val="008C370D"/>
    <w:rsid w:val="008C3F06"/>
    <w:rsid w:val="008C44A8"/>
    <w:rsid w:val="008C46D8"/>
    <w:rsid w:val="008C4BDD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725C"/>
    <w:rsid w:val="008C7743"/>
    <w:rsid w:val="008D0021"/>
    <w:rsid w:val="008D0557"/>
    <w:rsid w:val="008D08B4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3D"/>
    <w:rsid w:val="008D25D3"/>
    <w:rsid w:val="008D2732"/>
    <w:rsid w:val="008D2949"/>
    <w:rsid w:val="008D2959"/>
    <w:rsid w:val="008D2CFB"/>
    <w:rsid w:val="008D3CCC"/>
    <w:rsid w:val="008D3D19"/>
    <w:rsid w:val="008D3F0B"/>
    <w:rsid w:val="008D43B6"/>
    <w:rsid w:val="008D4415"/>
    <w:rsid w:val="008D44F4"/>
    <w:rsid w:val="008D45F4"/>
    <w:rsid w:val="008D481C"/>
    <w:rsid w:val="008D4BD5"/>
    <w:rsid w:val="008D53F8"/>
    <w:rsid w:val="008D651E"/>
    <w:rsid w:val="008D67A1"/>
    <w:rsid w:val="008D687F"/>
    <w:rsid w:val="008D6C2E"/>
    <w:rsid w:val="008D6CC0"/>
    <w:rsid w:val="008D70F7"/>
    <w:rsid w:val="008D7344"/>
    <w:rsid w:val="008D7605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13C"/>
    <w:rsid w:val="008E234F"/>
    <w:rsid w:val="008E3148"/>
    <w:rsid w:val="008E31CB"/>
    <w:rsid w:val="008E3C0D"/>
    <w:rsid w:val="008E3F35"/>
    <w:rsid w:val="008E4087"/>
    <w:rsid w:val="008E4216"/>
    <w:rsid w:val="008E46CF"/>
    <w:rsid w:val="008E48D2"/>
    <w:rsid w:val="008E4AFF"/>
    <w:rsid w:val="008E4D80"/>
    <w:rsid w:val="008E50B5"/>
    <w:rsid w:val="008E5534"/>
    <w:rsid w:val="008E619A"/>
    <w:rsid w:val="008E6243"/>
    <w:rsid w:val="008E64FF"/>
    <w:rsid w:val="008E6AD2"/>
    <w:rsid w:val="008E6F78"/>
    <w:rsid w:val="008E716A"/>
    <w:rsid w:val="008E740B"/>
    <w:rsid w:val="008E79AF"/>
    <w:rsid w:val="008E7B03"/>
    <w:rsid w:val="008F01C7"/>
    <w:rsid w:val="008F037E"/>
    <w:rsid w:val="008F0D27"/>
    <w:rsid w:val="008F0E10"/>
    <w:rsid w:val="008F10FA"/>
    <w:rsid w:val="008F11B6"/>
    <w:rsid w:val="008F12F3"/>
    <w:rsid w:val="008F133A"/>
    <w:rsid w:val="008F1A2B"/>
    <w:rsid w:val="008F22F0"/>
    <w:rsid w:val="008F2875"/>
    <w:rsid w:val="008F2C42"/>
    <w:rsid w:val="008F2E7D"/>
    <w:rsid w:val="008F3ADF"/>
    <w:rsid w:val="008F3AF0"/>
    <w:rsid w:val="008F3DE0"/>
    <w:rsid w:val="008F3E0B"/>
    <w:rsid w:val="008F40C2"/>
    <w:rsid w:val="008F440E"/>
    <w:rsid w:val="008F4E2B"/>
    <w:rsid w:val="008F53CC"/>
    <w:rsid w:val="008F541C"/>
    <w:rsid w:val="008F5426"/>
    <w:rsid w:val="008F550D"/>
    <w:rsid w:val="008F5A40"/>
    <w:rsid w:val="008F5B57"/>
    <w:rsid w:val="008F5D3C"/>
    <w:rsid w:val="008F5DAA"/>
    <w:rsid w:val="008F6033"/>
    <w:rsid w:val="008F6232"/>
    <w:rsid w:val="008F6727"/>
    <w:rsid w:val="008F690A"/>
    <w:rsid w:val="008F6B7D"/>
    <w:rsid w:val="008F6CDB"/>
    <w:rsid w:val="008F7579"/>
    <w:rsid w:val="008F7702"/>
    <w:rsid w:val="008F7CC5"/>
    <w:rsid w:val="00900134"/>
    <w:rsid w:val="0090024A"/>
    <w:rsid w:val="009004AE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264"/>
    <w:rsid w:val="00903E38"/>
    <w:rsid w:val="00903E57"/>
    <w:rsid w:val="0090403B"/>
    <w:rsid w:val="0090436B"/>
    <w:rsid w:val="00904751"/>
    <w:rsid w:val="00904A8B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BCC"/>
    <w:rsid w:val="009071EE"/>
    <w:rsid w:val="00907254"/>
    <w:rsid w:val="0090786C"/>
    <w:rsid w:val="00907AC8"/>
    <w:rsid w:val="00907BDB"/>
    <w:rsid w:val="00910517"/>
    <w:rsid w:val="009107AD"/>
    <w:rsid w:val="009109E9"/>
    <w:rsid w:val="00910AA2"/>
    <w:rsid w:val="00911277"/>
    <w:rsid w:val="009112B6"/>
    <w:rsid w:val="00911372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5BA"/>
    <w:rsid w:val="0091266D"/>
    <w:rsid w:val="009128B5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42B4"/>
    <w:rsid w:val="00914761"/>
    <w:rsid w:val="00914803"/>
    <w:rsid w:val="00914821"/>
    <w:rsid w:val="0091496D"/>
    <w:rsid w:val="00914D34"/>
    <w:rsid w:val="00915456"/>
    <w:rsid w:val="00915504"/>
    <w:rsid w:val="009157F6"/>
    <w:rsid w:val="00915D9D"/>
    <w:rsid w:val="009160A6"/>
    <w:rsid w:val="0091630A"/>
    <w:rsid w:val="00916409"/>
    <w:rsid w:val="009167EC"/>
    <w:rsid w:val="0091690A"/>
    <w:rsid w:val="00916AB2"/>
    <w:rsid w:val="00916BE0"/>
    <w:rsid w:val="00916DB5"/>
    <w:rsid w:val="00916F93"/>
    <w:rsid w:val="009171B2"/>
    <w:rsid w:val="009172EE"/>
    <w:rsid w:val="0091751A"/>
    <w:rsid w:val="00917523"/>
    <w:rsid w:val="00917C54"/>
    <w:rsid w:val="0092040F"/>
    <w:rsid w:val="009204CF"/>
    <w:rsid w:val="00920988"/>
    <w:rsid w:val="00920A89"/>
    <w:rsid w:val="00921335"/>
    <w:rsid w:val="00921AE0"/>
    <w:rsid w:val="009220ED"/>
    <w:rsid w:val="00922652"/>
    <w:rsid w:val="0092320A"/>
    <w:rsid w:val="00923927"/>
    <w:rsid w:val="00923B05"/>
    <w:rsid w:val="00923F65"/>
    <w:rsid w:val="00924338"/>
    <w:rsid w:val="00924404"/>
    <w:rsid w:val="0092553B"/>
    <w:rsid w:val="0092575B"/>
    <w:rsid w:val="009257C8"/>
    <w:rsid w:val="009259F0"/>
    <w:rsid w:val="009262AD"/>
    <w:rsid w:val="00926526"/>
    <w:rsid w:val="0092655E"/>
    <w:rsid w:val="00926950"/>
    <w:rsid w:val="00926B2A"/>
    <w:rsid w:val="00926FCA"/>
    <w:rsid w:val="009274E9"/>
    <w:rsid w:val="00927674"/>
    <w:rsid w:val="009276AD"/>
    <w:rsid w:val="0092786D"/>
    <w:rsid w:val="00927B46"/>
    <w:rsid w:val="00927C98"/>
    <w:rsid w:val="00927E22"/>
    <w:rsid w:val="00927EC5"/>
    <w:rsid w:val="009301BD"/>
    <w:rsid w:val="0093029B"/>
    <w:rsid w:val="00930EF4"/>
    <w:rsid w:val="00931045"/>
    <w:rsid w:val="009312B1"/>
    <w:rsid w:val="0093153A"/>
    <w:rsid w:val="00931A7F"/>
    <w:rsid w:val="00931FD6"/>
    <w:rsid w:val="00931FEF"/>
    <w:rsid w:val="009321F3"/>
    <w:rsid w:val="00932229"/>
    <w:rsid w:val="009324A4"/>
    <w:rsid w:val="0093256B"/>
    <w:rsid w:val="00932B0D"/>
    <w:rsid w:val="00932BD7"/>
    <w:rsid w:val="00933375"/>
    <w:rsid w:val="009335D2"/>
    <w:rsid w:val="00934040"/>
    <w:rsid w:val="009346AE"/>
    <w:rsid w:val="0093509D"/>
    <w:rsid w:val="00935199"/>
    <w:rsid w:val="009357F0"/>
    <w:rsid w:val="0093655C"/>
    <w:rsid w:val="00936674"/>
    <w:rsid w:val="00936992"/>
    <w:rsid w:val="00936F92"/>
    <w:rsid w:val="009371BF"/>
    <w:rsid w:val="00937676"/>
    <w:rsid w:val="00937711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17A"/>
    <w:rsid w:val="00941235"/>
    <w:rsid w:val="00941287"/>
    <w:rsid w:val="00941701"/>
    <w:rsid w:val="00941707"/>
    <w:rsid w:val="00941AE6"/>
    <w:rsid w:val="00941D1C"/>
    <w:rsid w:val="0094212E"/>
    <w:rsid w:val="00942436"/>
    <w:rsid w:val="009424E1"/>
    <w:rsid w:val="00942592"/>
    <w:rsid w:val="00942884"/>
    <w:rsid w:val="00942B34"/>
    <w:rsid w:val="0094330A"/>
    <w:rsid w:val="00943627"/>
    <w:rsid w:val="00943876"/>
    <w:rsid w:val="00943B0B"/>
    <w:rsid w:val="009446A3"/>
    <w:rsid w:val="00944912"/>
    <w:rsid w:val="009449DA"/>
    <w:rsid w:val="00944D2C"/>
    <w:rsid w:val="00944DF4"/>
    <w:rsid w:val="00944FDA"/>
    <w:rsid w:val="00945062"/>
    <w:rsid w:val="00945084"/>
    <w:rsid w:val="00945324"/>
    <w:rsid w:val="009454A4"/>
    <w:rsid w:val="009458B8"/>
    <w:rsid w:val="00945CCE"/>
    <w:rsid w:val="00945E00"/>
    <w:rsid w:val="00945E9B"/>
    <w:rsid w:val="00946537"/>
    <w:rsid w:val="009467B9"/>
    <w:rsid w:val="009467D5"/>
    <w:rsid w:val="009467E0"/>
    <w:rsid w:val="00946CB8"/>
    <w:rsid w:val="00946CED"/>
    <w:rsid w:val="00947378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F2"/>
    <w:rsid w:val="00952DC3"/>
    <w:rsid w:val="00953020"/>
    <w:rsid w:val="0095304A"/>
    <w:rsid w:val="009531E5"/>
    <w:rsid w:val="0095324F"/>
    <w:rsid w:val="009534AD"/>
    <w:rsid w:val="0095368D"/>
    <w:rsid w:val="009536D0"/>
    <w:rsid w:val="00953754"/>
    <w:rsid w:val="0095392E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6C1"/>
    <w:rsid w:val="0095571A"/>
    <w:rsid w:val="0095590B"/>
    <w:rsid w:val="0095592A"/>
    <w:rsid w:val="0095616A"/>
    <w:rsid w:val="00956202"/>
    <w:rsid w:val="00956618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2ED"/>
    <w:rsid w:val="00961465"/>
    <w:rsid w:val="009616AE"/>
    <w:rsid w:val="009619AF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D55"/>
    <w:rsid w:val="009671B2"/>
    <w:rsid w:val="009675C9"/>
    <w:rsid w:val="00967A0D"/>
    <w:rsid w:val="00967AB6"/>
    <w:rsid w:val="00967CA6"/>
    <w:rsid w:val="00967FB1"/>
    <w:rsid w:val="00970302"/>
    <w:rsid w:val="009704C3"/>
    <w:rsid w:val="00970519"/>
    <w:rsid w:val="0097070E"/>
    <w:rsid w:val="00970890"/>
    <w:rsid w:val="00970E39"/>
    <w:rsid w:val="009712E9"/>
    <w:rsid w:val="0097151A"/>
    <w:rsid w:val="00971C52"/>
    <w:rsid w:val="009720C6"/>
    <w:rsid w:val="009722D8"/>
    <w:rsid w:val="00973209"/>
    <w:rsid w:val="00973220"/>
    <w:rsid w:val="00973AD1"/>
    <w:rsid w:val="0097426B"/>
    <w:rsid w:val="0097426E"/>
    <w:rsid w:val="0097449A"/>
    <w:rsid w:val="00974518"/>
    <w:rsid w:val="0097491F"/>
    <w:rsid w:val="00974A9F"/>
    <w:rsid w:val="00974E75"/>
    <w:rsid w:val="00975553"/>
    <w:rsid w:val="00975577"/>
    <w:rsid w:val="00975673"/>
    <w:rsid w:val="00975AD0"/>
    <w:rsid w:val="00975CE0"/>
    <w:rsid w:val="00975DF8"/>
    <w:rsid w:val="009763EF"/>
    <w:rsid w:val="009767B8"/>
    <w:rsid w:val="009767C3"/>
    <w:rsid w:val="00976F72"/>
    <w:rsid w:val="00977184"/>
    <w:rsid w:val="0097746B"/>
    <w:rsid w:val="009776F4"/>
    <w:rsid w:val="009800D0"/>
    <w:rsid w:val="00980958"/>
    <w:rsid w:val="0098118D"/>
    <w:rsid w:val="009811E6"/>
    <w:rsid w:val="00981680"/>
    <w:rsid w:val="0098171B"/>
    <w:rsid w:val="0098192B"/>
    <w:rsid w:val="00982498"/>
    <w:rsid w:val="009825CD"/>
    <w:rsid w:val="009827B0"/>
    <w:rsid w:val="00982A77"/>
    <w:rsid w:val="00982D69"/>
    <w:rsid w:val="00982E8B"/>
    <w:rsid w:val="009830C3"/>
    <w:rsid w:val="009831C0"/>
    <w:rsid w:val="00983736"/>
    <w:rsid w:val="0098407B"/>
    <w:rsid w:val="009846F9"/>
    <w:rsid w:val="009848B6"/>
    <w:rsid w:val="00985345"/>
    <w:rsid w:val="00985B3C"/>
    <w:rsid w:val="00986C51"/>
    <w:rsid w:val="00986D7D"/>
    <w:rsid w:val="00986E4C"/>
    <w:rsid w:val="0098709A"/>
    <w:rsid w:val="009872A2"/>
    <w:rsid w:val="00987A26"/>
    <w:rsid w:val="00987AC7"/>
    <w:rsid w:val="00987D1F"/>
    <w:rsid w:val="00987DF8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07F"/>
    <w:rsid w:val="009921E3"/>
    <w:rsid w:val="009924A1"/>
    <w:rsid w:val="00992597"/>
    <w:rsid w:val="00992F12"/>
    <w:rsid w:val="00993563"/>
    <w:rsid w:val="0099359F"/>
    <w:rsid w:val="00993ACA"/>
    <w:rsid w:val="00993CA4"/>
    <w:rsid w:val="00993F32"/>
    <w:rsid w:val="009942A1"/>
    <w:rsid w:val="00994564"/>
    <w:rsid w:val="00994EE1"/>
    <w:rsid w:val="00995355"/>
    <w:rsid w:val="009954B2"/>
    <w:rsid w:val="009957CD"/>
    <w:rsid w:val="00995BF6"/>
    <w:rsid w:val="00995F91"/>
    <w:rsid w:val="009960F8"/>
    <w:rsid w:val="0099627D"/>
    <w:rsid w:val="009967E0"/>
    <w:rsid w:val="00996843"/>
    <w:rsid w:val="00996AD6"/>
    <w:rsid w:val="00996DE2"/>
    <w:rsid w:val="009972EC"/>
    <w:rsid w:val="009974D2"/>
    <w:rsid w:val="00997838"/>
    <w:rsid w:val="00997A2C"/>
    <w:rsid w:val="00997F5B"/>
    <w:rsid w:val="009A04ED"/>
    <w:rsid w:val="009A06D9"/>
    <w:rsid w:val="009A0AE7"/>
    <w:rsid w:val="009A0B29"/>
    <w:rsid w:val="009A0C56"/>
    <w:rsid w:val="009A0D58"/>
    <w:rsid w:val="009A0EA9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3A4B"/>
    <w:rsid w:val="009A4087"/>
    <w:rsid w:val="009A4105"/>
    <w:rsid w:val="009A4417"/>
    <w:rsid w:val="009A4B38"/>
    <w:rsid w:val="009A4B73"/>
    <w:rsid w:val="009A4CB6"/>
    <w:rsid w:val="009A51EB"/>
    <w:rsid w:val="009A58DD"/>
    <w:rsid w:val="009A58E9"/>
    <w:rsid w:val="009A5A50"/>
    <w:rsid w:val="009A5BB9"/>
    <w:rsid w:val="009A5C2F"/>
    <w:rsid w:val="009A5EA1"/>
    <w:rsid w:val="009A66F1"/>
    <w:rsid w:val="009A67FE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6CE"/>
    <w:rsid w:val="009B1B0E"/>
    <w:rsid w:val="009B1BFA"/>
    <w:rsid w:val="009B1CDB"/>
    <w:rsid w:val="009B1F3B"/>
    <w:rsid w:val="009B200B"/>
    <w:rsid w:val="009B214C"/>
    <w:rsid w:val="009B2B38"/>
    <w:rsid w:val="009B2CFF"/>
    <w:rsid w:val="009B3031"/>
    <w:rsid w:val="009B33A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56"/>
    <w:rsid w:val="009B58F3"/>
    <w:rsid w:val="009B5FC7"/>
    <w:rsid w:val="009B67F2"/>
    <w:rsid w:val="009B6837"/>
    <w:rsid w:val="009B683A"/>
    <w:rsid w:val="009B6A60"/>
    <w:rsid w:val="009B6CB8"/>
    <w:rsid w:val="009B6FF9"/>
    <w:rsid w:val="009B77CC"/>
    <w:rsid w:val="009B7BF7"/>
    <w:rsid w:val="009C0B9E"/>
    <w:rsid w:val="009C0E04"/>
    <w:rsid w:val="009C128B"/>
    <w:rsid w:val="009C1357"/>
    <w:rsid w:val="009C16A7"/>
    <w:rsid w:val="009C1CF6"/>
    <w:rsid w:val="009C211E"/>
    <w:rsid w:val="009C237F"/>
    <w:rsid w:val="009C25AF"/>
    <w:rsid w:val="009C2712"/>
    <w:rsid w:val="009C27D8"/>
    <w:rsid w:val="009C2C41"/>
    <w:rsid w:val="009C31CF"/>
    <w:rsid w:val="009C32B4"/>
    <w:rsid w:val="009C343E"/>
    <w:rsid w:val="009C3516"/>
    <w:rsid w:val="009C3624"/>
    <w:rsid w:val="009C3C5E"/>
    <w:rsid w:val="009C3D7C"/>
    <w:rsid w:val="009C3E14"/>
    <w:rsid w:val="009C3E35"/>
    <w:rsid w:val="009C405B"/>
    <w:rsid w:val="009C42EA"/>
    <w:rsid w:val="009C42F9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D4C"/>
    <w:rsid w:val="009C7129"/>
    <w:rsid w:val="009C7147"/>
    <w:rsid w:val="009C731B"/>
    <w:rsid w:val="009C7549"/>
    <w:rsid w:val="009C7786"/>
    <w:rsid w:val="009C7DD9"/>
    <w:rsid w:val="009D0062"/>
    <w:rsid w:val="009D00F4"/>
    <w:rsid w:val="009D0A19"/>
    <w:rsid w:val="009D0FE6"/>
    <w:rsid w:val="009D14D2"/>
    <w:rsid w:val="009D16BE"/>
    <w:rsid w:val="009D1781"/>
    <w:rsid w:val="009D1F29"/>
    <w:rsid w:val="009D1F81"/>
    <w:rsid w:val="009D23CB"/>
    <w:rsid w:val="009D2796"/>
    <w:rsid w:val="009D2BA2"/>
    <w:rsid w:val="009D2BFF"/>
    <w:rsid w:val="009D2D1B"/>
    <w:rsid w:val="009D2F22"/>
    <w:rsid w:val="009D30D5"/>
    <w:rsid w:val="009D3420"/>
    <w:rsid w:val="009D381B"/>
    <w:rsid w:val="009D3A1F"/>
    <w:rsid w:val="009D3A64"/>
    <w:rsid w:val="009D3A88"/>
    <w:rsid w:val="009D3F8D"/>
    <w:rsid w:val="009D44F8"/>
    <w:rsid w:val="009D479B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738"/>
    <w:rsid w:val="009D57E9"/>
    <w:rsid w:val="009D58BE"/>
    <w:rsid w:val="009D5BFF"/>
    <w:rsid w:val="009D5F35"/>
    <w:rsid w:val="009D61A7"/>
    <w:rsid w:val="009D67DF"/>
    <w:rsid w:val="009D6B02"/>
    <w:rsid w:val="009D6BD3"/>
    <w:rsid w:val="009D6F2F"/>
    <w:rsid w:val="009D6FC6"/>
    <w:rsid w:val="009D73F8"/>
    <w:rsid w:val="009D7704"/>
    <w:rsid w:val="009D78EF"/>
    <w:rsid w:val="009D7C50"/>
    <w:rsid w:val="009D7C8A"/>
    <w:rsid w:val="009D7F4B"/>
    <w:rsid w:val="009E001F"/>
    <w:rsid w:val="009E0123"/>
    <w:rsid w:val="009E0146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33D"/>
    <w:rsid w:val="009E3BB8"/>
    <w:rsid w:val="009E3BCD"/>
    <w:rsid w:val="009E3EFA"/>
    <w:rsid w:val="009E4143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448"/>
    <w:rsid w:val="009E6735"/>
    <w:rsid w:val="009E6B42"/>
    <w:rsid w:val="009E6B4A"/>
    <w:rsid w:val="009E6C64"/>
    <w:rsid w:val="009E6D24"/>
    <w:rsid w:val="009E737B"/>
    <w:rsid w:val="009E765E"/>
    <w:rsid w:val="009E7F01"/>
    <w:rsid w:val="009F019D"/>
    <w:rsid w:val="009F0266"/>
    <w:rsid w:val="009F054F"/>
    <w:rsid w:val="009F0E93"/>
    <w:rsid w:val="009F1072"/>
    <w:rsid w:val="009F1366"/>
    <w:rsid w:val="009F18D6"/>
    <w:rsid w:val="009F1AF8"/>
    <w:rsid w:val="009F1F32"/>
    <w:rsid w:val="009F20B1"/>
    <w:rsid w:val="009F22AA"/>
    <w:rsid w:val="009F2356"/>
    <w:rsid w:val="009F2668"/>
    <w:rsid w:val="009F33B5"/>
    <w:rsid w:val="009F3406"/>
    <w:rsid w:val="009F3417"/>
    <w:rsid w:val="009F344A"/>
    <w:rsid w:val="009F3A47"/>
    <w:rsid w:val="009F3ACF"/>
    <w:rsid w:val="009F3BF6"/>
    <w:rsid w:val="009F3C48"/>
    <w:rsid w:val="009F3F55"/>
    <w:rsid w:val="009F4095"/>
    <w:rsid w:val="009F419A"/>
    <w:rsid w:val="009F4B72"/>
    <w:rsid w:val="009F4CC1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70BF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9D4"/>
    <w:rsid w:val="00A00AD8"/>
    <w:rsid w:val="00A00CDB"/>
    <w:rsid w:val="00A00CF4"/>
    <w:rsid w:val="00A00E52"/>
    <w:rsid w:val="00A0103D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319C"/>
    <w:rsid w:val="00A032C5"/>
    <w:rsid w:val="00A03514"/>
    <w:rsid w:val="00A0365C"/>
    <w:rsid w:val="00A0369D"/>
    <w:rsid w:val="00A03971"/>
    <w:rsid w:val="00A03DA1"/>
    <w:rsid w:val="00A03DA7"/>
    <w:rsid w:val="00A040CB"/>
    <w:rsid w:val="00A04C44"/>
    <w:rsid w:val="00A04E27"/>
    <w:rsid w:val="00A0517B"/>
    <w:rsid w:val="00A052AA"/>
    <w:rsid w:val="00A0580C"/>
    <w:rsid w:val="00A05AE7"/>
    <w:rsid w:val="00A05BB7"/>
    <w:rsid w:val="00A05EE2"/>
    <w:rsid w:val="00A069AA"/>
    <w:rsid w:val="00A06C63"/>
    <w:rsid w:val="00A06DE0"/>
    <w:rsid w:val="00A07722"/>
    <w:rsid w:val="00A10427"/>
    <w:rsid w:val="00A10786"/>
    <w:rsid w:val="00A107BC"/>
    <w:rsid w:val="00A1094B"/>
    <w:rsid w:val="00A10A75"/>
    <w:rsid w:val="00A10D0D"/>
    <w:rsid w:val="00A10DD6"/>
    <w:rsid w:val="00A11092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0F"/>
    <w:rsid w:val="00A13499"/>
    <w:rsid w:val="00A13580"/>
    <w:rsid w:val="00A13BF4"/>
    <w:rsid w:val="00A13D2A"/>
    <w:rsid w:val="00A1432D"/>
    <w:rsid w:val="00A1498C"/>
    <w:rsid w:val="00A14A72"/>
    <w:rsid w:val="00A14E04"/>
    <w:rsid w:val="00A1502B"/>
    <w:rsid w:val="00A155B0"/>
    <w:rsid w:val="00A15676"/>
    <w:rsid w:val="00A15A4A"/>
    <w:rsid w:val="00A16379"/>
    <w:rsid w:val="00A163B0"/>
    <w:rsid w:val="00A164A7"/>
    <w:rsid w:val="00A16508"/>
    <w:rsid w:val="00A16C52"/>
    <w:rsid w:val="00A1737A"/>
    <w:rsid w:val="00A17456"/>
    <w:rsid w:val="00A176CC"/>
    <w:rsid w:val="00A177D4"/>
    <w:rsid w:val="00A17B53"/>
    <w:rsid w:val="00A20A86"/>
    <w:rsid w:val="00A212D7"/>
    <w:rsid w:val="00A215B6"/>
    <w:rsid w:val="00A217DF"/>
    <w:rsid w:val="00A21B3C"/>
    <w:rsid w:val="00A21CEC"/>
    <w:rsid w:val="00A22036"/>
    <w:rsid w:val="00A22352"/>
    <w:rsid w:val="00A22AAE"/>
    <w:rsid w:val="00A22DCB"/>
    <w:rsid w:val="00A22ECC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24"/>
    <w:rsid w:val="00A24CF9"/>
    <w:rsid w:val="00A24D9E"/>
    <w:rsid w:val="00A24FA2"/>
    <w:rsid w:val="00A250C6"/>
    <w:rsid w:val="00A25157"/>
    <w:rsid w:val="00A25BDC"/>
    <w:rsid w:val="00A25F5C"/>
    <w:rsid w:val="00A2623D"/>
    <w:rsid w:val="00A262B0"/>
    <w:rsid w:val="00A26453"/>
    <w:rsid w:val="00A26A42"/>
    <w:rsid w:val="00A26A53"/>
    <w:rsid w:val="00A26AB9"/>
    <w:rsid w:val="00A26C83"/>
    <w:rsid w:val="00A26CDC"/>
    <w:rsid w:val="00A27234"/>
    <w:rsid w:val="00A273E7"/>
    <w:rsid w:val="00A27D22"/>
    <w:rsid w:val="00A3042E"/>
    <w:rsid w:val="00A305A4"/>
    <w:rsid w:val="00A305B8"/>
    <w:rsid w:val="00A30C4C"/>
    <w:rsid w:val="00A30D01"/>
    <w:rsid w:val="00A30DEF"/>
    <w:rsid w:val="00A30F1A"/>
    <w:rsid w:val="00A3125F"/>
    <w:rsid w:val="00A3187F"/>
    <w:rsid w:val="00A325C5"/>
    <w:rsid w:val="00A32CC9"/>
    <w:rsid w:val="00A331CF"/>
    <w:rsid w:val="00A331EB"/>
    <w:rsid w:val="00A3429C"/>
    <w:rsid w:val="00A344F5"/>
    <w:rsid w:val="00A34689"/>
    <w:rsid w:val="00A346D9"/>
    <w:rsid w:val="00A34782"/>
    <w:rsid w:val="00A347B3"/>
    <w:rsid w:val="00A348A6"/>
    <w:rsid w:val="00A35568"/>
    <w:rsid w:val="00A3584D"/>
    <w:rsid w:val="00A359FA"/>
    <w:rsid w:val="00A35B69"/>
    <w:rsid w:val="00A35CF2"/>
    <w:rsid w:val="00A35EEA"/>
    <w:rsid w:val="00A35F76"/>
    <w:rsid w:val="00A36643"/>
    <w:rsid w:val="00A3667E"/>
    <w:rsid w:val="00A36A77"/>
    <w:rsid w:val="00A36B18"/>
    <w:rsid w:val="00A36CF5"/>
    <w:rsid w:val="00A36FC2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4E7"/>
    <w:rsid w:val="00A41509"/>
    <w:rsid w:val="00A4162C"/>
    <w:rsid w:val="00A41FCF"/>
    <w:rsid w:val="00A42083"/>
    <w:rsid w:val="00A4211C"/>
    <w:rsid w:val="00A42548"/>
    <w:rsid w:val="00A42631"/>
    <w:rsid w:val="00A42757"/>
    <w:rsid w:val="00A42989"/>
    <w:rsid w:val="00A42BB1"/>
    <w:rsid w:val="00A42E00"/>
    <w:rsid w:val="00A4313D"/>
    <w:rsid w:val="00A43759"/>
    <w:rsid w:val="00A43BA6"/>
    <w:rsid w:val="00A43C27"/>
    <w:rsid w:val="00A43C88"/>
    <w:rsid w:val="00A43E4D"/>
    <w:rsid w:val="00A44601"/>
    <w:rsid w:val="00A44666"/>
    <w:rsid w:val="00A446E2"/>
    <w:rsid w:val="00A45050"/>
    <w:rsid w:val="00A4507D"/>
    <w:rsid w:val="00A451D2"/>
    <w:rsid w:val="00A4541F"/>
    <w:rsid w:val="00A45488"/>
    <w:rsid w:val="00A45697"/>
    <w:rsid w:val="00A462BC"/>
    <w:rsid w:val="00A46C88"/>
    <w:rsid w:val="00A472E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D21"/>
    <w:rsid w:val="00A50EBF"/>
    <w:rsid w:val="00A5111F"/>
    <w:rsid w:val="00A51147"/>
    <w:rsid w:val="00A5124D"/>
    <w:rsid w:val="00A51386"/>
    <w:rsid w:val="00A51679"/>
    <w:rsid w:val="00A51ED0"/>
    <w:rsid w:val="00A521F2"/>
    <w:rsid w:val="00A523E1"/>
    <w:rsid w:val="00A52AD7"/>
    <w:rsid w:val="00A52E5C"/>
    <w:rsid w:val="00A52FAD"/>
    <w:rsid w:val="00A5320D"/>
    <w:rsid w:val="00A53670"/>
    <w:rsid w:val="00A536D1"/>
    <w:rsid w:val="00A536D9"/>
    <w:rsid w:val="00A538AA"/>
    <w:rsid w:val="00A53A1A"/>
    <w:rsid w:val="00A53A73"/>
    <w:rsid w:val="00A53ACF"/>
    <w:rsid w:val="00A53AD7"/>
    <w:rsid w:val="00A53C70"/>
    <w:rsid w:val="00A54274"/>
    <w:rsid w:val="00A5446D"/>
    <w:rsid w:val="00A54470"/>
    <w:rsid w:val="00A54D55"/>
    <w:rsid w:val="00A550E1"/>
    <w:rsid w:val="00A5549E"/>
    <w:rsid w:val="00A55716"/>
    <w:rsid w:val="00A55DA8"/>
    <w:rsid w:val="00A560F9"/>
    <w:rsid w:val="00A5628C"/>
    <w:rsid w:val="00A57131"/>
    <w:rsid w:val="00A5750C"/>
    <w:rsid w:val="00A577FC"/>
    <w:rsid w:val="00A5799D"/>
    <w:rsid w:val="00A57B8B"/>
    <w:rsid w:val="00A57FF3"/>
    <w:rsid w:val="00A60698"/>
    <w:rsid w:val="00A6077B"/>
    <w:rsid w:val="00A608B2"/>
    <w:rsid w:val="00A60AA8"/>
    <w:rsid w:val="00A60B01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467"/>
    <w:rsid w:val="00A624DB"/>
    <w:rsid w:val="00A627BB"/>
    <w:rsid w:val="00A627D9"/>
    <w:rsid w:val="00A62829"/>
    <w:rsid w:val="00A62AFF"/>
    <w:rsid w:val="00A62D16"/>
    <w:rsid w:val="00A63007"/>
    <w:rsid w:val="00A63194"/>
    <w:rsid w:val="00A6342D"/>
    <w:rsid w:val="00A634C6"/>
    <w:rsid w:val="00A6364B"/>
    <w:rsid w:val="00A63F98"/>
    <w:rsid w:val="00A640DB"/>
    <w:rsid w:val="00A646AC"/>
    <w:rsid w:val="00A64AD3"/>
    <w:rsid w:val="00A64B8C"/>
    <w:rsid w:val="00A64E08"/>
    <w:rsid w:val="00A65364"/>
    <w:rsid w:val="00A653E4"/>
    <w:rsid w:val="00A6559E"/>
    <w:rsid w:val="00A65737"/>
    <w:rsid w:val="00A65BBF"/>
    <w:rsid w:val="00A65C6F"/>
    <w:rsid w:val="00A66102"/>
    <w:rsid w:val="00A6641B"/>
    <w:rsid w:val="00A66AF1"/>
    <w:rsid w:val="00A66C29"/>
    <w:rsid w:val="00A66D1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43A"/>
    <w:rsid w:val="00A7167A"/>
    <w:rsid w:val="00A7169B"/>
    <w:rsid w:val="00A717D4"/>
    <w:rsid w:val="00A71B86"/>
    <w:rsid w:val="00A71CB7"/>
    <w:rsid w:val="00A71CF3"/>
    <w:rsid w:val="00A720E1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C3A"/>
    <w:rsid w:val="00A744AA"/>
    <w:rsid w:val="00A74738"/>
    <w:rsid w:val="00A7473D"/>
    <w:rsid w:val="00A74A71"/>
    <w:rsid w:val="00A74CB8"/>
    <w:rsid w:val="00A74EE2"/>
    <w:rsid w:val="00A751BE"/>
    <w:rsid w:val="00A751D9"/>
    <w:rsid w:val="00A76316"/>
    <w:rsid w:val="00A76320"/>
    <w:rsid w:val="00A7634D"/>
    <w:rsid w:val="00A763BE"/>
    <w:rsid w:val="00A763D0"/>
    <w:rsid w:val="00A7646C"/>
    <w:rsid w:val="00A766FF"/>
    <w:rsid w:val="00A76829"/>
    <w:rsid w:val="00A76D0B"/>
    <w:rsid w:val="00A76E24"/>
    <w:rsid w:val="00A76F2E"/>
    <w:rsid w:val="00A77177"/>
    <w:rsid w:val="00A77651"/>
    <w:rsid w:val="00A80087"/>
    <w:rsid w:val="00A803BA"/>
    <w:rsid w:val="00A80EAA"/>
    <w:rsid w:val="00A8147C"/>
    <w:rsid w:val="00A818C1"/>
    <w:rsid w:val="00A81A1F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E46"/>
    <w:rsid w:val="00A82F5B"/>
    <w:rsid w:val="00A83364"/>
    <w:rsid w:val="00A83998"/>
    <w:rsid w:val="00A84048"/>
    <w:rsid w:val="00A843D5"/>
    <w:rsid w:val="00A84757"/>
    <w:rsid w:val="00A850F8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EAB"/>
    <w:rsid w:val="00A90068"/>
    <w:rsid w:val="00A9015C"/>
    <w:rsid w:val="00A902FF"/>
    <w:rsid w:val="00A903CE"/>
    <w:rsid w:val="00A9053E"/>
    <w:rsid w:val="00A90880"/>
    <w:rsid w:val="00A91202"/>
    <w:rsid w:val="00A9147A"/>
    <w:rsid w:val="00A91491"/>
    <w:rsid w:val="00A91958"/>
    <w:rsid w:val="00A91F16"/>
    <w:rsid w:val="00A920FB"/>
    <w:rsid w:val="00A92457"/>
    <w:rsid w:val="00A92547"/>
    <w:rsid w:val="00A9271A"/>
    <w:rsid w:val="00A9276E"/>
    <w:rsid w:val="00A927EC"/>
    <w:rsid w:val="00A92947"/>
    <w:rsid w:val="00A92BE2"/>
    <w:rsid w:val="00A92C7E"/>
    <w:rsid w:val="00A92CBA"/>
    <w:rsid w:val="00A92E4E"/>
    <w:rsid w:val="00A93287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5514"/>
    <w:rsid w:val="00A95DC7"/>
    <w:rsid w:val="00A9622B"/>
    <w:rsid w:val="00A96327"/>
    <w:rsid w:val="00A96402"/>
    <w:rsid w:val="00A96831"/>
    <w:rsid w:val="00A96B24"/>
    <w:rsid w:val="00A972C5"/>
    <w:rsid w:val="00A97652"/>
    <w:rsid w:val="00A97A96"/>
    <w:rsid w:val="00A97B3B"/>
    <w:rsid w:val="00A97D8C"/>
    <w:rsid w:val="00AA00AD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304"/>
    <w:rsid w:val="00AA1527"/>
    <w:rsid w:val="00AA166E"/>
    <w:rsid w:val="00AA1CFA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79"/>
    <w:rsid w:val="00AA3369"/>
    <w:rsid w:val="00AA3770"/>
    <w:rsid w:val="00AA3A9B"/>
    <w:rsid w:val="00AA43D4"/>
    <w:rsid w:val="00AA4478"/>
    <w:rsid w:val="00AA4514"/>
    <w:rsid w:val="00AA4E84"/>
    <w:rsid w:val="00AA4F32"/>
    <w:rsid w:val="00AA5688"/>
    <w:rsid w:val="00AA574B"/>
    <w:rsid w:val="00AA57C6"/>
    <w:rsid w:val="00AA5889"/>
    <w:rsid w:val="00AA5AAA"/>
    <w:rsid w:val="00AA5BE1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C4"/>
    <w:rsid w:val="00AB029C"/>
    <w:rsid w:val="00AB037A"/>
    <w:rsid w:val="00AB03DD"/>
    <w:rsid w:val="00AB081D"/>
    <w:rsid w:val="00AB0F65"/>
    <w:rsid w:val="00AB0FB9"/>
    <w:rsid w:val="00AB1BB2"/>
    <w:rsid w:val="00AB1BBF"/>
    <w:rsid w:val="00AB2166"/>
    <w:rsid w:val="00AB2C11"/>
    <w:rsid w:val="00AB2C4D"/>
    <w:rsid w:val="00AB2E77"/>
    <w:rsid w:val="00AB2F9E"/>
    <w:rsid w:val="00AB3094"/>
    <w:rsid w:val="00AB33DA"/>
    <w:rsid w:val="00AB346E"/>
    <w:rsid w:val="00AB385E"/>
    <w:rsid w:val="00AB3AC0"/>
    <w:rsid w:val="00AB3E48"/>
    <w:rsid w:val="00AB474E"/>
    <w:rsid w:val="00AB4D60"/>
    <w:rsid w:val="00AB5B00"/>
    <w:rsid w:val="00AB5D1E"/>
    <w:rsid w:val="00AB686A"/>
    <w:rsid w:val="00AB7262"/>
    <w:rsid w:val="00AB749D"/>
    <w:rsid w:val="00AB74D6"/>
    <w:rsid w:val="00AB758F"/>
    <w:rsid w:val="00AB7618"/>
    <w:rsid w:val="00AB77D3"/>
    <w:rsid w:val="00AC04DF"/>
    <w:rsid w:val="00AC0503"/>
    <w:rsid w:val="00AC0569"/>
    <w:rsid w:val="00AC0C67"/>
    <w:rsid w:val="00AC0DC8"/>
    <w:rsid w:val="00AC1115"/>
    <w:rsid w:val="00AC128A"/>
    <w:rsid w:val="00AC13DC"/>
    <w:rsid w:val="00AC1B31"/>
    <w:rsid w:val="00AC1B63"/>
    <w:rsid w:val="00AC1D55"/>
    <w:rsid w:val="00AC1DBF"/>
    <w:rsid w:val="00AC1DD0"/>
    <w:rsid w:val="00AC1E14"/>
    <w:rsid w:val="00AC24B4"/>
    <w:rsid w:val="00AC2BC8"/>
    <w:rsid w:val="00AC2BC9"/>
    <w:rsid w:val="00AC2E1F"/>
    <w:rsid w:val="00AC320E"/>
    <w:rsid w:val="00AC33A5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2BC"/>
    <w:rsid w:val="00AC56F8"/>
    <w:rsid w:val="00AC5889"/>
    <w:rsid w:val="00AC5D8C"/>
    <w:rsid w:val="00AC5DCB"/>
    <w:rsid w:val="00AC62DD"/>
    <w:rsid w:val="00AC631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0BE8"/>
    <w:rsid w:val="00AD1119"/>
    <w:rsid w:val="00AD15ED"/>
    <w:rsid w:val="00AD19F0"/>
    <w:rsid w:val="00AD1C87"/>
    <w:rsid w:val="00AD1F2B"/>
    <w:rsid w:val="00AD1FA6"/>
    <w:rsid w:val="00AD2159"/>
    <w:rsid w:val="00AD21D7"/>
    <w:rsid w:val="00AD21EE"/>
    <w:rsid w:val="00AD29C6"/>
    <w:rsid w:val="00AD3164"/>
    <w:rsid w:val="00AD32A5"/>
    <w:rsid w:val="00AD3B42"/>
    <w:rsid w:val="00AD3E5B"/>
    <w:rsid w:val="00AD3FBF"/>
    <w:rsid w:val="00AD4175"/>
    <w:rsid w:val="00AD42F5"/>
    <w:rsid w:val="00AD4BBB"/>
    <w:rsid w:val="00AD5014"/>
    <w:rsid w:val="00AD5282"/>
    <w:rsid w:val="00AD5457"/>
    <w:rsid w:val="00AD5839"/>
    <w:rsid w:val="00AD669D"/>
    <w:rsid w:val="00AD66B5"/>
    <w:rsid w:val="00AD6DB2"/>
    <w:rsid w:val="00AD6EC1"/>
    <w:rsid w:val="00AD722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2364"/>
    <w:rsid w:val="00AE2590"/>
    <w:rsid w:val="00AE2DC4"/>
    <w:rsid w:val="00AE2E48"/>
    <w:rsid w:val="00AE2EAF"/>
    <w:rsid w:val="00AE337F"/>
    <w:rsid w:val="00AE373A"/>
    <w:rsid w:val="00AE3891"/>
    <w:rsid w:val="00AE3D7C"/>
    <w:rsid w:val="00AE4122"/>
    <w:rsid w:val="00AE4B0F"/>
    <w:rsid w:val="00AE4ED7"/>
    <w:rsid w:val="00AE5146"/>
    <w:rsid w:val="00AE5643"/>
    <w:rsid w:val="00AE571A"/>
    <w:rsid w:val="00AE59B9"/>
    <w:rsid w:val="00AE6393"/>
    <w:rsid w:val="00AE63E4"/>
    <w:rsid w:val="00AE67D9"/>
    <w:rsid w:val="00AE6919"/>
    <w:rsid w:val="00AE6923"/>
    <w:rsid w:val="00AE6AC9"/>
    <w:rsid w:val="00AE6D5E"/>
    <w:rsid w:val="00AE6DE8"/>
    <w:rsid w:val="00AE6FB3"/>
    <w:rsid w:val="00AE710F"/>
    <w:rsid w:val="00AE71AF"/>
    <w:rsid w:val="00AE7F89"/>
    <w:rsid w:val="00AF030C"/>
    <w:rsid w:val="00AF0327"/>
    <w:rsid w:val="00AF086A"/>
    <w:rsid w:val="00AF0AE4"/>
    <w:rsid w:val="00AF0F6A"/>
    <w:rsid w:val="00AF1257"/>
    <w:rsid w:val="00AF14CC"/>
    <w:rsid w:val="00AF185E"/>
    <w:rsid w:val="00AF1AF0"/>
    <w:rsid w:val="00AF1E3D"/>
    <w:rsid w:val="00AF1FF7"/>
    <w:rsid w:val="00AF2A7A"/>
    <w:rsid w:val="00AF2E24"/>
    <w:rsid w:val="00AF3570"/>
    <w:rsid w:val="00AF372A"/>
    <w:rsid w:val="00AF373E"/>
    <w:rsid w:val="00AF4254"/>
    <w:rsid w:val="00AF43CC"/>
    <w:rsid w:val="00AF4549"/>
    <w:rsid w:val="00AF48A8"/>
    <w:rsid w:val="00AF4BF6"/>
    <w:rsid w:val="00AF4DE4"/>
    <w:rsid w:val="00AF4EBE"/>
    <w:rsid w:val="00AF5415"/>
    <w:rsid w:val="00AF5428"/>
    <w:rsid w:val="00AF5691"/>
    <w:rsid w:val="00AF57D1"/>
    <w:rsid w:val="00AF58F6"/>
    <w:rsid w:val="00AF5E42"/>
    <w:rsid w:val="00AF5E63"/>
    <w:rsid w:val="00AF5E8C"/>
    <w:rsid w:val="00AF6088"/>
    <w:rsid w:val="00AF6589"/>
    <w:rsid w:val="00AF668A"/>
    <w:rsid w:val="00AF6991"/>
    <w:rsid w:val="00AF6F32"/>
    <w:rsid w:val="00AF6F39"/>
    <w:rsid w:val="00AF7434"/>
    <w:rsid w:val="00AF7619"/>
    <w:rsid w:val="00AF7A69"/>
    <w:rsid w:val="00AF7ED4"/>
    <w:rsid w:val="00B00010"/>
    <w:rsid w:val="00B010DA"/>
    <w:rsid w:val="00B0139C"/>
    <w:rsid w:val="00B014C1"/>
    <w:rsid w:val="00B01BB9"/>
    <w:rsid w:val="00B01C14"/>
    <w:rsid w:val="00B01DF1"/>
    <w:rsid w:val="00B02951"/>
    <w:rsid w:val="00B032A8"/>
    <w:rsid w:val="00B0332B"/>
    <w:rsid w:val="00B03C4E"/>
    <w:rsid w:val="00B03D8B"/>
    <w:rsid w:val="00B04490"/>
    <w:rsid w:val="00B04B3F"/>
    <w:rsid w:val="00B04D3A"/>
    <w:rsid w:val="00B05050"/>
    <w:rsid w:val="00B05460"/>
    <w:rsid w:val="00B058CD"/>
    <w:rsid w:val="00B05A0D"/>
    <w:rsid w:val="00B05BEF"/>
    <w:rsid w:val="00B06344"/>
    <w:rsid w:val="00B068FF"/>
    <w:rsid w:val="00B06EC3"/>
    <w:rsid w:val="00B0717A"/>
    <w:rsid w:val="00B07316"/>
    <w:rsid w:val="00B07616"/>
    <w:rsid w:val="00B07C2C"/>
    <w:rsid w:val="00B103C3"/>
    <w:rsid w:val="00B103E2"/>
    <w:rsid w:val="00B10421"/>
    <w:rsid w:val="00B105E8"/>
    <w:rsid w:val="00B113A0"/>
    <w:rsid w:val="00B113B5"/>
    <w:rsid w:val="00B11509"/>
    <w:rsid w:val="00B12C62"/>
    <w:rsid w:val="00B12E87"/>
    <w:rsid w:val="00B1345F"/>
    <w:rsid w:val="00B13621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A7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EB5"/>
    <w:rsid w:val="00B20F33"/>
    <w:rsid w:val="00B215CA"/>
    <w:rsid w:val="00B21BE9"/>
    <w:rsid w:val="00B21BED"/>
    <w:rsid w:val="00B223C1"/>
    <w:rsid w:val="00B2247C"/>
    <w:rsid w:val="00B22E6E"/>
    <w:rsid w:val="00B22EFE"/>
    <w:rsid w:val="00B23029"/>
    <w:rsid w:val="00B23100"/>
    <w:rsid w:val="00B23296"/>
    <w:rsid w:val="00B232CA"/>
    <w:rsid w:val="00B233E1"/>
    <w:rsid w:val="00B23479"/>
    <w:rsid w:val="00B23489"/>
    <w:rsid w:val="00B23654"/>
    <w:rsid w:val="00B2451C"/>
    <w:rsid w:val="00B24813"/>
    <w:rsid w:val="00B24E92"/>
    <w:rsid w:val="00B24F0B"/>
    <w:rsid w:val="00B25038"/>
    <w:rsid w:val="00B25142"/>
    <w:rsid w:val="00B256E9"/>
    <w:rsid w:val="00B257E9"/>
    <w:rsid w:val="00B25B8F"/>
    <w:rsid w:val="00B25BFB"/>
    <w:rsid w:val="00B26227"/>
    <w:rsid w:val="00B26257"/>
    <w:rsid w:val="00B263FE"/>
    <w:rsid w:val="00B26F64"/>
    <w:rsid w:val="00B275A1"/>
    <w:rsid w:val="00B27761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2F1D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6F6C"/>
    <w:rsid w:val="00B3775B"/>
    <w:rsid w:val="00B40CBD"/>
    <w:rsid w:val="00B40DA6"/>
    <w:rsid w:val="00B40DAE"/>
    <w:rsid w:val="00B4116D"/>
    <w:rsid w:val="00B4118B"/>
    <w:rsid w:val="00B41B6C"/>
    <w:rsid w:val="00B41CEC"/>
    <w:rsid w:val="00B41E59"/>
    <w:rsid w:val="00B42496"/>
    <w:rsid w:val="00B42654"/>
    <w:rsid w:val="00B429C6"/>
    <w:rsid w:val="00B42B1F"/>
    <w:rsid w:val="00B43081"/>
    <w:rsid w:val="00B439E3"/>
    <w:rsid w:val="00B43ABA"/>
    <w:rsid w:val="00B43ABD"/>
    <w:rsid w:val="00B43DC6"/>
    <w:rsid w:val="00B43E56"/>
    <w:rsid w:val="00B43EDB"/>
    <w:rsid w:val="00B43FB9"/>
    <w:rsid w:val="00B44136"/>
    <w:rsid w:val="00B44420"/>
    <w:rsid w:val="00B44738"/>
    <w:rsid w:val="00B44782"/>
    <w:rsid w:val="00B44ADD"/>
    <w:rsid w:val="00B44D55"/>
    <w:rsid w:val="00B44F4D"/>
    <w:rsid w:val="00B4506E"/>
    <w:rsid w:val="00B45223"/>
    <w:rsid w:val="00B45413"/>
    <w:rsid w:val="00B456A2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059"/>
    <w:rsid w:val="00B50179"/>
    <w:rsid w:val="00B50278"/>
    <w:rsid w:val="00B50657"/>
    <w:rsid w:val="00B50AFA"/>
    <w:rsid w:val="00B50CE9"/>
    <w:rsid w:val="00B50EBD"/>
    <w:rsid w:val="00B51493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7"/>
    <w:rsid w:val="00B5314D"/>
    <w:rsid w:val="00B53295"/>
    <w:rsid w:val="00B53310"/>
    <w:rsid w:val="00B5349D"/>
    <w:rsid w:val="00B53693"/>
    <w:rsid w:val="00B53A68"/>
    <w:rsid w:val="00B53DE5"/>
    <w:rsid w:val="00B54156"/>
    <w:rsid w:val="00B541F5"/>
    <w:rsid w:val="00B5449D"/>
    <w:rsid w:val="00B548D1"/>
    <w:rsid w:val="00B54C88"/>
    <w:rsid w:val="00B553F0"/>
    <w:rsid w:val="00B55727"/>
    <w:rsid w:val="00B5587D"/>
    <w:rsid w:val="00B559DD"/>
    <w:rsid w:val="00B56323"/>
    <w:rsid w:val="00B56668"/>
    <w:rsid w:val="00B56B89"/>
    <w:rsid w:val="00B56CB5"/>
    <w:rsid w:val="00B5728B"/>
    <w:rsid w:val="00B5736C"/>
    <w:rsid w:val="00B57E2C"/>
    <w:rsid w:val="00B57ECB"/>
    <w:rsid w:val="00B6003A"/>
    <w:rsid w:val="00B60C16"/>
    <w:rsid w:val="00B60E18"/>
    <w:rsid w:val="00B60F18"/>
    <w:rsid w:val="00B611B1"/>
    <w:rsid w:val="00B6135A"/>
    <w:rsid w:val="00B61B90"/>
    <w:rsid w:val="00B620A9"/>
    <w:rsid w:val="00B6235A"/>
    <w:rsid w:val="00B624E0"/>
    <w:rsid w:val="00B62522"/>
    <w:rsid w:val="00B62984"/>
    <w:rsid w:val="00B62B9E"/>
    <w:rsid w:val="00B63039"/>
    <w:rsid w:val="00B63186"/>
    <w:rsid w:val="00B644C4"/>
    <w:rsid w:val="00B644E7"/>
    <w:rsid w:val="00B6457E"/>
    <w:rsid w:val="00B647B2"/>
    <w:rsid w:val="00B648B8"/>
    <w:rsid w:val="00B64F53"/>
    <w:rsid w:val="00B65043"/>
    <w:rsid w:val="00B65870"/>
    <w:rsid w:val="00B65939"/>
    <w:rsid w:val="00B66580"/>
    <w:rsid w:val="00B66756"/>
    <w:rsid w:val="00B669AB"/>
    <w:rsid w:val="00B66A4F"/>
    <w:rsid w:val="00B66E8B"/>
    <w:rsid w:val="00B66FA4"/>
    <w:rsid w:val="00B67202"/>
    <w:rsid w:val="00B67315"/>
    <w:rsid w:val="00B67854"/>
    <w:rsid w:val="00B700C2"/>
    <w:rsid w:val="00B706CB"/>
    <w:rsid w:val="00B70757"/>
    <w:rsid w:val="00B70AC6"/>
    <w:rsid w:val="00B7101D"/>
    <w:rsid w:val="00B71708"/>
    <w:rsid w:val="00B72051"/>
    <w:rsid w:val="00B72A34"/>
    <w:rsid w:val="00B72AD3"/>
    <w:rsid w:val="00B72DAF"/>
    <w:rsid w:val="00B72E6F"/>
    <w:rsid w:val="00B72ED0"/>
    <w:rsid w:val="00B72FDB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380"/>
    <w:rsid w:val="00B74728"/>
    <w:rsid w:val="00B74D8C"/>
    <w:rsid w:val="00B74EF8"/>
    <w:rsid w:val="00B753C2"/>
    <w:rsid w:val="00B75533"/>
    <w:rsid w:val="00B755A3"/>
    <w:rsid w:val="00B7576B"/>
    <w:rsid w:val="00B75783"/>
    <w:rsid w:val="00B7638C"/>
    <w:rsid w:val="00B763EB"/>
    <w:rsid w:val="00B7649F"/>
    <w:rsid w:val="00B766B0"/>
    <w:rsid w:val="00B76714"/>
    <w:rsid w:val="00B76BE5"/>
    <w:rsid w:val="00B76C9C"/>
    <w:rsid w:val="00B76E4B"/>
    <w:rsid w:val="00B76FF0"/>
    <w:rsid w:val="00B7739F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23A0"/>
    <w:rsid w:val="00B82706"/>
    <w:rsid w:val="00B82C6A"/>
    <w:rsid w:val="00B82C7A"/>
    <w:rsid w:val="00B82CA8"/>
    <w:rsid w:val="00B8305F"/>
    <w:rsid w:val="00B83297"/>
    <w:rsid w:val="00B834CF"/>
    <w:rsid w:val="00B83659"/>
    <w:rsid w:val="00B8384A"/>
    <w:rsid w:val="00B83879"/>
    <w:rsid w:val="00B83931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6A3"/>
    <w:rsid w:val="00B85732"/>
    <w:rsid w:val="00B85A0A"/>
    <w:rsid w:val="00B85AAA"/>
    <w:rsid w:val="00B85E5F"/>
    <w:rsid w:val="00B863D0"/>
    <w:rsid w:val="00B864D0"/>
    <w:rsid w:val="00B865A1"/>
    <w:rsid w:val="00B8688F"/>
    <w:rsid w:val="00B86950"/>
    <w:rsid w:val="00B86A99"/>
    <w:rsid w:val="00B86CF7"/>
    <w:rsid w:val="00B87222"/>
    <w:rsid w:val="00B875B1"/>
    <w:rsid w:val="00B90020"/>
    <w:rsid w:val="00B90242"/>
    <w:rsid w:val="00B90328"/>
    <w:rsid w:val="00B90444"/>
    <w:rsid w:val="00B90AE2"/>
    <w:rsid w:val="00B90B0D"/>
    <w:rsid w:val="00B90B1C"/>
    <w:rsid w:val="00B90F62"/>
    <w:rsid w:val="00B91A43"/>
    <w:rsid w:val="00B9288C"/>
    <w:rsid w:val="00B92A2D"/>
    <w:rsid w:val="00B92A3F"/>
    <w:rsid w:val="00B92DFE"/>
    <w:rsid w:val="00B92FBA"/>
    <w:rsid w:val="00B93042"/>
    <w:rsid w:val="00B932FF"/>
    <w:rsid w:val="00B93373"/>
    <w:rsid w:val="00B93835"/>
    <w:rsid w:val="00B939A1"/>
    <w:rsid w:val="00B939F3"/>
    <w:rsid w:val="00B93E61"/>
    <w:rsid w:val="00B93ED7"/>
    <w:rsid w:val="00B942D9"/>
    <w:rsid w:val="00B94394"/>
    <w:rsid w:val="00B9482B"/>
    <w:rsid w:val="00B94DF1"/>
    <w:rsid w:val="00B95030"/>
    <w:rsid w:val="00B951CA"/>
    <w:rsid w:val="00B95C3F"/>
    <w:rsid w:val="00B95FD3"/>
    <w:rsid w:val="00B963EB"/>
    <w:rsid w:val="00B96577"/>
    <w:rsid w:val="00B968BA"/>
    <w:rsid w:val="00B96A66"/>
    <w:rsid w:val="00B97024"/>
    <w:rsid w:val="00B975B1"/>
    <w:rsid w:val="00B97766"/>
    <w:rsid w:val="00B9787F"/>
    <w:rsid w:val="00B97F57"/>
    <w:rsid w:val="00B97FD3"/>
    <w:rsid w:val="00BA05A6"/>
    <w:rsid w:val="00BA0664"/>
    <w:rsid w:val="00BA07F0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985"/>
    <w:rsid w:val="00BA29C8"/>
    <w:rsid w:val="00BA2BCF"/>
    <w:rsid w:val="00BA2D15"/>
    <w:rsid w:val="00BA2E24"/>
    <w:rsid w:val="00BA367C"/>
    <w:rsid w:val="00BA3BF5"/>
    <w:rsid w:val="00BA4EF4"/>
    <w:rsid w:val="00BA50ED"/>
    <w:rsid w:val="00BA5487"/>
    <w:rsid w:val="00BA59AA"/>
    <w:rsid w:val="00BA5F2E"/>
    <w:rsid w:val="00BA60EB"/>
    <w:rsid w:val="00BA620D"/>
    <w:rsid w:val="00BA621C"/>
    <w:rsid w:val="00BA7210"/>
    <w:rsid w:val="00BA736A"/>
    <w:rsid w:val="00BB00FE"/>
    <w:rsid w:val="00BB0466"/>
    <w:rsid w:val="00BB054A"/>
    <w:rsid w:val="00BB056A"/>
    <w:rsid w:val="00BB0777"/>
    <w:rsid w:val="00BB0DEB"/>
    <w:rsid w:val="00BB0FE6"/>
    <w:rsid w:val="00BB105F"/>
    <w:rsid w:val="00BB156B"/>
    <w:rsid w:val="00BB1BE4"/>
    <w:rsid w:val="00BB1E2A"/>
    <w:rsid w:val="00BB1EF2"/>
    <w:rsid w:val="00BB1FE3"/>
    <w:rsid w:val="00BB2707"/>
    <w:rsid w:val="00BB281C"/>
    <w:rsid w:val="00BB2EDE"/>
    <w:rsid w:val="00BB31C8"/>
    <w:rsid w:val="00BB32A5"/>
    <w:rsid w:val="00BB32BF"/>
    <w:rsid w:val="00BB3A5A"/>
    <w:rsid w:val="00BB3E18"/>
    <w:rsid w:val="00BB4217"/>
    <w:rsid w:val="00BB44E8"/>
    <w:rsid w:val="00BB4982"/>
    <w:rsid w:val="00BB4A1F"/>
    <w:rsid w:val="00BB505F"/>
    <w:rsid w:val="00BB54D3"/>
    <w:rsid w:val="00BB54F8"/>
    <w:rsid w:val="00BB564B"/>
    <w:rsid w:val="00BB5FF2"/>
    <w:rsid w:val="00BB601E"/>
    <w:rsid w:val="00BB648B"/>
    <w:rsid w:val="00BB6C6E"/>
    <w:rsid w:val="00BB70A7"/>
    <w:rsid w:val="00BB71F8"/>
    <w:rsid w:val="00BB72E3"/>
    <w:rsid w:val="00BB7A3D"/>
    <w:rsid w:val="00BC038E"/>
    <w:rsid w:val="00BC0476"/>
    <w:rsid w:val="00BC062C"/>
    <w:rsid w:val="00BC138F"/>
    <w:rsid w:val="00BC1520"/>
    <w:rsid w:val="00BC18DD"/>
    <w:rsid w:val="00BC1BF5"/>
    <w:rsid w:val="00BC1DD4"/>
    <w:rsid w:val="00BC28EC"/>
    <w:rsid w:val="00BC319F"/>
    <w:rsid w:val="00BC3212"/>
    <w:rsid w:val="00BC33C2"/>
    <w:rsid w:val="00BC35D8"/>
    <w:rsid w:val="00BC389C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626"/>
    <w:rsid w:val="00BC5736"/>
    <w:rsid w:val="00BC58AB"/>
    <w:rsid w:val="00BC6732"/>
    <w:rsid w:val="00BC7688"/>
    <w:rsid w:val="00BC7A33"/>
    <w:rsid w:val="00BC7A3F"/>
    <w:rsid w:val="00BC7E1F"/>
    <w:rsid w:val="00BD082E"/>
    <w:rsid w:val="00BD090C"/>
    <w:rsid w:val="00BD0BE4"/>
    <w:rsid w:val="00BD0FC2"/>
    <w:rsid w:val="00BD130E"/>
    <w:rsid w:val="00BD133D"/>
    <w:rsid w:val="00BD1712"/>
    <w:rsid w:val="00BD176C"/>
    <w:rsid w:val="00BD1AD3"/>
    <w:rsid w:val="00BD1C4C"/>
    <w:rsid w:val="00BD1C76"/>
    <w:rsid w:val="00BD1E4F"/>
    <w:rsid w:val="00BD1EC8"/>
    <w:rsid w:val="00BD1FC6"/>
    <w:rsid w:val="00BD256D"/>
    <w:rsid w:val="00BD268B"/>
    <w:rsid w:val="00BD292D"/>
    <w:rsid w:val="00BD29DE"/>
    <w:rsid w:val="00BD33E2"/>
    <w:rsid w:val="00BD45D4"/>
    <w:rsid w:val="00BD488B"/>
    <w:rsid w:val="00BD4A06"/>
    <w:rsid w:val="00BD4B2E"/>
    <w:rsid w:val="00BD4D91"/>
    <w:rsid w:val="00BD4E05"/>
    <w:rsid w:val="00BD4E6B"/>
    <w:rsid w:val="00BD50BE"/>
    <w:rsid w:val="00BD5122"/>
    <w:rsid w:val="00BD5362"/>
    <w:rsid w:val="00BD546F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DB1"/>
    <w:rsid w:val="00BD700B"/>
    <w:rsid w:val="00BD76AC"/>
    <w:rsid w:val="00BD773B"/>
    <w:rsid w:val="00BD7D71"/>
    <w:rsid w:val="00BD7E33"/>
    <w:rsid w:val="00BE015C"/>
    <w:rsid w:val="00BE0FC1"/>
    <w:rsid w:val="00BE12D6"/>
    <w:rsid w:val="00BE1425"/>
    <w:rsid w:val="00BE1451"/>
    <w:rsid w:val="00BE19B3"/>
    <w:rsid w:val="00BE1BD6"/>
    <w:rsid w:val="00BE1C74"/>
    <w:rsid w:val="00BE1F25"/>
    <w:rsid w:val="00BE1F34"/>
    <w:rsid w:val="00BE2170"/>
    <w:rsid w:val="00BE21CC"/>
    <w:rsid w:val="00BE239D"/>
    <w:rsid w:val="00BE23CE"/>
    <w:rsid w:val="00BE282D"/>
    <w:rsid w:val="00BE284F"/>
    <w:rsid w:val="00BE2866"/>
    <w:rsid w:val="00BE2892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F03"/>
    <w:rsid w:val="00BE4F94"/>
    <w:rsid w:val="00BE5275"/>
    <w:rsid w:val="00BE5EBC"/>
    <w:rsid w:val="00BE6492"/>
    <w:rsid w:val="00BE651D"/>
    <w:rsid w:val="00BE669B"/>
    <w:rsid w:val="00BE69E5"/>
    <w:rsid w:val="00BE724D"/>
    <w:rsid w:val="00BE76D9"/>
    <w:rsid w:val="00BE78E4"/>
    <w:rsid w:val="00BE7D4C"/>
    <w:rsid w:val="00BF003F"/>
    <w:rsid w:val="00BF0049"/>
    <w:rsid w:val="00BF007D"/>
    <w:rsid w:val="00BF00F8"/>
    <w:rsid w:val="00BF0162"/>
    <w:rsid w:val="00BF0410"/>
    <w:rsid w:val="00BF06D0"/>
    <w:rsid w:val="00BF0C4B"/>
    <w:rsid w:val="00BF0CDE"/>
    <w:rsid w:val="00BF0D85"/>
    <w:rsid w:val="00BF1245"/>
    <w:rsid w:val="00BF1358"/>
    <w:rsid w:val="00BF13B7"/>
    <w:rsid w:val="00BF1853"/>
    <w:rsid w:val="00BF18CC"/>
    <w:rsid w:val="00BF1C6F"/>
    <w:rsid w:val="00BF1CD4"/>
    <w:rsid w:val="00BF23D8"/>
    <w:rsid w:val="00BF2A1F"/>
    <w:rsid w:val="00BF2A79"/>
    <w:rsid w:val="00BF367E"/>
    <w:rsid w:val="00BF3736"/>
    <w:rsid w:val="00BF3785"/>
    <w:rsid w:val="00BF390D"/>
    <w:rsid w:val="00BF3BFE"/>
    <w:rsid w:val="00BF3C5A"/>
    <w:rsid w:val="00BF3D1C"/>
    <w:rsid w:val="00BF3D58"/>
    <w:rsid w:val="00BF40F1"/>
    <w:rsid w:val="00BF4772"/>
    <w:rsid w:val="00BF482F"/>
    <w:rsid w:val="00BF4B15"/>
    <w:rsid w:val="00BF4B1C"/>
    <w:rsid w:val="00BF4B68"/>
    <w:rsid w:val="00BF4D66"/>
    <w:rsid w:val="00BF5362"/>
    <w:rsid w:val="00BF5472"/>
    <w:rsid w:val="00BF584C"/>
    <w:rsid w:val="00BF5E0C"/>
    <w:rsid w:val="00BF6681"/>
    <w:rsid w:val="00BF6DCF"/>
    <w:rsid w:val="00BF6EDC"/>
    <w:rsid w:val="00BF6F98"/>
    <w:rsid w:val="00BF767E"/>
    <w:rsid w:val="00BF7E13"/>
    <w:rsid w:val="00C0069B"/>
    <w:rsid w:val="00C00ABA"/>
    <w:rsid w:val="00C00E83"/>
    <w:rsid w:val="00C011A4"/>
    <w:rsid w:val="00C014B0"/>
    <w:rsid w:val="00C015F5"/>
    <w:rsid w:val="00C01811"/>
    <w:rsid w:val="00C01F14"/>
    <w:rsid w:val="00C023EC"/>
    <w:rsid w:val="00C0371E"/>
    <w:rsid w:val="00C038EA"/>
    <w:rsid w:val="00C03955"/>
    <w:rsid w:val="00C04109"/>
    <w:rsid w:val="00C04DE9"/>
    <w:rsid w:val="00C05586"/>
    <w:rsid w:val="00C05596"/>
    <w:rsid w:val="00C05721"/>
    <w:rsid w:val="00C057B5"/>
    <w:rsid w:val="00C05E3F"/>
    <w:rsid w:val="00C0630A"/>
    <w:rsid w:val="00C0682C"/>
    <w:rsid w:val="00C0694B"/>
    <w:rsid w:val="00C07521"/>
    <w:rsid w:val="00C108DF"/>
    <w:rsid w:val="00C10CE2"/>
    <w:rsid w:val="00C10F4D"/>
    <w:rsid w:val="00C10F87"/>
    <w:rsid w:val="00C11051"/>
    <w:rsid w:val="00C11BF5"/>
    <w:rsid w:val="00C12047"/>
    <w:rsid w:val="00C124A3"/>
    <w:rsid w:val="00C128D1"/>
    <w:rsid w:val="00C12F4D"/>
    <w:rsid w:val="00C12FCD"/>
    <w:rsid w:val="00C13067"/>
    <w:rsid w:val="00C13096"/>
    <w:rsid w:val="00C13391"/>
    <w:rsid w:val="00C13801"/>
    <w:rsid w:val="00C13E1E"/>
    <w:rsid w:val="00C142D6"/>
    <w:rsid w:val="00C143C5"/>
    <w:rsid w:val="00C144AE"/>
    <w:rsid w:val="00C145AD"/>
    <w:rsid w:val="00C14650"/>
    <w:rsid w:val="00C1479F"/>
    <w:rsid w:val="00C14D19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D3F"/>
    <w:rsid w:val="00C1714B"/>
    <w:rsid w:val="00C17EAD"/>
    <w:rsid w:val="00C2065E"/>
    <w:rsid w:val="00C207E5"/>
    <w:rsid w:val="00C208EF"/>
    <w:rsid w:val="00C20B1D"/>
    <w:rsid w:val="00C20D42"/>
    <w:rsid w:val="00C20D69"/>
    <w:rsid w:val="00C20DE4"/>
    <w:rsid w:val="00C212DB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FE4"/>
    <w:rsid w:val="00C2335D"/>
    <w:rsid w:val="00C233AB"/>
    <w:rsid w:val="00C2340A"/>
    <w:rsid w:val="00C23692"/>
    <w:rsid w:val="00C23A04"/>
    <w:rsid w:val="00C23C86"/>
    <w:rsid w:val="00C23D00"/>
    <w:rsid w:val="00C24360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7117"/>
    <w:rsid w:val="00C2724D"/>
    <w:rsid w:val="00C27344"/>
    <w:rsid w:val="00C2741F"/>
    <w:rsid w:val="00C274A9"/>
    <w:rsid w:val="00C277A6"/>
    <w:rsid w:val="00C27E0C"/>
    <w:rsid w:val="00C27EA7"/>
    <w:rsid w:val="00C300FD"/>
    <w:rsid w:val="00C30377"/>
    <w:rsid w:val="00C30496"/>
    <w:rsid w:val="00C30560"/>
    <w:rsid w:val="00C30999"/>
    <w:rsid w:val="00C30BD8"/>
    <w:rsid w:val="00C30F37"/>
    <w:rsid w:val="00C30F53"/>
    <w:rsid w:val="00C31228"/>
    <w:rsid w:val="00C318ED"/>
    <w:rsid w:val="00C31B2D"/>
    <w:rsid w:val="00C3242F"/>
    <w:rsid w:val="00C32F5B"/>
    <w:rsid w:val="00C33099"/>
    <w:rsid w:val="00C3353C"/>
    <w:rsid w:val="00C3356A"/>
    <w:rsid w:val="00C33C00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4E3"/>
    <w:rsid w:val="00C35694"/>
    <w:rsid w:val="00C360A2"/>
    <w:rsid w:val="00C361E6"/>
    <w:rsid w:val="00C36414"/>
    <w:rsid w:val="00C36904"/>
    <w:rsid w:val="00C36968"/>
    <w:rsid w:val="00C36EF0"/>
    <w:rsid w:val="00C37154"/>
    <w:rsid w:val="00C372C5"/>
    <w:rsid w:val="00C37592"/>
    <w:rsid w:val="00C376CD"/>
    <w:rsid w:val="00C37782"/>
    <w:rsid w:val="00C37EE7"/>
    <w:rsid w:val="00C40161"/>
    <w:rsid w:val="00C409E9"/>
    <w:rsid w:val="00C40AA4"/>
    <w:rsid w:val="00C4118B"/>
    <w:rsid w:val="00C4144F"/>
    <w:rsid w:val="00C41DDE"/>
    <w:rsid w:val="00C424C9"/>
    <w:rsid w:val="00C425D8"/>
    <w:rsid w:val="00C429AD"/>
    <w:rsid w:val="00C42C81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213"/>
    <w:rsid w:val="00C465A3"/>
    <w:rsid w:val="00C465B4"/>
    <w:rsid w:val="00C468ED"/>
    <w:rsid w:val="00C469CF"/>
    <w:rsid w:val="00C46A0B"/>
    <w:rsid w:val="00C46A80"/>
    <w:rsid w:val="00C46CBE"/>
    <w:rsid w:val="00C47B87"/>
    <w:rsid w:val="00C47ECC"/>
    <w:rsid w:val="00C50108"/>
    <w:rsid w:val="00C50745"/>
    <w:rsid w:val="00C50D73"/>
    <w:rsid w:val="00C50E55"/>
    <w:rsid w:val="00C51570"/>
    <w:rsid w:val="00C51A4D"/>
    <w:rsid w:val="00C51BE4"/>
    <w:rsid w:val="00C51EEA"/>
    <w:rsid w:val="00C52010"/>
    <w:rsid w:val="00C52242"/>
    <w:rsid w:val="00C522D1"/>
    <w:rsid w:val="00C52500"/>
    <w:rsid w:val="00C52AD0"/>
    <w:rsid w:val="00C52CC8"/>
    <w:rsid w:val="00C531DA"/>
    <w:rsid w:val="00C5320E"/>
    <w:rsid w:val="00C53464"/>
    <w:rsid w:val="00C53A54"/>
    <w:rsid w:val="00C53AEA"/>
    <w:rsid w:val="00C53C5C"/>
    <w:rsid w:val="00C53D73"/>
    <w:rsid w:val="00C54234"/>
    <w:rsid w:val="00C5428A"/>
    <w:rsid w:val="00C54499"/>
    <w:rsid w:val="00C546D1"/>
    <w:rsid w:val="00C54734"/>
    <w:rsid w:val="00C54857"/>
    <w:rsid w:val="00C54DDD"/>
    <w:rsid w:val="00C55565"/>
    <w:rsid w:val="00C556AD"/>
    <w:rsid w:val="00C55C1D"/>
    <w:rsid w:val="00C55CB2"/>
    <w:rsid w:val="00C55DD6"/>
    <w:rsid w:val="00C561DC"/>
    <w:rsid w:val="00C5658B"/>
    <w:rsid w:val="00C569CE"/>
    <w:rsid w:val="00C56AC5"/>
    <w:rsid w:val="00C56F66"/>
    <w:rsid w:val="00C57485"/>
    <w:rsid w:val="00C57CBB"/>
    <w:rsid w:val="00C57E50"/>
    <w:rsid w:val="00C6014D"/>
    <w:rsid w:val="00C608D8"/>
    <w:rsid w:val="00C60A02"/>
    <w:rsid w:val="00C60F31"/>
    <w:rsid w:val="00C6105D"/>
    <w:rsid w:val="00C6131B"/>
    <w:rsid w:val="00C6143F"/>
    <w:rsid w:val="00C61472"/>
    <w:rsid w:val="00C61B51"/>
    <w:rsid w:val="00C61D02"/>
    <w:rsid w:val="00C62EDA"/>
    <w:rsid w:val="00C63849"/>
    <w:rsid w:val="00C63A88"/>
    <w:rsid w:val="00C63AF2"/>
    <w:rsid w:val="00C63B95"/>
    <w:rsid w:val="00C64AA3"/>
    <w:rsid w:val="00C650BE"/>
    <w:rsid w:val="00C652AE"/>
    <w:rsid w:val="00C6548D"/>
    <w:rsid w:val="00C655D1"/>
    <w:rsid w:val="00C65F2E"/>
    <w:rsid w:val="00C66DC3"/>
    <w:rsid w:val="00C66E1B"/>
    <w:rsid w:val="00C672BD"/>
    <w:rsid w:val="00C67459"/>
    <w:rsid w:val="00C675B3"/>
    <w:rsid w:val="00C67862"/>
    <w:rsid w:val="00C67CFB"/>
    <w:rsid w:val="00C67E6A"/>
    <w:rsid w:val="00C67FD0"/>
    <w:rsid w:val="00C70594"/>
    <w:rsid w:val="00C7076B"/>
    <w:rsid w:val="00C70B8D"/>
    <w:rsid w:val="00C70D6D"/>
    <w:rsid w:val="00C713C8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31FA"/>
    <w:rsid w:val="00C736F8"/>
    <w:rsid w:val="00C7382C"/>
    <w:rsid w:val="00C73957"/>
    <w:rsid w:val="00C73DA6"/>
    <w:rsid w:val="00C74190"/>
    <w:rsid w:val="00C7423B"/>
    <w:rsid w:val="00C745CA"/>
    <w:rsid w:val="00C74BFC"/>
    <w:rsid w:val="00C74C07"/>
    <w:rsid w:val="00C74D85"/>
    <w:rsid w:val="00C74EA5"/>
    <w:rsid w:val="00C74ECF"/>
    <w:rsid w:val="00C75252"/>
    <w:rsid w:val="00C755A6"/>
    <w:rsid w:val="00C75BDB"/>
    <w:rsid w:val="00C7621F"/>
    <w:rsid w:val="00C76669"/>
    <w:rsid w:val="00C76C53"/>
    <w:rsid w:val="00C76F7D"/>
    <w:rsid w:val="00C7777E"/>
    <w:rsid w:val="00C77A2F"/>
    <w:rsid w:val="00C77B17"/>
    <w:rsid w:val="00C77C28"/>
    <w:rsid w:val="00C77F7B"/>
    <w:rsid w:val="00C801D2"/>
    <w:rsid w:val="00C80213"/>
    <w:rsid w:val="00C8070E"/>
    <w:rsid w:val="00C80E20"/>
    <w:rsid w:val="00C811BF"/>
    <w:rsid w:val="00C819A4"/>
    <w:rsid w:val="00C819E1"/>
    <w:rsid w:val="00C81BA4"/>
    <w:rsid w:val="00C8215D"/>
    <w:rsid w:val="00C832B0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A37"/>
    <w:rsid w:val="00C84E21"/>
    <w:rsid w:val="00C85048"/>
    <w:rsid w:val="00C8551B"/>
    <w:rsid w:val="00C857E5"/>
    <w:rsid w:val="00C858B8"/>
    <w:rsid w:val="00C85B94"/>
    <w:rsid w:val="00C85C53"/>
    <w:rsid w:val="00C85FD7"/>
    <w:rsid w:val="00C865B8"/>
    <w:rsid w:val="00C86756"/>
    <w:rsid w:val="00C86B69"/>
    <w:rsid w:val="00C86FC0"/>
    <w:rsid w:val="00C875F2"/>
    <w:rsid w:val="00C878BA"/>
    <w:rsid w:val="00C878BD"/>
    <w:rsid w:val="00C87B54"/>
    <w:rsid w:val="00C87D31"/>
    <w:rsid w:val="00C87E62"/>
    <w:rsid w:val="00C87F5D"/>
    <w:rsid w:val="00C9049A"/>
    <w:rsid w:val="00C90A32"/>
    <w:rsid w:val="00C90A4B"/>
    <w:rsid w:val="00C90D6E"/>
    <w:rsid w:val="00C91336"/>
    <w:rsid w:val="00C91629"/>
    <w:rsid w:val="00C91AE0"/>
    <w:rsid w:val="00C91B2F"/>
    <w:rsid w:val="00C91BE0"/>
    <w:rsid w:val="00C91DE5"/>
    <w:rsid w:val="00C91E10"/>
    <w:rsid w:val="00C925D6"/>
    <w:rsid w:val="00C92840"/>
    <w:rsid w:val="00C928B2"/>
    <w:rsid w:val="00C934A9"/>
    <w:rsid w:val="00C93702"/>
    <w:rsid w:val="00C93919"/>
    <w:rsid w:val="00C93D92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107D"/>
    <w:rsid w:val="00CA1171"/>
    <w:rsid w:val="00CA1218"/>
    <w:rsid w:val="00CA13D9"/>
    <w:rsid w:val="00CA1522"/>
    <w:rsid w:val="00CA167B"/>
    <w:rsid w:val="00CA169B"/>
    <w:rsid w:val="00CA178B"/>
    <w:rsid w:val="00CA19A2"/>
    <w:rsid w:val="00CA1CBF"/>
    <w:rsid w:val="00CA1EB8"/>
    <w:rsid w:val="00CA20D0"/>
    <w:rsid w:val="00CA2667"/>
    <w:rsid w:val="00CA2E14"/>
    <w:rsid w:val="00CA2E22"/>
    <w:rsid w:val="00CA3066"/>
    <w:rsid w:val="00CA34B3"/>
    <w:rsid w:val="00CA3563"/>
    <w:rsid w:val="00CA380E"/>
    <w:rsid w:val="00CA3FBF"/>
    <w:rsid w:val="00CA4206"/>
    <w:rsid w:val="00CA4478"/>
    <w:rsid w:val="00CA4BC1"/>
    <w:rsid w:val="00CA572E"/>
    <w:rsid w:val="00CA5990"/>
    <w:rsid w:val="00CA5BC3"/>
    <w:rsid w:val="00CA5EF2"/>
    <w:rsid w:val="00CA66DC"/>
    <w:rsid w:val="00CA6902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9F8"/>
    <w:rsid w:val="00CB0A57"/>
    <w:rsid w:val="00CB12C2"/>
    <w:rsid w:val="00CB136E"/>
    <w:rsid w:val="00CB1393"/>
    <w:rsid w:val="00CB14ED"/>
    <w:rsid w:val="00CB182D"/>
    <w:rsid w:val="00CB1D71"/>
    <w:rsid w:val="00CB2E6A"/>
    <w:rsid w:val="00CB32C7"/>
    <w:rsid w:val="00CB3581"/>
    <w:rsid w:val="00CB3B7E"/>
    <w:rsid w:val="00CB427C"/>
    <w:rsid w:val="00CB4539"/>
    <w:rsid w:val="00CB48C7"/>
    <w:rsid w:val="00CB498B"/>
    <w:rsid w:val="00CB498E"/>
    <w:rsid w:val="00CB5240"/>
    <w:rsid w:val="00CB524B"/>
    <w:rsid w:val="00CB5560"/>
    <w:rsid w:val="00CB565B"/>
    <w:rsid w:val="00CB576D"/>
    <w:rsid w:val="00CB5AC9"/>
    <w:rsid w:val="00CB5B29"/>
    <w:rsid w:val="00CB62E7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BAB"/>
    <w:rsid w:val="00CC2BD1"/>
    <w:rsid w:val="00CC2C29"/>
    <w:rsid w:val="00CC2CD5"/>
    <w:rsid w:val="00CC2D61"/>
    <w:rsid w:val="00CC34D9"/>
    <w:rsid w:val="00CC3D74"/>
    <w:rsid w:val="00CC3F43"/>
    <w:rsid w:val="00CC44B5"/>
    <w:rsid w:val="00CC4860"/>
    <w:rsid w:val="00CC491A"/>
    <w:rsid w:val="00CC4F1A"/>
    <w:rsid w:val="00CC5376"/>
    <w:rsid w:val="00CC53BE"/>
    <w:rsid w:val="00CC57B4"/>
    <w:rsid w:val="00CC5C97"/>
    <w:rsid w:val="00CC5FC3"/>
    <w:rsid w:val="00CC618E"/>
    <w:rsid w:val="00CC61C2"/>
    <w:rsid w:val="00CC66EF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F29"/>
    <w:rsid w:val="00CD06CC"/>
    <w:rsid w:val="00CD0C90"/>
    <w:rsid w:val="00CD17B0"/>
    <w:rsid w:val="00CD19BC"/>
    <w:rsid w:val="00CD1D5D"/>
    <w:rsid w:val="00CD1E1D"/>
    <w:rsid w:val="00CD1EE4"/>
    <w:rsid w:val="00CD2294"/>
    <w:rsid w:val="00CD24A9"/>
    <w:rsid w:val="00CD26CC"/>
    <w:rsid w:val="00CD2832"/>
    <w:rsid w:val="00CD3747"/>
    <w:rsid w:val="00CD388A"/>
    <w:rsid w:val="00CD395C"/>
    <w:rsid w:val="00CD3EAC"/>
    <w:rsid w:val="00CD3ECD"/>
    <w:rsid w:val="00CD3EEC"/>
    <w:rsid w:val="00CD3F27"/>
    <w:rsid w:val="00CD42D3"/>
    <w:rsid w:val="00CD485B"/>
    <w:rsid w:val="00CD4869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AB"/>
    <w:rsid w:val="00CE183A"/>
    <w:rsid w:val="00CE1F38"/>
    <w:rsid w:val="00CE200D"/>
    <w:rsid w:val="00CE2483"/>
    <w:rsid w:val="00CE2771"/>
    <w:rsid w:val="00CE2870"/>
    <w:rsid w:val="00CE292A"/>
    <w:rsid w:val="00CE29FB"/>
    <w:rsid w:val="00CE2B5F"/>
    <w:rsid w:val="00CE30EA"/>
    <w:rsid w:val="00CE3AF4"/>
    <w:rsid w:val="00CE3DCC"/>
    <w:rsid w:val="00CE43B8"/>
    <w:rsid w:val="00CE46DB"/>
    <w:rsid w:val="00CE4710"/>
    <w:rsid w:val="00CE4892"/>
    <w:rsid w:val="00CE49D8"/>
    <w:rsid w:val="00CE4EEB"/>
    <w:rsid w:val="00CE4FEE"/>
    <w:rsid w:val="00CE51FB"/>
    <w:rsid w:val="00CE5594"/>
    <w:rsid w:val="00CE5E61"/>
    <w:rsid w:val="00CE7583"/>
    <w:rsid w:val="00CE7603"/>
    <w:rsid w:val="00CE76E6"/>
    <w:rsid w:val="00CF056F"/>
    <w:rsid w:val="00CF0C93"/>
    <w:rsid w:val="00CF1198"/>
    <w:rsid w:val="00CF1363"/>
    <w:rsid w:val="00CF19CF"/>
    <w:rsid w:val="00CF1BEC"/>
    <w:rsid w:val="00CF1E45"/>
    <w:rsid w:val="00CF212C"/>
    <w:rsid w:val="00CF2A48"/>
    <w:rsid w:val="00CF2A89"/>
    <w:rsid w:val="00CF3480"/>
    <w:rsid w:val="00CF387E"/>
    <w:rsid w:val="00CF391F"/>
    <w:rsid w:val="00CF3CA6"/>
    <w:rsid w:val="00CF4342"/>
    <w:rsid w:val="00CF4417"/>
    <w:rsid w:val="00CF4676"/>
    <w:rsid w:val="00CF48FC"/>
    <w:rsid w:val="00CF4A66"/>
    <w:rsid w:val="00CF4F36"/>
    <w:rsid w:val="00CF4F54"/>
    <w:rsid w:val="00CF51E5"/>
    <w:rsid w:val="00CF533C"/>
    <w:rsid w:val="00CF538C"/>
    <w:rsid w:val="00CF5689"/>
    <w:rsid w:val="00CF597C"/>
    <w:rsid w:val="00CF64BE"/>
    <w:rsid w:val="00CF6952"/>
    <w:rsid w:val="00CF69CE"/>
    <w:rsid w:val="00CF6D0E"/>
    <w:rsid w:val="00CF6FF5"/>
    <w:rsid w:val="00CF7537"/>
    <w:rsid w:val="00CF7561"/>
    <w:rsid w:val="00CF75C6"/>
    <w:rsid w:val="00CF7A7A"/>
    <w:rsid w:val="00CF7A94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771"/>
    <w:rsid w:val="00D02E6C"/>
    <w:rsid w:val="00D02EC5"/>
    <w:rsid w:val="00D03163"/>
    <w:rsid w:val="00D03A75"/>
    <w:rsid w:val="00D03B0C"/>
    <w:rsid w:val="00D03CC1"/>
    <w:rsid w:val="00D03F17"/>
    <w:rsid w:val="00D04081"/>
    <w:rsid w:val="00D04486"/>
    <w:rsid w:val="00D04C0D"/>
    <w:rsid w:val="00D057DB"/>
    <w:rsid w:val="00D058E4"/>
    <w:rsid w:val="00D059EA"/>
    <w:rsid w:val="00D059EC"/>
    <w:rsid w:val="00D05DE7"/>
    <w:rsid w:val="00D05F31"/>
    <w:rsid w:val="00D060D4"/>
    <w:rsid w:val="00D06110"/>
    <w:rsid w:val="00D0612D"/>
    <w:rsid w:val="00D06634"/>
    <w:rsid w:val="00D06824"/>
    <w:rsid w:val="00D071E9"/>
    <w:rsid w:val="00D07E0E"/>
    <w:rsid w:val="00D07EB4"/>
    <w:rsid w:val="00D10078"/>
    <w:rsid w:val="00D1057B"/>
    <w:rsid w:val="00D1062F"/>
    <w:rsid w:val="00D10725"/>
    <w:rsid w:val="00D107B1"/>
    <w:rsid w:val="00D10B59"/>
    <w:rsid w:val="00D10D01"/>
    <w:rsid w:val="00D11005"/>
    <w:rsid w:val="00D110DA"/>
    <w:rsid w:val="00D11552"/>
    <w:rsid w:val="00D11BBD"/>
    <w:rsid w:val="00D11C7F"/>
    <w:rsid w:val="00D123E1"/>
    <w:rsid w:val="00D12765"/>
    <w:rsid w:val="00D12EE4"/>
    <w:rsid w:val="00D13262"/>
    <w:rsid w:val="00D13722"/>
    <w:rsid w:val="00D13812"/>
    <w:rsid w:val="00D13D5D"/>
    <w:rsid w:val="00D14357"/>
    <w:rsid w:val="00D14405"/>
    <w:rsid w:val="00D1470B"/>
    <w:rsid w:val="00D14993"/>
    <w:rsid w:val="00D14C44"/>
    <w:rsid w:val="00D1504E"/>
    <w:rsid w:val="00D15286"/>
    <w:rsid w:val="00D15426"/>
    <w:rsid w:val="00D15D7D"/>
    <w:rsid w:val="00D16112"/>
    <w:rsid w:val="00D16283"/>
    <w:rsid w:val="00D16488"/>
    <w:rsid w:val="00D165FF"/>
    <w:rsid w:val="00D16628"/>
    <w:rsid w:val="00D16717"/>
    <w:rsid w:val="00D16945"/>
    <w:rsid w:val="00D16CE7"/>
    <w:rsid w:val="00D16DA0"/>
    <w:rsid w:val="00D16F44"/>
    <w:rsid w:val="00D170C3"/>
    <w:rsid w:val="00D17ABE"/>
    <w:rsid w:val="00D201F8"/>
    <w:rsid w:val="00D20395"/>
    <w:rsid w:val="00D203BF"/>
    <w:rsid w:val="00D20A2C"/>
    <w:rsid w:val="00D20BBA"/>
    <w:rsid w:val="00D20E2E"/>
    <w:rsid w:val="00D2117B"/>
    <w:rsid w:val="00D215DF"/>
    <w:rsid w:val="00D216B4"/>
    <w:rsid w:val="00D21E25"/>
    <w:rsid w:val="00D220CD"/>
    <w:rsid w:val="00D22406"/>
    <w:rsid w:val="00D22B4D"/>
    <w:rsid w:val="00D22CD6"/>
    <w:rsid w:val="00D23068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15B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76F"/>
    <w:rsid w:val="00D32B0F"/>
    <w:rsid w:val="00D32B46"/>
    <w:rsid w:val="00D32D2D"/>
    <w:rsid w:val="00D32F6E"/>
    <w:rsid w:val="00D3396F"/>
    <w:rsid w:val="00D3461C"/>
    <w:rsid w:val="00D346CA"/>
    <w:rsid w:val="00D34B39"/>
    <w:rsid w:val="00D34EA0"/>
    <w:rsid w:val="00D34FCC"/>
    <w:rsid w:val="00D35327"/>
    <w:rsid w:val="00D355CC"/>
    <w:rsid w:val="00D357CC"/>
    <w:rsid w:val="00D35D5C"/>
    <w:rsid w:val="00D36044"/>
    <w:rsid w:val="00D362F6"/>
    <w:rsid w:val="00D3685D"/>
    <w:rsid w:val="00D370F9"/>
    <w:rsid w:val="00D3777F"/>
    <w:rsid w:val="00D3782C"/>
    <w:rsid w:val="00D37B3E"/>
    <w:rsid w:val="00D404A1"/>
    <w:rsid w:val="00D41263"/>
    <w:rsid w:val="00D41B29"/>
    <w:rsid w:val="00D41BC0"/>
    <w:rsid w:val="00D41D14"/>
    <w:rsid w:val="00D41FE8"/>
    <w:rsid w:val="00D42071"/>
    <w:rsid w:val="00D420DC"/>
    <w:rsid w:val="00D42106"/>
    <w:rsid w:val="00D422CD"/>
    <w:rsid w:val="00D42E3C"/>
    <w:rsid w:val="00D43346"/>
    <w:rsid w:val="00D4392D"/>
    <w:rsid w:val="00D439EE"/>
    <w:rsid w:val="00D440BD"/>
    <w:rsid w:val="00D440DA"/>
    <w:rsid w:val="00D4433D"/>
    <w:rsid w:val="00D44489"/>
    <w:rsid w:val="00D44733"/>
    <w:rsid w:val="00D44ABE"/>
    <w:rsid w:val="00D44C0F"/>
    <w:rsid w:val="00D44DD3"/>
    <w:rsid w:val="00D450DF"/>
    <w:rsid w:val="00D451A5"/>
    <w:rsid w:val="00D4530E"/>
    <w:rsid w:val="00D45749"/>
    <w:rsid w:val="00D4586E"/>
    <w:rsid w:val="00D45A13"/>
    <w:rsid w:val="00D45AD8"/>
    <w:rsid w:val="00D45ADD"/>
    <w:rsid w:val="00D46066"/>
    <w:rsid w:val="00D461BF"/>
    <w:rsid w:val="00D464FB"/>
    <w:rsid w:val="00D46A3C"/>
    <w:rsid w:val="00D4702B"/>
    <w:rsid w:val="00D47654"/>
    <w:rsid w:val="00D47750"/>
    <w:rsid w:val="00D477F1"/>
    <w:rsid w:val="00D47AFE"/>
    <w:rsid w:val="00D47CB0"/>
    <w:rsid w:val="00D5054A"/>
    <w:rsid w:val="00D505B5"/>
    <w:rsid w:val="00D50809"/>
    <w:rsid w:val="00D50E4B"/>
    <w:rsid w:val="00D50FF9"/>
    <w:rsid w:val="00D51481"/>
    <w:rsid w:val="00D51521"/>
    <w:rsid w:val="00D5170D"/>
    <w:rsid w:val="00D5184A"/>
    <w:rsid w:val="00D518B9"/>
    <w:rsid w:val="00D51C4F"/>
    <w:rsid w:val="00D51E83"/>
    <w:rsid w:val="00D51F14"/>
    <w:rsid w:val="00D5205E"/>
    <w:rsid w:val="00D52B85"/>
    <w:rsid w:val="00D52C16"/>
    <w:rsid w:val="00D52CB1"/>
    <w:rsid w:val="00D53348"/>
    <w:rsid w:val="00D5343F"/>
    <w:rsid w:val="00D53531"/>
    <w:rsid w:val="00D54085"/>
    <w:rsid w:val="00D5443C"/>
    <w:rsid w:val="00D546E5"/>
    <w:rsid w:val="00D547DB"/>
    <w:rsid w:val="00D547FB"/>
    <w:rsid w:val="00D5498E"/>
    <w:rsid w:val="00D54C9D"/>
    <w:rsid w:val="00D55561"/>
    <w:rsid w:val="00D55656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57E9D"/>
    <w:rsid w:val="00D60047"/>
    <w:rsid w:val="00D603E7"/>
    <w:rsid w:val="00D6074B"/>
    <w:rsid w:val="00D6111D"/>
    <w:rsid w:val="00D6122E"/>
    <w:rsid w:val="00D61B78"/>
    <w:rsid w:val="00D61C2C"/>
    <w:rsid w:val="00D61E80"/>
    <w:rsid w:val="00D61F93"/>
    <w:rsid w:val="00D6212A"/>
    <w:rsid w:val="00D624F9"/>
    <w:rsid w:val="00D62607"/>
    <w:rsid w:val="00D6264A"/>
    <w:rsid w:val="00D62718"/>
    <w:rsid w:val="00D629CE"/>
    <w:rsid w:val="00D62A2C"/>
    <w:rsid w:val="00D62FC4"/>
    <w:rsid w:val="00D63383"/>
    <w:rsid w:val="00D63505"/>
    <w:rsid w:val="00D6375C"/>
    <w:rsid w:val="00D63934"/>
    <w:rsid w:val="00D63A35"/>
    <w:rsid w:val="00D63E87"/>
    <w:rsid w:val="00D644B3"/>
    <w:rsid w:val="00D645EA"/>
    <w:rsid w:val="00D64849"/>
    <w:rsid w:val="00D64C89"/>
    <w:rsid w:val="00D64F01"/>
    <w:rsid w:val="00D6505C"/>
    <w:rsid w:val="00D65165"/>
    <w:rsid w:val="00D653B7"/>
    <w:rsid w:val="00D65684"/>
    <w:rsid w:val="00D656EA"/>
    <w:rsid w:val="00D659BE"/>
    <w:rsid w:val="00D65A24"/>
    <w:rsid w:val="00D65C96"/>
    <w:rsid w:val="00D65F5F"/>
    <w:rsid w:val="00D65FA5"/>
    <w:rsid w:val="00D6653C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6E"/>
    <w:rsid w:val="00D70915"/>
    <w:rsid w:val="00D70C9C"/>
    <w:rsid w:val="00D70D97"/>
    <w:rsid w:val="00D70F13"/>
    <w:rsid w:val="00D70F9B"/>
    <w:rsid w:val="00D71488"/>
    <w:rsid w:val="00D717F2"/>
    <w:rsid w:val="00D71C78"/>
    <w:rsid w:val="00D720A8"/>
    <w:rsid w:val="00D725C3"/>
    <w:rsid w:val="00D72B7F"/>
    <w:rsid w:val="00D731DC"/>
    <w:rsid w:val="00D737FF"/>
    <w:rsid w:val="00D73858"/>
    <w:rsid w:val="00D7387D"/>
    <w:rsid w:val="00D73BEE"/>
    <w:rsid w:val="00D73D38"/>
    <w:rsid w:val="00D73E27"/>
    <w:rsid w:val="00D73F89"/>
    <w:rsid w:val="00D743A9"/>
    <w:rsid w:val="00D7443E"/>
    <w:rsid w:val="00D7465B"/>
    <w:rsid w:val="00D74A02"/>
    <w:rsid w:val="00D74BAA"/>
    <w:rsid w:val="00D74F8A"/>
    <w:rsid w:val="00D75225"/>
    <w:rsid w:val="00D7554B"/>
    <w:rsid w:val="00D755F7"/>
    <w:rsid w:val="00D75798"/>
    <w:rsid w:val="00D75895"/>
    <w:rsid w:val="00D75AF7"/>
    <w:rsid w:val="00D75B2F"/>
    <w:rsid w:val="00D75FE4"/>
    <w:rsid w:val="00D76362"/>
    <w:rsid w:val="00D7647E"/>
    <w:rsid w:val="00D765E4"/>
    <w:rsid w:val="00D76AAB"/>
    <w:rsid w:val="00D76CEF"/>
    <w:rsid w:val="00D77082"/>
    <w:rsid w:val="00D77472"/>
    <w:rsid w:val="00D779C5"/>
    <w:rsid w:val="00D77B46"/>
    <w:rsid w:val="00D77E0C"/>
    <w:rsid w:val="00D803EF"/>
    <w:rsid w:val="00D80550"/>
    <w:rsid w:val="00D80586"/>
    <w:rsid w:val="00D80A06"/>
    <w:rsid w:val="00D80C97"/>
    <w:rsid w:val="00D81050"/>
    <w:rsid w:val="00D81586"/>
    <w:rsid w:val="00D816DA"/>
    <w:rsid w:val="00D818E1"/>
    <w:rsid w:val="00D81AB3"/>
    <w:rsid w:val="00D81BA7"/>
    <w:rsid w:val="00D81BD2"/>
    <w:rsid w:val="00D81D38"/>
    <w:rsid w:val="00D81E3F"/>
    <w:rsid w:val="00D81EFD"/>
    <w:rsid w:val="00D8240D"/>
    <w:rsid w:val="00D82482"/>
    <w:rsid w:val="00D826DF"/>
    <w:rsid w:val="00D83331"/>
    <w:rsid w:val="00D833A7"/>
    <w:rsid w:val="00D8342F"/>
    <w:rsid w:val="00D839B6"/>
    <w:rsid w:val="00D84079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9B2"/>
    <w:rsid w:val="00D86D9D"/>
    <w:rsid w:val="00D86DE3"/>
    <w:rsid w:val="00D87437"/>
    <w:rsid w:val="00D8767E"/>
    <w:rsid w:val="00D87752"/>
    <w:rsid w:val="00D87DA8"/>
    <w:rsid w:val="00D9007C"/>
    <w:rsid w:val="00D901E6"/>
    <w:rsid w:val="00D902C3"/>
    <w:rsid w:val="00D90A07"/>
    <w:rsid w:val="00D90A2E"/>
    <w:rsid w:val="00D90FE5"/>
    <w:rsid w:val="00D91002"/>
    <w:rsid w:val="00D91184"/>
    <w:rsid w:val="00D9146F"/>
    <w:rsid w:val="00D91F0E"/>
    <w:rsid w:val="00D91FA2"/>
    <w:rsid w:val="00D920D3"/>
    <w:rsid w:val="00D923A8"/>
    <w:rsid w:val="00D926B0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20"/>
    <w:rsid w:val="00D945C6"/>
    <w:rsid w:val="00D94A40"/>
    <w:rsid w:val="00D94D48"/>
    <w:rsid w:val="00D9544C"/>
    <w:rsid w:val="00D9580B"/>
    <w:rsid w:val="00D9586E"/>
    <w:rsid w:val="00D95CCE"/>
    <w:rsid w:val="00D96A7E"/>
    <w:rsid w:val="00D96F15"/>
    <w:rsid w:val="00D97311"/>
    <w:rsid w:val="00D97547"/>
    <w:rsid w:val="00D975A0"/>
    <w:rsid w:val="00D9774D"/>
    <w:rsid w:val="00D97A0A"/>
    <w:rsid w:val="00D97F37"/>
    <w:rsid w:val="00DA05F6"/>
    <w:rsid w:val="00DA0688"/>
    <w:rsid w:val="00DA09D6"/>
    <w:rsid w:val="00DA0BB3"/>
    <w:rsid w:val="00DA12F3"/>
    <w:rsid w:val="00DA1B2A"/>
    <w:rsid w:val="00DA1B74"/>
    <w:rsid w:val="00DA1E23"/>
    <w:rsid w:val="00DA1F86"/>
    <w:rsid w:val="00DA271B"/>
    <w:rsid w:val="00DA2BC3"/>
    <w:rsid w:val="00DA2E8F"/>
    <w:rsid w:val="00DA318C"/>
    <w:rsid w:val="00DA32EC"/>
    <w:rsid w:val="00DA33DA"/>
    <w:rsid w:val="00DA370F"/>
    <w:rsid w:val="00DA3A1F"/>
    <w:rsid w:val="00DA3B6E"/>
    <w:rsid w:val="00DA3C42"/>
    <w:rsid w:val="00DA3FDC"/>
    <w:rsid w:val="00DA46B4"/>
    <w:rsid w:val="00DA46CB"/>
    <w:rsid w:val="00DA47E1"/>
    <w:rsid w:val="00DA4AA1"/>
    <w:rsid w:val="00DA4E97"/>
    <w:rsid w:val="00DA50B2"/>
    <w:rsid w:val="00DA50DA"/>
    <w:rsid w:val="00DA57CF"/>
    <w:rsid w:val="00DA5934"/>
    <w:rsid w:val="00DA594E"/>
    <w:rsid w:val="00DA5ED4"/>
    <w:rsid w:val="00DA5F9D"/>
    <w:rsid w:val="00DA62C3"/>
    <w:rsid w:val="00DA6471"/>
    <w:rsid w:val="00DA6693"/>
    <w:rsid w:val="00DA6975"/>
    <w:rsid w:val="00DA6AF7"/>
    <w:rsid w:val="00DA6CBB"/>
    <w:rsid w:val="00DA6D83"/>
    <w:rsid w:val="00DA75A3"/>
    <w:rsid w:val="00DA75E7"/>
    <w:rsid w:val="00DA7C29"/>
    <w:rsid w:val="00DA7C7E"/>
    <w:rsid w:val="00DA7D63"/>
    <w:rsid w:val="00DB00A0"/>
    <w:rsid w:val="00DB0210"/>
    <w:rsid w:val="00DB0912"/>
    <w:rsid w:val="00DB1498"/>
    <w:rsid w:val="00DB1704"/>
    <w:rsid w:val="00DB1AD4"/>
    <w:rsid w:val="00DB1DCD"/>
    <w:rsid w:val="00DB260C"/>
    <w:rsid w:val="00DB2674"/>
    <w:rsid w:val="00DB2DFB"/>
    <w:rsid w:val="00DB3310"/>
    <w:rsid w:val="00DB347A"/>
    <w:rsid w:val="00DB37FD"/>
    <w:rsid w:val="00DB383A"/>
    <w:rsid w:val="00DB40B6"/>
    <w:rsid w:val="00DB4E20"/>
    <w:rsid w:val="00DB54A3"/>
    <w:rsid w:val="00DB57B0"/>
    <w:rsid w:val="00DB5A4F"/>
    <w:rsid w:val="00DB5B77"/>
    <w:rsid w:val="00DB5D40"/>
    <w:rsid w:val="00DB5EB1"/>
    <w:rsid w:val="00DB631E"/>
    <w:rsid w:val="00DB64A0"/>
    <w:rsid w:val="00DB6740"/>
    <w:rsid w:val="00DB6AC9"/>
    <w:rsid w:val="00DB7021"/>
    <w:rsid w:val="00DB73DA"/>
    <w:rsid w:val="00DB7591"/>
    <w:rsid w:val="00DB75BD"/>
    <w:rsid w:val="00DB7786"/>
    <w:rsid w:val="00DB7814"/>
    <w:rsid w:val="00DC03B8"/>
    <w:rsid w:val="00DC0427"/>
    <w:rsid w:val="00DC08F6"/>
    <w:rsid w:val="00DC135D"/>
    <w:rsid w:val="00DC24AB"/>
    <w:rsid w:val="00DC2A57"/>
    <w:rsid w:val="00DC3097"/>
    <w:rsid w:val="00DC3921"/>
    <w:rsid w:val="00DC3C8F"/>
    <w:rsid w:val="00DC42AD"/>
    <w:rsid w:val="00DC437D"/>
    <w:rsid w:val="00DC4409"/>
    <w:rsid w:val="00DC49D6"/>
    <w:rsid w:val="00DC5078"/>
    <w:rsid w:val="00DC53AA"/>
    <w:rsid w:val="00DC5644"/>
    <w:rsid w:val="00DC5E0E"/>
    <w:rsid w:val="00DC6124"/>
    <w:rsid w:val="00DC617F"/>
    <w:rsid w:val="00DC6508"/>
    <w:rsid w:val="00DC662A"/>
    <w:rsid w:val="00DC670C"/>
    <w:rsid w:val="00DC6E0D"/>
    <w:rsid w:val="00DC73F2"/>
    <w:rsid w:val="00DC7645"/>
    <w:rsid w:val="00DC79E0"/>
    <w:rsid w:val="00DD0071"/>
    <w:rsid w:val="00DD071F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81A"/>
    <w:rsid w:val="00DD28AA"/>
    <w:rsid w:val="00DD28AD"/>
    <w:rsid w:val="00DD2CDD"/>
    <w:rsid w:val="00DD2F77"/>
    <w:rsid w:val="00DD311A"/>
    <w:rsid w:val="00DD316D"/>
    <w:rsid w:val="00DD35F3"/>
    <w:rsid w:val="00DD4947"/>
    <w:rsid w:val="00DD576C"/>
    <w:rsid w:val="00DD582D"/>
    <w:rsid w:val="00DD5B89"/>
    <w:rsid w:val="00DD5D08"/>
    <w:rsid w:val="00DD6558"/>
    <w:rsid w:val="00DD6581"/>
    <w:rsid w:val="00DD675C"/>
    <w:rsid w:val="00DD6DFD"/>
    <w:rsid w:val="00DD6F5B"/>
    <w:rsid w:val="00DD7071"/>
    <w:rsid w:val="00DD777B"/>
    <w:rsid w:val="00DD7998"/>
    <w:rsid w:val="00DD7C00"/>
    <w:rsid w:val="00DE0A99"/>
    <w:rsid w:val="00DE0AAE"/>
    <w:rsid w:val="00DE1097"/>
    <w:rsid w:val="00DE10C3"/>
    <w:rsid w:val="00DE130E"/>
    <w:rsid w:val="00DE150C"/>
    <w:rsid w:val="00DE1698"/>
    <w:rsid w:val="00DE17E0"/>
    <w:rsid w:val="00DE1F11"/>
    <w:rsid w:val="00DE20B6"/>
    <w:rsid w:val="00DE21B1"/>
    <w:rsid w:val="00DE2275"/>
    <w:rsid w:val="00DE23AC"/>
    <w:rsid w:val="00DE2680"/>
    <w:rsid w:val="00DE2B02"/>
    <w:rsid w:val="00DE3126"/>
    <w:rsid w:val="00DE3174"/>
    <w:rsid w:val="00DE4423"/>
    <w:rsid w:val="00DE4631"/>
    <w:rsid w:val="00DE46D4"/>
    <w:rsid w:val="00DE484E"/>
    <w:rsid w:val="00DE4A33"/>
    <w:rsid w:val="00DE4DB0"/>
    <w:rsid w:val="00DE51B0"/>
    <w:rsid w:val="00DE5297"/>
    <w:rsid w:val="00DE5609"/>
    <w:rsid w:val="00DE5FCD"/>
    <w:rsid w:val="00DE6394"/>
    <w:rsid w:val="00DE64A2"/>
    <w:rsid w:val="00DE656D"/>
    <w:rsid w:val="00DE6632"/>
    <w:rsid w:val="00DE6C7E"/>
    <w:rsid w:val="00DE732C"/>
    <w:rsid w:val="00DE7381"/>
    <w:rsid w:val="00DE740E"/>
    <w:rsid w:val="00DE76D7"/>
    <w:rsid w:val="00DE7A0F"/>
    <w:rsid w:val="00DE7C86"/>
    <w:rsid w:val="00DF00F0"/>
    <w:rsid w:val="00DF04BA"/>
    <w:rsid w:val="00DF0A56"/>
    <w:rsid w:val="00DF11E9"/>
    <w:rsid w:val="00DF14E2"/>
    <w:rsid w:val="00DF1A87"/>
    <w:rsid w:val="00DF1CCA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317"/>
    <w:rsid w:val="00DF53BA"/>
    <w:rsid w:val="00DF53C6"/>
    <w:rsid w:val="00DF58AA"/>
    <w:rsid w:val="00DF58DC"/>
    <w:rsid w:val="00DF595C"/>
    <w:rsid w:val="00DF60D0"/>
    <w:rsid w:val="00DF6559"/>
    <w:rsid w:val="00DF6923"/>
    <w:rsid w:val="00DF6B46"/>
    <w:rsid w:val="00DF6D51"/>
    <w:rsid w:val="00DF71B1"/>
    <w:rsid w:val="00DF7321"/>
    <w:rsid w:val="00DF7574"/>
    <w:rsid w:val="00DF7C98"/>
    <w:rsid w:val="00DF7F9D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A99"/>
    <w:rsid w:val="00E01CEB"/>
    <w:rsid w:val="00E01E9D"/>
    <w:rsid w:val="00E0255E"/>
    <w:rsid w:val="00E0278F"/>
    <w:rsid w:val="00E03058"/>
    <w:rsid w:val="00E032BF"/>
    <w:rsid w:val="00E03690"/>
    <w:rsid w:val="00E03889"/>
    <w:rsid w:val="00E040B6"/>
    <w:rsid w:val="00E0494C"/>
    <w:rsid w:val="00E04EB9"/>
    <w:rsid w:val="00E04F00"/>
    <w:rsid w:val="00E0515F"/>
    <w:rsid w:val="00E05219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F5A"/>
    <w:rsid w:val="00E07379"/>
    <w:rsid w:val="00E07452"/>
    <w:rsid w:val="00E0759A"/>
    <w:rsid w:val="00E07D1D"/>
    <w:rsid w:val="00E07D5B"/>
    <w:rsid w:val="00E103BE"/>
    <w:rsid w:val="00E10C4C"/>
    <w:rsid w:val="00E10FA0"/>
    <w:rsid w:val="00E1146B"/>
    <w:rsid w:val="00E11528"/>
    <w:rsid w:val="00E117F3"/>
    <w:rsid w:val="00E1185F"/>
    <w:rsid w:val="00E118B8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3573"/>
    <w:rsid w:val="00E13D46"/>
    <w:rsid w:val="00E14367"/>
    <w:rsid w:val="00E145BC"/>
    <w:rsid w:val="00E146E6"/>
    <w:rsid w:val="00E14EB1"/>
    <w:rsid w:val="00E150CF"/>
    <w:rsid w:val="00E1596B"/>
    <w:rsid w:val="00E15BC4"/>
    <w:rsid w:val="00E15D6C"/>
    <w:rsid w:val="00E15F0D"/>
    <w:rsid w:val="00E162A1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20382"/>
    <w:rsid w:val="00E20406"/>
    <w:rsid w:val="00E206F2"/>
    <w:rsid w:val="00E206FB"/>
    <w:rsid w:val="00E20A3D"/>
    <w:rsid w:val="00E214E9"/>
    <w:rsid w:val="00E215CC"/>
    <w:rsid w:val="00E2171E"/>
    <w:rsid w:val="00E217A2"/>
    <w:rsid w:val="00E218EA"/>
    <w:rsid w:val="00E22AA1"/>
    <w:rsid w:val="00E23A4C"/>
    <w:rsid w:val="00E23FDF"/>
    <w:rsid w:val="00E23FF2"/>
    <w:rsid w:val="00E24150"/>
    <w:rsid w:val="00E24216"/>
    <w:rsid w:val="00E244D1"/>
    <w:rsid w:val="00E24EAB"/>
    <w:rsid w:val="00E24FD6"/>
    <w:rsid w:val="00E2530D"/>
    <w:rsid w:val="00E25424"/>
    <w:rsid w:val="00E255B6"/>
    <w:rsid w:val="00E260E3"/>
    <w:rsid w:val="00E26701"/>
    <w:rsid w:val="00E2685C"/>
    <w:rsid w:val="00E2701E"/>
    <w:rsid w:val="00E27107"/>
    <w:rsid w:val="00E2736F"/>
    <w:rsid w:val="00E2743B"/>
    <w:rsid w:val="00E274CA"/>
    <w:rsid w:val="00E27913"/>
    <w:rsid w:val="00E27B1A"/>
    <w:rsid w:val="00E30F9F"/>
    <w:rsid w:val="00E3129D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7CA"/>
    <w:rsid w:val="00E3423F"/>
    <w:rsid w:val="00E3433B"/>
    <w:rsid w:val="00E34548"/>
    <w:rsid w:val="00E34703"/>
    <w:rsid w:val="00E347E0"/>
    <w:rsid w:val="00E348B9"/>
    <w:rsid w:val="00E3503C"/>
    <w:rsid w:val="00E35247"/>
    <w:rsid w:val="00E3556E"/>
    <w:rsid w:val="00E35666"/>
    <w:rsid w:val="00E35866"/>
    <w:rsid w:val="00E35BC0"/>
    <w:rsid w:val="00E360C9"/>
    <w:rsid w:val="00E36495"/>
    <w:rsid w:val="00E36512"/>
    <w:rsid w:val="00E36A86"/>
    <w:rsid w:val="00E36A9A"/>
    <w:rsid w:val="00E37055"/>
    <w:rsid w:val="00E3738C"/>
    <w:rsid w:val="00E3745F"/>
    <w:rsid w:val="00E374F9"/>
    <w:rsid w:val="00E3795B"/>
    <w:rsid w:val="00E37D12"/>
    <w:rsid w:val="00E37D16"/>
    <w:rsid w:val="00E400B6"/>
    <w:rsid w:val="00E4054A"/>
    <w:rsid w:val="00E4074A"/>
    <w:rsid w:val="00E40794"/>
    <w:rsid w:val="00E40A1E"/>
    <w:rsid w:val="00E416AD"/>
    <w:rsid w:val="00E416B8"/>
    <w:rsid w:val="00E416FA"/>
    <w:rsid w:val="00E4182E"/>
    <w:rsid w:val="00E41A6C"/>
    <w:rsid w:val="00E41F39"/>
    <w:rsid w:val="00E4207D"/>
    <w:rsid w:val="00E420D2"/>
    <w:rsid w:val="00E42642"/>
    <w:rsid w:val="00E42A75"/>
    <w:rsid w:val="00E42B15"/>
    <w:rsid w:val="00E42C0B"/>
    <w:rsid w:val="00E42C54"/>
    <w:rsid w:val="00E42EAB"/>
    <w:rsid w:val="00E43107"/>
    <w:rsid w:val="00E43289"/>
    <w:rsid w:val="00E4330F"/>
    <w:rsid w:val="00E434C8"/>
    <w:rsid w:val="00E435D0"/>
    <w:rsid w:val="00E43A4E"/>
    <w:rsid w:val="00E44080"/>
    <w:rsid w:val="00E440A0"/>
    <w:rsid w:val="00E44101"/>
    <w:rsid w:val="00E447E5"/>
    <w:rsid w:val="00E45067"/>
    <w:rsid w:val="00E450DE"/>
    <w:rsid w:val="00E455A8"/>
    <w:rsid w:val="00E46179"/>
    <w:rsid w:val="00E467C3"/>
    <w:rsid w:val="00E4684F"/>
    <w:rsid w:val="00E46A52"/>
    <w:rsid w:val="00E46BAA"/>
    <w:rsid w:val="00E46C96"/>
    <w:rsid w:val="00E472D5"/>
    <w:rsid w:val="00E47907"/>
    <w:rsid w:val="00E479C9"/>
    <w:rsid w:val="00E50193"/>
    <w:rsid w:val="00E50273"/>
    <w:rsid w:val="00E5060F"/>
    <w:rsid w:val="00E506E9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2EDE"/>
    <w:rsid w:val="00E533B4"/>
    <w:rsid w:val="00E535EC"/>
    <w:rsid w:val="00E53696"/>
    <w:rsid w:val="00E537F4"/>
    <w:rsid w:val="00E538D4"/>
    <w:rsid w:val="00E53B61"/>
    <w:rsid w:val="00E54159"/>
    <w:rsid w:val="00E5419E"/>
    <w:rsid w:val="00E541EA"/>
    <w:rsid w:val="00E54655"/>
    <w:rsid w:val="00E5466F"/>
    <w:rsid w:val="00E54717"/>
    <w:rsid w:val="00E5472A"/>
    <w:rsid w:val="00E54897"/>
    <w:rsid w:val="00E54B4E"/>
    <w:rsid w:val="00E54C08"/>
    <w:rsid w:val="00E55476"/>
    <w:rsid w:val="00E55B9E"/>
    <w:rsid w:val="00E55F7A"/>
    <w:rsid w:val="00E564EE"/>
    <w:rsid w:val="00E56D6F"/>
    <w:rsid w:val="00E56E5B"/>
    <w:rsid w:val="00E56E98"/>
    <w:rsid w:val="00E57580"/>
    <w:rsid w:val="00E57A24"/>
    <w:rsid w:val="00E57C38"/>
    <w:rsid w:val="00E57CAF"/>
    <w:rsid w:val="00E57D90"/>
    <w:rsid w:val="00E600FB"/>
    <w:rsid w:val="00E603F9"/>
    <w:rsid w:val="00E60517"/>
    <w:rsid w:val="00E6077D"/>
    <w:rsid w:val="00E60864"/>
    <w:rsid w:val="00E60DE2"/>
    <w:rsid w:val="00E61002"/>
    <w:rsid w:val="00E6109E"/>
    <w:rsid w:val="00E61372"/>
    <w:rsid w:val="00E614C3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E32"/>
    <w:rsid w:val="00E64571"/>
    <w:rsid w:val="00E646BF"/>
    <w:rsid w:val="00E64A19"/>
    <w:rsid w:val="00E64A8C"/>
    <w:rsid w:val="00E64FC5"/>
    <w:rsid w:val="00E650E5"/>
    <w:rsid w:val="00E65223"/>
    <w:rsid w:val="00E65284"/>
    <w:rsid w:val="00E653B3"/>
    <w:rsid w:val="00E65BBD"/>
    <w:rsid w:val="00E65DCD"/>
    <w:rsid w:val="00E65E0B"/>
    <w:rsid w:val="00E66501"/>
    <w:rsid w:val="00E668C9"/>
    <w:rsid w:val="00E66C85"/>
    <w:rsid w:val="00E67183"/>
    <w:rsid w:val="00E67319"/>
    <w:rsid w:val="00E67634"/>
    <w:rsid w:val="00E6772C"/>
    <w:rsid w:val="00E67D81"/>
    <w:rsid w:val="00E67DB9"/>
    <w:rsid w:val="00E70098"/>
    <w:rsid w:val="00E702CA"/>
    <w:rsid w:val="00E70409"/>
    <w:rsid w:val="00E70426"/>
    <w:rsid w:val="00E70753"/>
    <w:rsid w:val="00E70EB6"/>
    <w:rsid w:val="00E7103C"/>
    <w:rsid w:val="00E71176"/>
    <w:rsid w:val="00E71257"/>
    <w:rsid w:val="00E712FE"/>
    <w:rsid w:val="00E713EF"/>
    <w:rsid w:val="00E72054"/>
    <w:rsid w:val="00E7230D"/>
    <w:rsid w:val="00E724A2"/>
    <w:rsid w:val="00E724AB"/>
    <w:rsid w:val="00E727E8"/>
    <w:rsid w:val="00E729BE"/>
    <w:rsid w:val="00E72B73"/>
    <w:rsid w:val="00E72FEB"/>
    <w:rsid w:val="00E73117"/>
    <w:rsid w:val="00E7359C"/>
    <w:rsid w:val="00E73685"/>
    <w:rsid w:val="00E73716"/>
    <w:rsid w:val="00E73AC8"/>
    <w:rsid w:val="00E73B16"/>
    <w:rsid w:val="00E73E11"/>
    <w:rsid w:val="00E73F8C"/>
    <w:rsid w:val="00E74136"/>
    <w:rsid w:val="00E742D1"/>
    <w:rsid w:val="00E74379"/>
    <w:rsid w:val="00E7437E"/>
    <w:rsid w:val="00E745F4"/>
    <w:rsid w:val="00E74D53"/>
    <w:rsid w:val="00E74EFE"/>
    <w:rsid w:val="00E751DF"/>
    <w:rsid w:val="00E75242"/>
    <w:rsid w:val="00E75283"/>
    <w:rsid w:val="00E753D8"/>
    <w:rsid w:val="00E7561C"/>
    <w:rsid w:val="00E75E03"/>
    <w:rsid w:val="00E75E4B"/>
    <w:rsid w:val="00E761E4"/>
    <w:rsid w:val="00E76429"/>
    <w:rsid w:val="00E7687C"/>
    <w:rsid w:val="00E76D0E"/>
    <w:rsid w:val="00E7709E"/>
    <w:rsid w:val="00E773F3"/>
    <w:rsid w:val="00E777EC"/>
    <w:rsid w:val="00E77C59"/>
    <w:rsid w:val="00E77DA2"/>
    <w:rsid w:val="00E77FF3"/>
    <w:rsid w:val="00E800DE"/>
    <w:rsid w:val="00E80506"/>
    <w:rsid w:val="00E80698"/>
    <w:rsid w:val="00E80951"/>
    <w:rsid w:val="00E809F0"/>
    <w:rsid w:val="00E8105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7577"/>
    <w:rsid w:val="00E8790B"/>
    <w:rsid w:val="00E902D7"/>
    <w:rsid w:val="00E903F3"/>
    <w:rsid w:val="00E9080B"/>
    <w:rsid w:val="00E90B0F"/>
    <w:rsid w:val="00E910F5"/>
    <w:rsid w:val="00E91444"/>
    <w:rsid w:val="00E917C2"/>
    <w:rsid w:val="00E91A07"/>
    <w:rsid w:val="00E91A50"/>
    <w:rsid w:val="00E91A73"/>
    <w:rsid w:val="00E91F1F"/>
    <w:rsid w:val="00E91F6F"/>
    <w:rsid w:val="00E920C1"/>
    <w:rsid w:val="00E92851"/>
    <w:rsid w:val="00E929EF"/>
    <w:rsid w:val="00E92F49"/>
    <w:rsid w:val="00E930C3"/>
    <w:rsid w:val="00E9327E"/>
    <w:rsid w:val="00E93654"/>
    <w:rsid w:val="00E93795"/>
    <w:rsid w:val="00E939C0"/>
    <w:rsid w:val="00E93A08"/>
    <w:rsid w:val="00E93A58"/>
    <w:rsid w:val="00E93BC1"/>
    <w:rsid w:val="00E93D49"/>
    <w:rsid w:val="00E9471E"/>
    <w:rsid w:val="00E947DB"/>
    <w:rsid w:val="00E94FAC"/>
    <w:rsid w:val="00E951CF"/>
    <w:rsid w:val="00E95484"/>
    <w:rsid w:val="00E9549B"/>
    <w:rsid w:val="00E95565"/>
    <w:rsid w:val="00E957C2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351"/>
    <w:rsid w:val="00E97545"/>
    <w:rsid w:val="00E97790"/>
    <w:rsid w:val="00E97AB3"/>
    <w:rsid w:val="00E97AEF"/>
    <w:rsid w:val="00E97B53"/>
    <w:rsid w:val="00E97FA9"/>
    <w:rsid w:val="00E97FB1"/>
    <w:rsid w:val="00EA0049"/>
    <w:rsid w:val="00EA00DC"/>
    <w:rsid w:val="00EA010B"/>
    <w:rsid w:val="00EA0233"/>
    <w:rsid w:val="00EA03CE"/>
    <w:rsid w:val="00EA068B"/>
    <w:rsid w:val="00EA0AF7"/>
    <w:rsid w:val="00EA0DDF"/>
    <w:rsid w:val="00EA0E31"/>
    <w:rsid w:val="00EA0F4D"/>
    <w:rsid w:val="00EA150B"/>
    <w:rsid w:val="00EA1883"/>
    <w:rsid w:val="00EA1AE7"/>
    <w:rsid w:val="00EA1FE6"/>
    <w:rsid w:val="00EA2195"/>
    <w:rsid w:val="00EA21BD"/>
    <w:rsid w:val="00EA2532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C1"/>
    <w:rsid w:val="00EA50E0"/>
    <w:rsid w:val="00EA5DE7"/>
    <w:rsid w:val="00EA5E56"/>
    <w:rsid w:val="00EA5F8D"/>
    <w:rsid w:val="00EA6499"/>
    <w:rsid w:val="00EA6556"/>
    <w:rsid w:val="00EA6BF8"/>
    <w:rsid w:val="00EA6CF7"/>
    <w:rsid w:val="00EA6E7E"/>
    <w:rsid w:val="00EA7B85"/>
    <w:rsid w:val="00EA7F37"/>
    <w:rsid w:val="00EB02B3"/>
    <w:rsid w:val="00EB07A4"/>
    <w:rsid w:val="00EB0B10"/>
    <w:rsid w:val="00EB0DE9"/>
    <w:rsid w:val="00EB0E0E"/>
    <w:rsid w:val="00EB12F5"/>
    <w:rsid w:val="00EB13AA"/>
    <w:rsid w:val="00EB19E7"/>
    <w:rsid w:val="00EB1A6E"/>
    <w:rsid w:val="00EB1CB0"/>
    <w:rsid w:val="00EB1D58"/>
    <w:rsid w:val="00EB2262"/>
    <w:rsid w:val="00EB237D"/>
    <w:rsid w:val="00EB242E"/>
    <w:rsid w:val="00EB28B0"/>
    <w:rsid w:val="00EB32F7"/>
    <w:rsid w:val="00EB34DA"/>
    <w:rsid w:val="00EB36E8"/>
    <w:rsid w:val="00EB3A0E"/>
    <w:rsid w:val="00EB3ED4"/>
    <w:rsid w:val="00EB3F1F"/>
    <w:rsid w:val="00EB40B1"/>
    <w:rsid w:val="00EB4922"/>
    <w:rsid w:val="00EB4DDF"/>
    <w:rsid w:val="00EB4E24"/>
    <w:rsid w:val="00EB542A"/>
    <w:rsid w:val="00EB5623"/>
    <w:rsid w:val="00EB5760"/>
    <w:rsid w:val="00EB59FA"/>
    <w:rsid w:val="00EB5AA8"/>
    <w:rsid w:val="00EB5C7F"/>
    <w:rsid w:val="00EB5F03"/>
    <w:rsid w:val="00EB627E"/>
    <w:rsid w:val="00EB6550"/>
    <w:rsid w:val="00EB6BD8"/>
    <w:rsid w:val="00EB6BE0"/>
    <w:rsid w:val="00EB6F4C"/>
    <w:rsid w:val="00EB7060"/>
    <w:rsid w:val="00EB70E3"/>
    <w:rsid w:val="00EB71B9"/>
    <w:rsid w:val="00EB71C4"/>
    <w:rsid w:val="00EB7353"/>
    <w:rsid w:val="00EB7687"/>
    <w:rsid w:val="00EB77D1"/>
    <w:rsid w:val="00EB7B28"/>
    <w:rsid w:val="00EB7CAF"/>
    <w:rsid w:val="00EB7CD3"/>
    <w:rsid w:val="00EC0196"/>
    <w:rsid w:val="00EC0228"/>
    <w:rsid w:val="00EC02B5"/>
    <w:rsid w:val="00EC03E3"/>
    <w:rsid w:val="00EC04C0"/>
    <w:rsid w:val="00EC0AE0"/>
    <w:rsid w:val="00EC0C99"/>
    <w:rsid w:val="00EC0FBE"/>
    <w:rsid w:val="00EC135A"/>
    <w:rsid w:val="00EC1403"/>
    <w:rsid w:val="00EC1571"/>
    <w:rsid w:val="00EC17D8"/>
    <w:rsid w:val="00EC17E3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516"/>
    <w:rsid w:val="00EC37AD"/>
    <w:rsid w:val="00EC3B28"/>
    <w:rsid w:val="00EC5143"/>
    <w:rsid w:val="00EC521A"/>
    <w:rsid w:val="00EC5419"/>
    <w:rsid w:val="00EC57C8"/>
    <w:rsid w:val="00EC592C"/>
    <w:rsid w:val="00EC5B3D"/>
    <w:rsid w:val="00EC5C9E"/>
    <w:rsid w:val="00EC6080"/>
    <w:rsid w:val="00EC6255"/>
    <w:rsid w:val="00EC62B8"/>
    <w:rsid w:val="00EC6382"/>
    <w:rsid w:val="00EC6A90"/>
    <w:rsid w:val="00EC6E2E"/>
    <w:rsid w:val="00EC6E3D"/>
    <w:rsid w:val="00EC6EA3"/>
    <w:rsid w:val="00EC7213"/>
    <w:rsid w:val="00EC7C67"/>
    <w:rsid w:val="00EC7E64"/>
    <w:rsid w:val="00EC7ED9"/>
    <w:rsid w:val="00ED04EC"/>
    <w:rsid w:val="00ED05A6"/>
    <w:rsid w:val="00ED064E"/>
    <w:rsid w:val="00ED098F"/>
    <w:rsid w:val="00ED0E6E"/>
    <w:rsid w:val="00ED0EBD"/>
    <w:rsid w:val="00ED0F6A"/>
    <w:rsid w:val="00ED1045"/>
    <w:rsid w:val="00ED1307"/>
    <w:rsid w:val="00ED138C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4AFB"/>
    <w:rsid w:val="00ED4B6C"/>
    <w:rsid w:val="00ED4E0E"/>
    <w:rsid w:val="00ED4E8D"/>
    <w:rsid w:val="00ED4F5F"/>
    <w:rsid w:val="00ED5597"/>
    <w:rsid w:val="00ED57B9"/>
    <w:rsid w:val="00ED5A43"/>
    <w:rsid w:val="00ED5C5E"/>
    <w:rsid w:val="00ED65CA"/>
    <w:rsid w:val="00ED7314"/>
    <w:rsid w:val="00ED7EF5"/>
    <w:rsid w:val="00EE01D5"/>
    <w:rsid w:val="00EE0437"/>
    <w:rsid w:val="00EE0814"/>
    <w:rsid w:val="00EE0E0E"/>
    <w:rsid w:val="00EE1093"/>
    <w:rsid w:val="00EE126A"/>
    <w:rsid w:val="00EE1B49"/>
    <w:rsid w:val="00EE1BE0"/>
    <w:rsid w:val="00EE1EC9"/>
    <w:rsid w:val="00EE24A4"/>
    <w:rsid w:val="00EE2A20"/>
    <w:rsid w:val="00EE2FB1"/>
    <w:rsid w:val="00EE2FD0"/>
    <w:rsid w:val="00EE3551"/>
    <w:rsid w:val="00EE37B2"/>
    <w:rsid w:val="00EE3917"/>
    <w:rsid w:val="00EE394F"/>
    <w:rsid w:val="00EE3BEA"/>
    <w:rsid w:val="00EE3E8D"/>
    <w:rsid w:val="00EE437C"/>
    <w:rsid w:val="00EE45A2"/>
    <w:rsid w:val="00EE4D3F"/>
    <w:rsid w:val="00EE525B"/>
    <w:rsid w:val="00EE5268"/>
    <w:rsid w:val="00EE54D1"/>
    <w:rsid w:val="00EE5B2B"/>
    <w:rsid w:val="00EE5F04"/>
    <w:rsid w:val="00EE5FE2"/>
    <w:rsid w:val="00EE6875"/>
    <w:rsid w:val="00EE6ABB"/>
    <w:rsid w:val="00EE7029"/>
    <w:rsid w:val="00EE7513"/>
    <w:rsid w:val="00EE7A14"/>
    <w:rsid w:val="00EE7D87"/>
    <w:rsid w:val="00EE7F98"/>
    <w:rsid w:val="00EF02F8"/>
    <w:rsid w:val="00EF064C"/>
    <w:rsid w:val="00EF0708"/>
    <w:rsid w:val="00EF0983"/>
    <w:rsid w:val="00EF09F9"/>
    <w:rsid w:val="00EF1131"/>
    <w:rsid w:val="00EF168F"/>
    <w:rsid w:val="00EF1695"/>
    <w:rsid w:val="00EF1E46"/>
    <w:rsid w:val="00EF2244"/>
    <w:rsid w:val="00EF22D0"/>
    <w:rsid w:val="00EF2B6A"/>
    <w:rsid w:val="00EF2C20"/>
    <w:rsid w:val="00EF34B5"/>
    <w:rsid w:val="00EF38DB"/>
    <w:rsid w:val="00EF38E0"/>
    <w:rsid w:val="00EF3B46"/>
    <w:rsid w:val="00EF3EE3"/>
    <w:rsid w:val="00EF4220"/>
    <w:rsid w:val="00EF4247"/>
    <w:rsid w:val="00EF4599"/>
    <w:rsid w:val="00EF47BA"/>
    <w:rsid w:val="00EF5198"/>
    <w:rsid w:val="00EF55E6"/>
    <w:rsid w:val="00EF580D"/>
    <w:rsid w:val="00EF5998"/>
    <w:rsid w:val="00EF59DF"/>
    <w:rsid w:val="00EF5BF3"/>
    <w:rsid w:val="00EF5DB5"/>
    <w:rsid w:val="00EF5FE2"/>
    <w:rsid w:val="00EF61B2"/>
    <w:rsid w:val="00EF639A"/>
    <w:rsid w:val="00EF65EC"/>
    <w:rsid w:val="00EF667D"/>
    <w:rsid w:val="00EF6A7D"/>
    <w:rsid w:val="00EF6C14"/>
    <w:rsid w:val="00EF6DA1"/>
    <w:rsid w:val="00EF71BB"/>
    <w:rsid w:val="00EF7898"/>
    <w:rsid w:val="00EF7A60"/>
    <w:rsid w:val="00EF7B4F"/>
    <w:rsid w:val="00EF7BC6"/>
    <w:rsid w:val="00F00320"/>
    <w:rsid w:val="00F005A9"/>
    <w:rsid w:val="00F009AC"/>
    <w:rsid w:val="00F00ECB"/>
    <w:rsid w:val="00F010FE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DFC"/>
    <w:rsid w:val="00F03966"/>
    <w:rsid w:val="00F03ED5"/>
    <w:rsid w:val="00F03F08"/>
    <w:rsid w:val="00F0441B"/>
    <w:rsid w:val="00F04AE9"/>
    <w:rsid w:val="00F04E91"/>
    <w:rsid w:val="00F053A5"/>
    <w:rsid w:val="00F057EB"/>
    <w:rsid w:val="00F05903"/>
    <w:rsid w:val="00F05958"/>
    <w:rsid w:val="00F05A3B"/>
    <w:rsid w:val="00F05B10"/>
    <w:rsid w:val="00F05BAF"/>
    <w:rsid w:val="00F05F75"/>
    <w:rsid w:val="00F0662A"/>
    <w:rsid w:val="00F068B0"/>
    <w:rsid w:val="00F06B90"/>
    <w:rsid w:val="00F06BB9"/>
    <w:rsid w:val="00F06CA0"/>
    <w:rsid w:val="00F06D46"/>
    <w:rsid w:val="00F06E11"/>
    <w:rsid w:val="00F06EE1"/>
    <w:rsid w:val="00F07106"/>
    <w:rsid w:val="00F0721F"/>
    <w:rsid w:val="00F076EA"/>
    <w:rsid w:val="00F07723"/>
    <w:rsid w:val="00F07845"/>
    <w:rsid w:val="00F07B12"/>
    <w:rsid w:val="00F1056D"/>
    <w:rsid w:val="00F106A3"/>
    <w:rsid w:val="00F109D7"/>
    <w:rsid w:val="00F10D24"/>
    <w:rsid w:val="00F10D92"/>
    <w:rsid w:val="00F10E21"/>
    <w:rsid w:val="00F10E36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6F8"/>
    <w:rsid w:val="00F12818"/>
    <w:rsid w:val="00F12900"/>
    <w:rsid w:val="00F12B94"/>
    <w:rsid w:val="00F12DEF"/>
    <w:rsid w:val="00F13147"/>
    <w:rsid w:val="00F137D6"/>
    <w:rsid w:val="00F13E96"/>
    <w:rsid w:val="00F141D8"/>
    <w:rsid w:val="00F14296"/>
    <w:rsid w:val="00F142A4"/>
    <w:rsid w:val="00F1471A"/>
    <w:rsid w:val="00F1473B"/>
    <w:rsid w:val="00F14A2C"/>
    <w:rsid w:val="00F14BEA"/>
    <w:rsid w:val="00F14F92"/>
    <w:rsid w:val="00F15482"/>
    <w:rsid w:val="00F15947"/>
    <w:rsid w:val="00F15A90"/>
    <w:rsid w:val="00F15B1C"/>
    <w:rsid w:val="00F15B3D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6C1"/>
    <w:rsid w:val="00F177CB"/>
    <w:rsid w:val="00F17B08"/>
    <w:rsid w:val="00F17C47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C6E"/>
    <w:rsid w:val="00F21CE9"/>
    <w:rsid w:val="00F220ED"/>
    <w:rsid w:val="00F22164"/>
    <w:rsid w:val="00F2239B"/>
    <w:rsid w:val="00F22486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4664"/>
    <w:rsid w:val="00F25A4D"/>
    <w:rsid w:val="00F25D83"/>
    <w:rsid w:val="00F26753"/>
    <w:rsid w:val="00F26762"/>
    <w:rsid w:val="00F26C16"/>
    <w:rsid w:val="00F26DA0"/>
    <w:rsid w:val="00F26E0A"/>
    <w:rsid w:val="00F27612"/>
    <w:rsid w:val="00F276EF"/>
    <w:rsid w:val="00F27828"/>
    <w:rsid w:val="00F27867"/>
    <w:rsid w:val="00F27AA1"/>
    <w:rsid w:val="00F27F91"/>
    <w:rsid w:val="00F3008D"/>
    <w:rsid w:val="00F305FF"/>
    <w:rsid w:val="00F307C7"/>
    <w:rsid w:val="00F308BC"/>
    <w:rsid w:val="00F30984"/>
    <w:rsid w:val="00F309D9"/>
    <w:rsid w:val="00F30F2B"/>
    <w:rsid w:val="00F30FD9"/>
    <w:rsid w:val="00F31406"/>
    <w:rsid w:val="00F314E6"/>
    <w:rsid w:val="00F317ED"/>
    <w:rsid w:val="00F3189A"/>
    <w:rsid w:val="00F32287"/>
    <w:rsid w:val="00F3237D"/>
    <w:rsid w:val="00F32E68"/>
    <w:rsid w:val="00F33B17"/>
    <w:rsid w:val="00F33F9F"/>
    <w:rsid w:val="00F34CCF"/>
    <w:rsid w:val="00F34E0A"/>
    <w:rsid w:val="00F34E16"/>
    <w:rsid w:val="00F34E90"/>
    <w:rsid w:val="00F35F12"/>
    <w:rsid w:val="00F360F2"/>
    <w:rsid w:val="00F3664E"/>
    <w:rsid w:val="00F36CD9"/>
    <w:rsid w:val="00F36DE5"/>
    <w:rsid w:val="00F36EBE"/>
    <w:rsid w:val="00F3705F"/>
    <w:rsid w:val="00F3711A"/>
    <w:rsid w:val="00F372AA"/>
    <w:rsid w:val="00F37791"/>
    <w:rsid w:val="00F377A1"/>
    <w:rsid w:val="00F37D96"/>
    <w:rsid w:val="00F401B3"/>
    <w:rsid w:val="00F40665"/>
    <w:rsid w:val="00F406C9"/>
    <w:rsid w:val="00F41193"/>
    <w:rsid w:val="00F4137B"/>
    <w:rsid w:val="00F41A7B"/>
    <w:rsid w:val="00F42001"/>
    <w:rsid w:val="00F420A5"/>
    <w:rsid w:val="00F42687"/>
    <w:rsid w:val="00F4291E"/>
    <w:rsid w:val="00F42921"/>
    <w:rsid w:val="00F42B13"/>
    <w:rsid w:val="00F42C05"/>
    <w:rsid w:val="00F42C5C"/>
    <w:rsid w:val="00F42DB3"/>
    <w:rsid w:val="00F42DED"/>
    <w:rsid w:val="00F43555"/>
    <w:rsid w:val="00F4358C"/>
    <w:rsid w:val="00F43B49"/>
    <w:rsid w:val="00F4445F"/>
    <w:rsid w:val="00F44682"/>
    <w:rsid w:val="00F448D7"/>
    <w:rsid w:val="00F44901"/>
    <w:rsid w:val="00F44C5F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6C6"/>
    <w:rsid w:val="00F5016D"/>
    <w:rsid w:val="00F50861"/>
    <w:rsid w:val="00F50B07"/>
    <w:rsid w:val="00F510AA"/>
    <w:rsid w:val="00F51126"/>
    <w:rsid w:val="00F5126C"/>
    <w:rsid w:val="00F51347"/>
    <w:rsid w:val="00F5146A"/>
    <w:rsid w:val="00F516EC"/>
    <w:rsid w:val="00F51989"/>
    <w:rsid w:val="00F51C11"/>
    <w:rsid w:val="00F51C59"/>
    <w:rsid w:val="00F51CE3"/>
    <w:rsid w:val="00F51E27"/>
    <w:rsid w:val="00F525E5"/>
    <w:rsid w:val="00F5315F"/>
    <w:rsid w:val="00F53C04"/>
    <w:rsid w:val="00F53CCD"/>
    <w:rsid w:val="00F5416B"/>
    <w:rsid w:val="00F544DF"/>
    <w:rsid w:val="00F54CAE"/>
    <w:rsid w:val="00F55307"/>
    <w:rsid w:val="00F554B7"/>
    <w:rsid w:val="00F556B6"/>
    <w:rsid w:val="00F557BA"/>
    <w:rsid w:val="00F55E65"/>
    <w:rsid w:val="00F56394"/>
    <w:rsid w:val="00F56462"/>
    <w:rsid w:val="00F56585"/>
    <w:rsid w:val="00F5679D"/>
    <w:rsid w:val="00F568C0"/>
    <w:rsid w:val="00F568E3"/>
    <w:rsid w:val="00F568E5"/>
    <w:rsid w:val="00F575F4"/>
    <w:rsid w:val="00F577D0"/>
    <w:rsid w:val="00F57A2B"/>
    <w:rsid w:val="00F57E27"/>
    <w:rsid w:val="00F6006B"/>
    <w:rsid w:val="00F603BB"/>
    <w:rsid w:val="00F6074D"/>
    <w:rsid w:val="00F60B43"/>
    <w:rsid w:val="00F61127"/>
    <w:rsid w:val="00F6128F"/>
    <w:rsid w:val="00F61319"/>
    <w:rsid w:val="00F613A5"/>
    <w:rsid w:val="00F6148C"/>
    <w:rsid w:val="00F6191A"/>
    <w:rsid w:val="00F61AEF"/>
    <w:rsid w:val="00F62253"/>
    <w:rsid w:val="00F62508"/>
    <w:rsid w:val="00F628A4"/>
    <w:rsid w:val="00F62D2A"/>
    <w:rsid w:val="00F636FB"/>
    <w:rsid w:val="00F63C0E"/>
    <w:rsid w:val="00F6414A"/>
    <w:rsid w:val="00F644FF"/>
    <w:rsid w:val="00F645D0"/>
    <w:rsid w:val="00F6487C"/>
    <w:rsid w:val="00F64ABC"/>
    <w:rsid w:val="00F65177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841"/>
    <w:rsid w:val="00F70C56"/>
    <w:rsid w:val="00F70E52"/>
    <w:rsid w:val="00F70F10"/>
    <w:rsid w:val="00F71A41"/>
    <w:rsid w:val="00F71F15"/>
    <w:rsid w:val="00F720E2"/>
    <w:rsid w:val="00F72436"/>
    <w:rsid w:val="00F72AD9"/>
    <w:rsid w:val="00F72E9D"/>
    <w:rsid w:val="00F72F42"/>
    <w:rsid w:val="00F730C4"/>
    <w:rsid w:val="00F73364"/>
    <w:rsid w:val="00F7370D"/>
    <w:rsid w:val="00F748BE"/>
    <w:rsid w:val="00F749CC"/>
    <w:rsid w:val="00F74A46"/>
    <w:rsid w:val="00F74C0F"/>
    <w:rsid w:val="00F75348"/>
    <w:rsid w:val="00F7598C"/>
    <w:rsid w:val="00F76725"/>
    <w:rsid w:val="00F76B18"/>
    <w:rsid w:val="00F76B2B"/>
    <w:rsid w:val="00F76C72"/>
    <w:rsid w:val="00F76DB6"/>
    <w:rsid w:val="00F76DF2"/>
    <w:rsid w:val="00F7702E"/>
    <w:rsid w:val="00F772E2"/>
    <w:rsid w:val="00F77766"/>
    <w:rsid w:val="00F777EF"/>
    <w:rsid w:val="00F77C59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6CB"/>
    <w:rsid w:val="00F84BCC"/>
    <w:rsid w:val="00F84E5F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363"/>
    <w:rsid w:val="00F867A3"/>
    <w:rsid w:val="00F8698F"/>
    <w:rsid w:val="00F86B67"/>
    <w:rsid w:val="00F86EAA"/>
    <w:rsid w:val="00F86EF2"/>
    <w:rsid w:val="00F86F41"/>
    <w:rsid w:val="00F8734E"/>
    <w:rsid w:val="00F87473"/>
    <w:rsid w:val="00F875F6"/>
    <w:rsid w:val="00F87E90"/>
    <w:rsid w:val="00F901C3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CC6"/>
    <w:rsid w:val="00F93B5E"/>
    <w:rsid w:val="00F93C16"/>
    <w:rsid w:val="00F93C4A"/>
    <w:rsid w:val="00F93C9C"/>
    <w:rsid w:val="00F948B8"/>
    <w:rsid w:val="00F94921"/>
    <w:rsid w:val="00F94FE2"/>
    <w:rsid w:val="00F95026"/>
    <w:rsid w:val="00F951C6"/>
    <w:rsid w:val="00F95C4B"/>
    <w:rsid w:val="00F96128"/>
    <w:rsid w:val="00F96173"/>
    <w:rsid w:val="00F96234"/>
    <w:rsid w:val="00F9633A"/>
    <w:rsid w:val="00F969BD"/>
    <w:rsid w:val="00F96A3C"/>
    <w:rsid w:val="00F96C9E"/>
    <w:rsid w:val="00F9709D"/>
    <w:rsid w:val="00F970CA"/>
    <w:rsid w:val="00F97107"/>
    <w:rsid w:val="00F9728A"/>
    <w:rsid w:val="00F9742A"/>
    <w:rsid w:val="00F976AB"/>
    <w:rsid w:val="00FA01B1"/>
    <w:rsid w:val="00FA0380"/>
    <w:rsid w:val="00FA0393"/>
    <w:rsid w:val="00FA04F0"/>
    <w:rsid w:val="00FA04F4"/>
    <w:rsid w:val="00FA0829"/>
    <w:rsid w:val="00FA0B21"/>
    <w:rsid w:val="00FA0BF8"/>
    <w:rsid w:val="00FA11B0"/>
    <w:rsid w:val="00FA164E"/>
    <w:rsid w:val="00FA17B8"/>
    <w:rsid w:val="00FA1A34"/>
    <w:rsid w:val="00FA1A79"/>
    <w:rsid w:val="00FA269E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BDC"/>
    <w:rsid w:val="00FA5D47"/>
    <w:rsid w:val="00FA62BE"/>
    <w:rsid w:val="00FA656D"/>
    <w:rsid w:val="00FA6652"/>
    <w:rsid w:val="00FA6C1F"/>
    <w:rsid w:val="00FA6FBB"/>
    <w:rsid w:val="00FA76EB"/>
    <w:rsid w:val="00FA7912"/>
    <w:rsid w:val="00FB0081"/>
    <w:rsid w:val="00FB022C"/>
    <w:rsid w:val="00FB0360"/>
    <w:rsid w:val="00FB07B9"/>
    <w:rsid w:val="00FB0A81"/>
    <w:rsid w:val="00FB0F74"/>
    <w:rsid w:val="00FB1132"/>
    <w:rsid w:val="00FB15CE"/>
    <w:rsid w:val="00FB15FA"/>
    <w:rsid w:val="00FB160D"/>
    <w:rsid w:val="00FB17F9"/>
    <w:rsid w:val="00FB1BA5"/>
    <w:rsid w:val="00FB1C41"/>
    <w:rsid w:val="00FB1D0A"/>
    <w:rsid w:val="00FB1D82"/>
    <w:rsid w:val="00FB1DF6"/>
    <w:rsid w:val="00FB1F55"/>
    <w:rsid w:val="00FB2626"/>
    <w:rsid w:val="00FB263F"/>
    <w:rsid w:val="00FB2712"/>
    <w:rsid w:val="00FB29A8"/>
    <w:rsid w:val="00FB2F02"/>
    <w:rsid w:val="00FB365F"/>
    <w:rsid w:val="00FB3838"/>
    <w:rsid w:val="00FB3BEC"/>
    <w:rsid w:val="00FB3FCE"/>
    <w:rsid w:val="00FB4032"/>
    <w:rsid w:val="00FB44C8"/>
    <w:rsid w:val="00FB4741"/>
    <w:rsid w:val="00FB4F89"/>
    <w:rsid w:val="00FB50B7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109A"/>
    <w:rsid w:val="00FC117E"/>
    <w:rsid w:val="00FC1204"/>
    <w:rsid w:val="00FC1509"/>
    <w:rsid w:val="00FC19F7"/>
    <w:rsid w:val="00FC23B7"/>
    <w:rsid w:val="00FC2778"/>
    <w:rsid w:val="00FC2AC1"/>
    <w:rsid w:val="00FC2AD9"/>
    <w:rsid w:val="00FC3D7D"/>
    <w:rsid w:val="00FC446D"/>
    <w:rsid w:val="00FC453C"/>
    <w:rsid w:val="00FC4629"/>
    <w:rsid w:val="00FC465F"/>
    <w:rsid w:val="00FC5025"/>
    <w:rsid w:val="00FC50B3"/>
    <w:rsid w:val="00FC5150"/>
    <w:rsid w:val="00FC5F9F"/>
    <w:rsid w:val="00FC6357"/>
    <w:rsid w:val="00FC6EEE"/>
    <w:rsid w:val="00FC7055"/>
    <w:rsid w:val="00FC7231"/>
    <w:rsid w:val="00FC7B21"/>
    <w:rsid w:val="00FC7CCB"/>
    <w:rsid w:val="00FC7FFE"/>
    <w:rsid w:val="00FD0BC8"/>
    <w:rsid w:val="00FD0CBB"/>
    <w:rsid w:val="00FD0E13"/>
    <w:rsid w:val="00FD0F3D"/>
    <w:rsid w:val="00FD16ED"/>
    <w:rsid w:val="00FD1795"/>
    <w:rsid w:val="00FD1FE4"/>
    <w:rsid w:val="00FD2018"/>
    <w:rsid w:val="00FD202A"/>
    <w:rsid w:val="00FD2137"/>
    <w:rsid w:val="00FD2780"/>
    <w:rsid w:val="00FD2822"/>
    <w:rsid w:val="00FD2868"/>
    <w:rsid w:val="00FD2CA3"/>
    <w:rsid w:val="00FD315C"/>
    <w:rsid w:val="00FD321C"/>
    <w:rsid w:val="00FD397D"/>
    <w:rsid w:val="00FD3C91"/>
    <w:rsid w:val="00FD3C9A"/>
    <w:rsid w:val="00FD3ECB"/>
    <w:rsid w:val="00FD4100"/>
    <w:rsid w:val="00FD4286"/>
    <w:rsid w:val="00FD4C31"/>
    <w:rsid w:val="00FD4C74"/>
    <w:rsid w:val="00FD4DA6"/>
    <w:rsid w:val="00FD4DC6"/>
    <w:rsid w:val="00FD4F12"/>
    <w:rsid w:val="00FD5712"/>
    <w:rsid w:val="00FD57C3"/>
    <w:rsid w:val="00FD5A00"/>
    <w:rsid w:val="00FD5BF2"/>
    <w:rsid w:val="00FD60CA"/>
    <w:rsid w:val="00FD64AB"/>
    <w:rsid w:val="00FD64F5"/>
    <w:rsid w:val="00FD66F5"/>
    <w:rsid w:val="00FD6DD7"/>
    <w:rsid w:val="00FD6FB1"/>
    <w:rsid w:val="00FD7497"/>
    <w:rsid w:val="00FD7DF9"/>
    <w:rsid w:val="00FE000C"/>
    <w:rsid w:val="00FE042D"/>
    <w:rsid w:val="00FE086E"/>
    <w:rsid w:val="00FE0B82"/>
    <w:rsid w:val="00FE0EFB"/>
    <w:rsid w:val="00FE0FDE"/>
    <w:rsid w:val="00FE10DE"/>
    <w:rsid w:val="00FE15B5"/>
    <w:rsid w:val="00FE1883"/>
    <w:rsid w:val="00FE1A4D"/>
    <w:rsid w:val="00FE1E77"/>
    <w:rsid w:val="00FE2351"/>
    <w:rsid w:val="00FE251B"/>
    <w:rsid w:val="00FE25B7"/>
    <w:rsid w:val="00FE2989"/>
    <w:rsid w:val="00FE29F5"/>
    <w:rsid w:val="00FE2B5C"/>
    <w:rsid w:val="00FE3099"/>
    <w:rsid w:val="00FE34F9"/>
    <w:rsid w:val="00FE388A"/>
    <w:rsid w:val="00FE3C50"/>
    <w:rsid w:val="00FE4391"/>
    <w:rsid w:val="00FE450B"/>
    <w:rsid w:val="00FE45E3"/>
    <w:rsid w:val="00FE4726"/>
    <w:rsid w:val="00FE530C"/>
    <w:rsid w:val="00FE5334"/>
    <w:rsid w:val="00FE59A9"/>
    <w:rsid w:val="00FE5A8E"/>
    <w:rsid w:val="00FE5AE3"/>
    <w:rsid w:val="00FE5C67"/>
    <w:rsid w:val="00FE5D5F"/>
    <w:rsid w:val="00FE604A"/>
    <w:rsid w:val="00FE6966"/>
    <w:rsid w:val="00FE6BA4"/>
    <w:rsid w:val="00FE6C01"/>
    <w:rsid w:val="00FE6C04"/>
    <w:rsid w:val="00FE6DFC"/>
    <w:rsid w:val="00FE6E69"/>
    <w:rsid w:val="00FE6E83"/>
    <w:rsid w:val="00FE79C1"/>
    <w:rsid w:val="00FE7AD1"/>
    <w:rsid w:val="00FE7BD9"/>
    <w:rsid w:val="00FE7D16"/>
    <w:rsid w:val="00FE7D31"/>
    <w:rsid w:val="00FF0491"/>
    <w:rsid w:val="00FF0AB9"/>
    <w:rsid w:val="00FF0C1B"/>
    <w:rsid w:val="00FF0CE0"/>
    <w:rsid w:val="00FF13F0"/>
    <w:rsid w:val="00FF1813"/>
    <w:rsid w:val="00FF19E1"/>
    <w:rsid w:val="00FF1A80"/>
    <w:rsid w:val="00FF1C77"/>
    <w:rsid w:val="00FF1DDE"/>
    <w:rsid w:val="00FF2AB5"/>
    <w:rsid w:val="00FF3301"/>
    <w:rsid w:val="00FF36AE"/>
    <w:rsid w:val="00FF3BD4"/>
    <w:rsid w:val="00FF3CC9"/>
    <w:rsid w:val="00FF41B6"/>
    <w:rsid w:val="00FF434B"/>
    <w:rsid w:val="00FF45FB"/>
    <w:rsid w:val="00FF47AA"/>
    <w:rsid w:val="00FF4ABE"/>
    <w:rsid w:val="00FF4B7C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910"/>
    <w:rsid w:val="00FF6E9F"/>
    <w:rsid w:val="00FF6F6B"/>
    <w:rsid w:val="00FF7047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52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000EE5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000EE5"/>
    <w:pPr>
      <w:ind w:left="284"/>
    </w:pPr>
  </w:style>
  <w:style w:type="paragraph" w:customStyle="1" w:styleId="AAFrameAddress">
    <w:name w:val="AA Frame Address"/>
    <w:basedOn w:val="Heading1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semiHidden/>
    <w:rsid w:val="00000EE5"/>
    <w:pPr>
      <w:ind w:left="1134"/>
    </w:pPr>
  </w:style>
  <w:style w:type="paragraph" w:styleId="TOC6">
    <w:name w:val="toc 6"/>
    <w:basedOn w:val="Normal"/>
    <w:next w:val="Normal"/>
    <w:semiHidden/>
    <w:rsid w:val="00000EE5"/>
    <w:pPr>
      <w:ind w:left="1418"/>
    </w:pPr>
  </w:style>
  <w:style w:type="paragraph" w:styleId="TOC7">
    <w:name w:val="toc 7"/>
    <w:basedOn w:val="Normal"/>
    <w:next w:val="Normal"/>
    <w:semiHidden/>
    <w:rsid w:val="00000EE5"/>
    <w:pPr>
      <w:ind w:left="1701"/>
    </w:pPr>
  </w:style>
  <w:style w:type="paragraph" w:styleId="TOC8">
    <w:name w:val="toc 8"/>
    <w:basedOn w:val="Normal"/>
    <w:next w:val="Normal"/>
    <w:semiHidden/>
    <w:rsid w:val="00000EE5"/>
    <w:pPr>
      <w:ind w:left="1985"/>
    </w:pPr>
  </w:style>
  <w:style w:type="paragraph" w:styleId="TOC9">
    <w:name w:val="toc 9"/>
    <w:basedOn w:val="Normal"/>
    <w:next w:val="Normal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semiHidden/>
    <w:rsid w:val="00000EE5"/>
    <w:pPr>
      <w:ind w:left="567" w:hanging="567"/>
    </w:pPr>
  </w:style>
  <w:style w:type="paragraph" w:styleId="ListBullet5">
    <w:name w:val="List Bullet 5"/>
    <w:basedOn w:val="Normal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rsid w:val="00000EE5"/>
    <w:pPr>
      <w:framePr w:h="443" w:wrap="around" w:y="8223"/>
    </w:pPr>
  </w:style>
  <w:style w:type="paragraph" w:customStyle="1" w:styleId="a">
    <w:name w:val="¢éÍ¤ÇÒÁ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uiPriority w:val="99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rsid w:val="00BF18CC"/>
    <w:rPr>
      <w:rFonts w:cs="Times New Roman"/>
    </w:rPr>
  </w:style>
  <w:style w:type="character" w:customStyle="1" w:styleId="gt-icon-text1">
    <w:name w:val="gt-icon-text1"/>
    <w:basedOn w:val="DefaultParagraphFont"/>
    <w:rsid w:val="00BF18CC"/>
    <w:rPr>
      <w:rFonts w:cs="Times New Roman"/>
    </w:rPr>
  </w:style>
  <w:style w:type="character" w:customStyle="1" w:styleId="shorttext">
    <w:name w:val="short_text"/>
    <w:basedOn w:val="DefaultParagraphFont"/>
    <w:rsid w:val="00BF18CC"/>
    <w:rPr>
      <w:rFonts w:cs="Times New Roman"/>
    </w:rPr>
  </w:style>
  <w:style w:type="character" w:customStyle="1" w:styleId="longtext">
    <w:name w:val="long_text"/>
    <w:basedOn w:val="DefaultParagraphFont"/>
    <w:rsid w:val="00BF18CC"/>
    <w:rPr>
      <w:rFonts w:cs="Times New Roman"/>
    </w:rPr>
  </w:style>
  <w:style w:type="paragraph" w:styleId="PlainText">
    <w:name w:val="Plain Text"/>
    <w:basedOn w:val="Normal"/>
    <w:link w:val="Plain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basedOn w:val="DefaultParagraphFont"/>
    <w:uiPriority w:val="99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515AA0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390505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C7C80-8480-42CC-B63C-6BD18225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4</TotalTime>
  <Pages>7</Pages>
  <Words>2551</Words>
  <Characters>10132</Characters>
  <Application>Microsoft Office Word</Application>
  <DocSecurity>0</DocSecurity>
  <Lines>84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Somjai, Nigonyanont</cp:lastModifiedBy>
  <cp:revision>3</cp:revision>
  <cp:lastPrinted>2021-02-22T11:03:00Z</cp:lastPrinted>
  <dcterms:created xsi:type="dcterms:W3CDTF">2021-02-22T13:40:00Z</dcterms:created>
  <dcterms:modified xsi:type="dcterms:W3CDTF">2021-02-22T13:46:00Z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