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82B9" w14:textId="77777777" w:rsidR="003D743A" w:rsidRPr="004C12BD" w:rsidRDefault="003D743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  <w:bookmarkStart w:id="0" w:name="Title"/>
    </w:p>
    <w:p w14:paraId="3A38B119" w14:textId="77777777" w:rsidR="00662D6D" w:rsidRPr="00BD488B" w:rsidRDefault="00662D6D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trike/>
        </w:rPr>
      </w:pPr>
    </w:p>
    <w:p w14:paraId="2BEEE74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072B1E1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1C2DC13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2259BCDD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67AF1D02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43F8D4CE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3C08BF13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36970662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ADCA635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DE11977" w14:textId="77777777" w:rsidR="006F6438" w:rsidRPr="00FC3D7D" w:rsidRDefault="006F6438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</w:rPr>
      </w:pPr>
      <w:bookmarkStart w:id="1" w:name="Start"/>
      <w:bookmarkEnd w:id="0"/>
      <w:bookmarkEnd w:id="1"/>
    </w:p>
    <w:p w14:paraId="5E0B4E88" w14:textId="5A0CAEEC" w:rsidR="00F668EB" w:rsidRPr="007929E5" w:rsidRDefault="00F668EB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  <w:cs/>
        </w:rPr>
      </w:pPr>
      <w:r w:rsidRPr="007929E5">
        <w:rPr>
          <w:rFonts w:ascii="Angsana New" w:hAnsi="Angsana New" w:cs="Angsana New"/>
          <w:sz w:val="52"/>
          <w:szCs w:val="52"/>
          <w:cs/>
        </w:rPr>
        <w:t>บริษัท สบาย เทคโนโลยี จำกัด (มหาชน)</w:t>
      </w:r>
      <w:r w:rsidR="008209B8" w:rsidRPr="007929E5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730A15" w14:textId="5D6F2EA7" w:rsidR="006F6438" w:rsidRPr="007929E5" w:rsidRDefault="002D2D89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6375"/>
        </w:tabs>
        <w:spacing w:line="240" w:lineRule="auto"/>
        <w:rPr>
          <w:rFonts w:ascii="Angsana New" w:hAnsi="Angsana New" w:cs="Angsana New"/>
          <w:sz w:val="44"/>
          <w:szCs w:val="44"/>
          <w:cs/>
        </w:rPr>
      </w:pPr>
      <w:r w:rsidRPr="007929E5">
        <w:rPr>
          <w:rFonts w:ascii="Angsana New" w:hAnsi="Angsana New" w:cs="Angsana New"/>
          <w:sz w:val="44"/>
          <w:szCs w:val="44"/>
        </w:rPr>
        <w:tab/>
      </w:r>
      <w:r w:rsidRPr="007929E5">
        <w:rPr>
          <w:rFonts w:ascii="Angsana New" w:hAnsi="Angsana New" w:cs="Angsana New"/>
          <w:sz w:val="44"/>
          <w:szCs w:val="44"/>
        </w:rPr>
        <w:tab/>
      </w:r>
    </w:p>
    <w:p w14:paraId="3864A511" w14:textId="77777777" w:rsidR="00DD02F8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9E5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</w:t>
      </w:r>
      <w:r w:rsidR="00DD02F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ระหว่างกาลแบบย่อ</w:t>
      </w:r>
    </w:p>
    <w:p w14:paraId="6656A822" w14:textId="1CEA5CA8" w:rsidR="002357BF" w:rsidRPr="007929E5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7929E5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</w:t>
      </w:r>
      <w:r w:rsidR="00DD02F8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งวดสามเดือน</w:t>
      </w:r>
      <w:r w:rsidRPr="007929E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6214E7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7929E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BF56F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มีนาคม </w:t>
      </w:r>
      <w:r w:rsidR="006214E7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D80636">
        <w:rPr>
          <w:rFonts w:ascii="Angsana New" w:hAnsi="Angsana New" w:cs="Angsana New"/>
          <w:b w:val="0"/>
          <w:bCs w:val="0"/>
          <w:sz w:val="32"/>
          <w:szCs w:val="32"/>
        </w:rPr>
        <w:t>4</w:t>
      </w:r>
    </w:p>
    <w:p w14:paraId="257D1EC2" w14:textId="77777777" w:rsidR="002357BF" w:rsidRPr="007929E5" w:rsidRDefault="002357BF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7929E5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C11BC5C" w14:textId="78777507" w:rsidR="002357BF" w:rsidRPr="007929E5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</w:rPr>
      </w:pPr>
      <w:r w:rsidRPr="007929E5">
        <w:rPr>
          <w:rFonts w:cs="Angsana New"/>
          <w:b w:val="0"/>
          <w:bCs w:val="0"/>
          <w:sz w:val="32"/>
          <w:szCs w:val="32"/>
          <w:cs/>
        </w:rPr>
        <w:t>รายงาน</w:t>
      </w:r>
      <w:r w:rsidR="00DD02F8">
        <w:rPr>
          <w:rFonts w:cs="Angsana New" w:hint="cs"/>
          <w:b w:val="0"/>
          <w:bCs w:val="0"/>
          <w:sz w:val="32"/>
          <w:szCs w:val="32"/>
          <w:cs/>
        </w:rPr>
        <w:t>การสอบทาน</w:t>
      </w:r>
      <w:r w:rsidRPr="007929E5">
        <w:rPr>
          <w:rFonts w:cs="Angsana New"/>
          <w:b w:val="0"/>
          <w:bCs w:val="0"/>
          <w:sz w:val="32"/>
          <w:szCs w:val="32"/>
          <w:cs/>
        </w:rPr>
        <w:t>ของผู้สอบบัญชีรับอนุญาต</w:t>
      </w:r>
    </w:p>
    <w:p w14:paraId="5F7404FD" w14:textId="77777777" w:rsidR="00C27EA7" w:rsidRPr="007929E5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32"/>
          <w:szCs w:val="32"/>
        </w:rPr>
      </w:pPr>
    </w:p>
    <w:p w14:paraId="00F04983" w14:textId="77777777" w:rsidR="003D4E48" w:rsidRPr="007929E5" w:rsidRDefault="003D4E48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  <w:sectPr w:rsidR="003D4E48" w:rsidRPr="007929E5" w:rsidSect="001C3C1E">
          <w:headerReference w:type="default" r:id="rId8"/>
          <w:footerReference w:type="default" r:id="rId9"/>
          <w:headerReference w:type="first" r:id="rId10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</w:sectPr>
      </w:pPr>
    </w:p>
    <w:p w14:paraId="1D40D3C6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5B091AB6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529DE9" w14:textId="630E3642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334478E4" w14:textId="64DE806B" w:rsidR="00277F38" w:rsidRPr="007929E5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6F16E8C" w14:textId="77777777" w:rsidR="00277F38" w:rsidRPr="007929E5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80B117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6F1670BB" w14:textId="77777777" w:rsidR="00F470B8" w:rsidRPr="007929E5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30F7DB3" w14:textId="2FA060BB" w:rsidR="00E54C08" w:rsidRPr="007929E5" w:rsidRDefault="00E54C08" w:rsidP="00E54C08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7929E5">
        <w:rPr>
          <w:rFonts w:ascii="Angsana New" w:hAnsi="Angsana New"/>
          <w:b/>
          <w:bCs/>
          <w:sz w:val="32"/>
          <w:szCs w:val="32"/>
          <w:cs/>
        </w:rPr>
        <w:t>รายงาน</w:t>
      </w:r>
      <w:r w:rsidR="00396E0A">
        <w:rPr>
          <w:rFonts w:ascii="Angsana New" w:hAnsi="Angsana New" w:hint="cs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7929E5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445622E7" w14:textId="77777777" w:rsidR="00E54C08" w:rsidRPr="007929E5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1D83613C" w14:textId="32C68414" w:rsidR="00E54C08" w:rsidRPr="007929E5" w:rsidRDefault="00E54C08" w:rsidP="00E54C08">
      <w:pPr>
        <w:rPr>
          <w:rFonts w:ascii="Angsana New" w:hAnsi="Angsana New"/>
          <w:b/>
          <w:bCs/>
          <w:sz w:val="30"/>
          <w:szCs w:val="30"/>
        </w:rPr>
      </w:pPr>
      <w:r w:rsidRPr="007929E5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="00340D28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Pr="007929E5">
        <w:rPr>
          <w:rFonts w:ascii="Angsana New" w:hAnsi="Angsana New"/>
          <w:b/>
          <w:bCs/>
          <w:sz w:val="30"/>
          <w:szCs w:val="30"/>
          <w:cs/>
        </w:rPr>
        <w:t>บริษัท สบาย เทคโนโลยี จำกัด (มหาชน)</w:t>
      </w:r>
      <w:bookmarkEnd w:id="2"/>
    </w:p>
    <w:p w14:paraId="260E9728" w14:textId="04C5C76A" w:rsidR="00E54C08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0C58BEE5" w14:textId="66C26F8F" w:rsidR="003067C4" w:rsidRPr="00445524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2357BF">
        <w:rPr>
          <w:rFonts w:ascii="Angsana New" w:hAnsi="Angsana New"/>
          <w:sz w:val="30"/>
          <w:szCs w:val="30"/>
          <w:cs/>
        </w:rPr>
        <w:t>ข้าพเจ้าได้สอบทานงบแสดงฐานะการเงินรวมและงบแสดงฐา</w:t>
      </w:r>
      <w:r>
        <w:rPr>
          <w:rFonts w:ascii="Angsana New" w:hAnsi="Angsana New"/>
          <w:sz w:val="30"/>
          <w:szCs w:val="30"/>
          <w:cs/>
        </w:rPr>
        <w:t xml:space="preserve">นะการเงินเฉพาะกิจการ ณ วันที่ </w:t>
      </w:r>
      <w:r w:rsidR="006214E7">
        <w:rPr>
          <w:rFonts w:ascii="Angsana New" w:hAnsi="Angsana New"/>
          <w:sz w:val="30"/>
          <w:szCs w:val="30"/>
        </w:rPr>
        <w:t>31</w:t>
      </w:r>
      <w:r w:rsidR="001D646C">
        <w:rPr>
          <w:rFonts w:ascii="Angsana New" w:hAnsi="Angsana New"/>
          <w:sz w:val="30"/>
          <w:szCs w:val="30"/>
        </w:rPr>
        <w:t xml:space="preserve"> </w:t>
      </w:r>
      <w:r w:rsidR="001D646C">
        <w:rPr>
          <w:rFonts w:ascii="Angsana New" w:hAnsi="Angsana New" w:hint="cs"/>
          <w:sz w:val="30"/>
          <w:szCs w:val="30"/>
          <w:cs/>
        </w:rPr>
        <w:t>มีนาคม</w:t>
      </w:r>
      <w:r w:rsidRPr="002357BF">
        <w:rPr>
          <w:rFonts w:ascii="Angsana New" w:hAnsi="Angsana New"/>
          <w:sz w:val="30"/>
          <w:szCs w:val="30"/>
          <w:cs/>
        </w:rPr>
        <w:t xml:space="preserve"> </w:t>
      </w:r>
      <w:r w:rsidR="006214E7">
        <w:rPr>
          <w:rFonts w:ascii="Angsana New" w:hAnsi="Angsana New"/>
          <w:sz w:val="30"/>
          <w:szCs w:val="30"/>
        </w:rPr>
        <w:t>256</w:t>
      </w:r>
      <w:r w:rsidR="00D80636">
        <w:rPr>
          <w:rFonts w:ascii="Angsana New" w:hAnsi="Angsana New"/>
          <w:sz w:val="30"/>
          <w:szCs w:val="30"/>
        </w:rPr>
        <w:t>4</w:t>
      </w:r>
      <w:r w:rsidRPr="002357BF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br/>
      </w:r>
      <w:r w:rsidRPr="002357BF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="00F2268E">
        <w:rPr>
          <w:rFonts w:ascii="Angsana New" w:hAnsi="Angsana New"/>
          <w:sz w:val="30"/>
          <w:szCs w:val="30"/>
        </w:rPr>
        <w:t xml:space="preserve"> </w:t>
      </w:r>
      <w:r w:rsidRPr="00340D28">
        <w:rPr>
          <w:rFonts w:ascii="Angsana New" w:hAnsi="Angsana New"/>
          <w:spacing w:val="-6"/>
          <w:sz w:val="30"/>
          <w:szCs w:val="30"/>
          <w:cs/>
        </w:rPr>
        <w:t>งบแสดงการเปลี่ยนแปลงส่วนของผู้ถือหุ้นรวม</w:t>
      </w:r>
      <w:r w:rsidR="00F2268E">
        <w:rPr>
          <w:rFonts w:ascii="Angsana New" w:hAnsi="Angsana New"/>
          <w:spacing w:val="-6"/>
          <w:sz w:val="30"/>
          <w:szCs w:val="30"/>
        </w:rPr>
        <w:t xml:space="preserve">     </w:t>
      </w:r>
      <w:r w:rsidRPr="00340D28">
        <w:rPr>
          <w:rFonts w:ascii="Angsana New" w:hAnsi="Angsana New"/>
          <w:spacing w:val="-6"/>
          <w:sz w:val="30"/>
          <w:szCs w:val="30"/>
          <w:cs/>
        </w:rPr>
        <w:t>และงบแสดงการเปลี่ยนแปลงส่วนของผู้ถือหุ้นเฉพาะกิจการ และงบกระแสเงินสดรวม</w:t>
      </w:r>
      <w:r w:rsidRPr="002357BF">
        <w:rPr>
          <w:rFonts w:ascii="Angsana New" w:hAnsi="Angsana New"/>
          <w:sz w:val="30"/>
          <w:szCs w:val="30"/>
          <w:cs/>
        </w:rPr>
        <w:t>และงบกระแสเงินสดเฉพาะกิจการ</w:t>
      </w:r>
      <w:r w:rsidR="00D054A6">
        <w:rPr>
          <w:rFonts w:ascii="Angsana New" w:hAnsi="Angsana New"/>
          <w:sz w:val="30"/>
          <w:szCs w:val="30"/>
          <w:cs/>
        </w:rPr>
        <w:br/>
      </w:r>
      <w:r w:rsidRPr="00F2268E">
        <w:rPr>
          <w:rFonts w:ascii="Angsana New" w:hAnsi="Angsana New"/>
          <w:spacing w:val="-6"/>
          <w:sz w:val="30"/>
          <w:szCs w:val="30"/>
          <w:cs/>
        </w:rPr>
        <w:t>สำหรับงวด</w:t>
      </w:r>
      <w:r w:rsidR="001D646C" w:rsidRPr="00F2268E">
        <w:rPr>
          <w:rFonts w:ascii="Angsana New" w:hAnsi="Angsana New" w:hint="cs"/>
          <w:spacing w:val="-6"/>
          <w:sz w:val="30"/>
          <w:szCs w:val="30"/>
          <w:cs/>
        </w:rPr>
        <w:t>สาม</w:t>
      </w:r>
      <w:r w:rsidR="00245651" w:rsidRPr="00F2268E">
        <w:rPr>
          <w:rFonts w:ascii="Angsana New" w:hAnsi="Angsana New" w:hint="cs"/>
          <w:spacing w:val="-6"/>
          <w:sz w:val="30"/>
          <w:szCs w:val="30"/>
          <w:cs/>
        </w:rPr>
        <w:t>เ</w:t>
      </w:r>
      <w:r w:rsidRPr="00F2268E">
        <w:rPr>
          <w:rFonts w:ascii="Angsana New" w:hAnsi="Angsana New" w:hint="cs"/>
          <w:spacing w:val="-6"/>
          <w:sz w:val="30"/>
          <w:szCs w:val="30"/>
          <w:cs/>
        </w:rPr>
        <w:t>ดือน</w:t>
      </w:r>
      <w:r w:rsidRPr="00F2268E">
        <w:rPr>
          <w:rFonts w:ascii="Angsana New" w:hAnsi="Angsana New"/>
          <w:spacing w:val="-6"/>
          <w:sz w:val="30"/>
          <w:szCs w:val="30"/>
          <w:cs/>
        </w:rPr>
        <w:t xml:space="preserve">สิ้นสุดวันที่ </w:t>
      </w:r>
      <w:r w:rsidR="006214E7" w:rsidRPr="00F2268E">
        <w:rPr>
          <w:rFonts w:ascii="Angsana New" w:hAnsi="Angsana New"/>
          <w:spacing w:val="-6"/>
          <w:sz w:val="30"/>
          <w:szCs w:val="30"/>
        </w:rPr>
        <w:t>31</w:t>
      </w:r>
      <w:r w:rsidR="001D646C" w:rsidRPr="00F2268E">
        <w:rPr>
          <w:rFonts w:ascii="Angsana New" w:hAnsi="Angsana New"/>
          <w:spacing w:val="-6"/>
          <w:sz w:val="30"/>
          <w:szCs w:val="30"/>
        </w:rPr>
        <w:t xml:space="preserve"> </w:t>
      </w:r>
      <w:r w:rsidR="001D646C" w:rsidRPr="00F2268E">
        <w:rPr>
          <w:rFonts w:ascii="Angsana New" w:hAnsi="Angsana New" w:hint="cs"/>
          <w:spacing w:val="-6"/>
          <w:sz w:val="30"/>
          <w:szCs w:val="30"/>
          <w:cs/>
        </w:rPr>
        <w:t>มีนาคม</w:t>
      </w:r>
      <w:r w:rsidR="001D646C" w:rsidRPr="00F2268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6214E7" w:rsidRPr="00F2268E">
        <w:rPr>
          <w:rFonts w:ascii="Angsana New" w:hAnsi="Angsana New"/>
          <w:spacing w:val="-6"/>
          <w:sz w:val="30"/>
          <w:szCs w:val="30"/>
        </w:rPr>
        <w:t>256</w:t>
      </w:r>
      <w:r w:rsidR="00D80636">
        <w:rPr>
          <w:rFonts w:ascii="Angsana New" w:hAnsi="Angsana New"/>
          <w:spacing w:val="-6"/>
          <w:sz w:val="30"/>
          <w:szCs w:val="30"/>
        </w:rPr>
        <w:t>4</w:t>
      </w:r>
      <w:r w:rsidR="001D646C" w:rsidRPr="00F2268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F2268E">
        <w:rPr>
          <w:rFonts w:ascii="Angsana New" w:hAnsi="Angsana New"/>
          <w:spacing w:val="-6"/>
          <w:sz w:val="30"/>
          <w:szCs w:val="30"/>
          <w:cs/>
        </w:rPr>
        <w:t>และหมายเหตุประกอบงบการเงินแบบย่อ (ข้อมูลทางการเงินระหว่างกาล)</w:t>
      </w:r>
      <w:r w:rsidRPr="002357BF">
        <w:rPr>
          <w:rFonts w:ascii="Angsana New" w:hAnsi="Angsana New"/>
          <w:sz w:val="30"/>
          <w:szCs w:val="30"/>
          <w:cs/>
        </w:rPr>
        <w:t xml:space="preserve"> </w:t>
      </w:r>
      <w:r w:rsidRPr="00265967">
        <w:rPr>
          <w:rFonts w:ascii="Angsana New" w:hAnsi="Angsana New" w:hint="cs"/>
          <w:sz w:val="30"/>
          <w:szCs w:val="30"/>
          <w:cs/>
        </w:rPr>
        <w:t>ของบริษัท สบาย เทคโนโลยี จำกัด (มหาชน) และบริษัทย่อย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และของเฉพาะ</w:t>
      </w:r>
      <w:r w:rsidRPr="00265967">
        <w:rPr>
          <w:rFonts w:ascii="Angsana New" w:hAnsi="Angsana New" w:hint="cs"/>
          <w:sz w:val="30"/>
          <w:szCs w:val="30"/>
          <w:cs/>
        </w:rPr>
        <w:t xml:space="preserve">บริษัท สบาย เทคโนโลยี จำกัด (มหาชน) </w:t>
      </w:r>
      <w:r>
        <w:rPr>
          <w:rFonts w:ascii="Angsana New" w:hAnsi="Angsana New" w:hint="cs"/>
          <w:sz w:val="30"/>
          <w:szCs w:val="30"/>
          <w:cs/>
        </w:rPr>
        <w:t>ตามลำดับ</w:t>
      </w:r>
      <w:r w:rsidRPr="00630A2E">
        <w:rPr>
          <w:rFonts w:ascii="Angsana New" w:hAnsi="Angsana New"/>
          <w:sz w:val="30"/>
          <w:szCs w:val="30"/>
        </w:rPr>
        <w:t xml:space="preserve"> </w:t>
      </w:r>
      <w:r w:rsidRPr="002357BF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</w:t>
      </w:r>
      <w:r w:rsidRPr="00340D28">
        <w:rPr>
          <w:rFonts w:ascii="Angsana New" w:hAnsi="Angsana New"/>
          <w:spacing w:val="-6"/>
          <w:sz w:val="30"/>
          <w:szCs w:val="30"/>
          <w:cs/>
        </w:rPr>
        <w:t>และนำเสนอข้อมูลทางการเงินระหว่างกาลเหล่านี้</w:t>
      </w:r>
      <w:r w:rsidR="00F2268E">
        <w:rPr>
          <w:rFonts w:ascii="Angsana New" w:hAnsi="Angsana New"/>
          <w:spacing w:val="-6"/>
          <w:sz w:val="30"/>
          <w:szCs w:val="30"/>
        </w:rPr>
        <w:t xml:space="preserve">                    </w:t>
      </w:r>
      <w:r w:rsidRPr="00340D28">
        <w:rPr>
          <w:rFonts w:ascii="Angsana New" w:hAnsi="Angsana New"/>
          <w:spacing w:val="-6"/>
          <w:sz w:val="30"/>
          <w:szCs w:val="30"/>
          <w:cs/>
        </w:rPr>
        <w:t>ตามมาตรฐานการบัญชี ฉบับที่</w:t>
      </w:r>
      <w:r w:rsidR="00C21199">
        <w:rPr>
          <w:rFonts w:ascii="Angsana New" w:hAnsi="Angsana New"/>
          <w:spacing w:val="-6"/>
          <w:sz w:val="30"/>
          <w:szCs w:val="30"/>
        </w:rPr>
        <w:t xml:space="preserve"> 34 </w:t>
      </w:r>
      <w:r w:rsidRPr="00340D28">
        <w:rPr>
          <w:rFonts w:ascii="Angsana New" w:hAnsi="Angsana New"/>
          <w:spacing w:val="-6"/>
          <w:sz w:val="30"/>
          <w:szCs w:val="30"/>
          <w:cs/>
        </w:rPr>
        <w:t>เรื่อง การรายงานทางการเงินระหว่างกาล</w:t>
      </w:r>
      <w:r w:rsidRPr="002357BF">
        <w:rPr>
          <w:rFonts w:ascii="Angsana New" w:hAnsi="Angsana New"/>
          <w:sz w:val="30"/>
          <w:szCs w:val="30"/>
          <w:cs/>
        </w:rPr>
        <w:t xml:space="preserve">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</w:t>
      </w:r>
      <w:r>
        <w:rPr>
          <w:rFonts w:ascii="Angsana New" w:hAnsi="Angsana New" w:hint="cs"/>
          <w:sz w:val="30"/>
          <w:szCs w:val="30"/>
          <w:cs/>
        </w:rPr>
        <w:t>า</w:t>
      </w:r>
    </w:p>
    <w:p w14:paraId="367025CD" w14:textId="77777777" w:rsidR="00E54C08" w:rsidRPr="007929E5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2479DA6F" w14:textId="77777777" w:rsidR="003067C4" w:rsidRPr="00777249" w:rsidRDefault="003067C4" w:rsidP="003067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777249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1BD915A" w14:textId="77777777" w:rsidR="003067C4" w:rsidRPr="00777249" w:rsidRDefault="003067C4" w:rsidP="003067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07E14A9" w14:textId="61435D20" w:rsidR="003067C4" w:rsidRPr="001B41B9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B41B9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1B41B9">
        <w:rPr>
          <w:rFonts w:ascii="Angsana New" w:hAnsi="Angsana New"/>
          <w:sz w:val="30"/>
          <w:szCs w:val="30"/>
        </w:rPr>
        <w:t xml:space="preserve"> </w:t>
      </w:r>
      <w:r w:rsidRPr="001B41B9">
        <w:rPr>
          <w:rFonts w:ascii="Angsana New" w:hAnsi="Angsana New"/>
          <w:sz w:val="30"/>
          <w:szCs w:val="30"/>
          <w:cs/>
        </w:rPr>
        <w:t>รหัส</w:t>
      </w:r>
      <w:r w:rsidRPr="001B41B9">
        <w:rPr>
          <w:rFonts w:ascii="Angsana New" w:hAnsi="Angsana New"/>
          <w:sz w:val="30"/>
          <w:szCs w:val="30"/>
        </w:rPr>
        <w:t xml:space="preserve"> </w:t>
      </w:r>
      <w:r w:rsidR="006214E7">
        <w:rPr>
          <w:rFonts w:ascii="Angsana New" w:hAnsi="Angsana New"/>
          <w:sz w:val="30"/>
          <w:szCs w:val="30"/>
        </w:rPr>
        <w:t>241</w:t>
      </w:r>
      <w:r w:rsidR="001526E8">
        <w:rPr>
          <w:rFonts w:ascii="Angsana New" w:hAnsi="Angsana New"/>
          <w:sz w:val="30"/>
          <w:szCs w:val="30"/>
        </w:rPr>
        <w:t>0</w:t>
      </w:r>
      <w:r w:rsidRPr="001B41B9">
        <w:rPr>
          <w:rFonts w:ascii="Angsana New" w:hAnsi="Angsana New"/>
          <w:sz w:val="30"/>
          <w:szCs w:val="30"/>
        </w:rPr>
        <w:t xml:space="preserve"> “</w:t>
      </w:r>
      <w:r w:rsidRPr="001B41B9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B41B9">
        <w:rPr>
          <w:rFonts w:ascii="Angsana New" w:hAnsi="Angsana New"/>
          <w:sz w:val="30"/>
          <w:szCs w:val="30"/>
        </w:rPr>
        <w:t>”</w:t>
      </w:r>
      <w:r w:rsidRPr="001B41B9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1B41B9">
        <w:rPr>
          <w:rFonts w:ascii="Angsana New" w:hAnsi="Angsana New"/>
          <w:sz w:val="30"/>
          <w:szCs w:val="30"/>
        </w:rPr>
        <w:t xml:space="preserve"> </w:t>
      </w:r>
      <w:r w:rsidRPr="001B41B9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B41B9">
        <w:rPr>
          <w:rFonts w:ascii="Angsana New" w:hAnsi="Angsana New"/>
          <w:sz w:val="30"/>
          <w:szCs w:val="30"/>
        </w:rPr>
        <w:t xml:space="preserve"> </w:t>
      </w:r>
      <w:r w:rsidRPr="001B41B9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>
        <w:rPr>
          <w:rFonts w:ascii="Angsana New" w:hAnsi="Angsana New"/>
          <w:sz w:val="30"/>
          <w:szCs w:val="30"/>
          <w:cs/>
        </w:rPr>
        <w:br/>
      </w:r>
      <w:r w:rsidRPr="001B41B9">
        <w:rPr>
          <w:rFonts w:ascii="Angsana New" w:hAnsi="Angsana New"/>
          <w:sz w:val="30"/>
          <w:szCs w:val="30"/>
          <w:cs/>
        </w:rPr>
        <w:t>ซึ่งอาจพบได้จากการตรวจสอบ</w:t>
      </w:r>
      <w:r w:rsidRPr="001B41B9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>ดังนั้นข้าพเจ้าจึงไม่</w:t>
      </w:r>
      <w:r w:rsidRPr="001B41B9">
        <w:rPr>
          <w:rFonts w:ascii="Angsana New" w:hAnsi="Angsana New"/>
          <w:sz w:val="30"/>
          <w:szCs w:val="30"/>
          <w:cs/>
        </w:rPr>
        <w:t>แสดงความเห็นต่อข้อมูล</w:t>
      </w:r>
      <w:r>
        <w:rPr>
          <w:rFonts w:ascii="Angsana New" w:hAnsi="Angsana New"/>
          <w:sz w:val="30"/>
          <w:szCs w:val="30"/>
          <w:cs/>
        </w:rPr>
        <w:t>ทางการเงินระหว่างกาลที่สอบทาน</w:t>
      </w:r>
    </w:p>
    <w:p w14:paraId="4FEB42ED" w14:textId="77777777" w:rsidR="003067C4" w:rsidRPr="009004AE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F736C65" w14:textId="77777777" w:rsidR="003067C4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  <w:sectPr w:rsidR="003067C4" w:rsidSect="00D32B0F">
          <w:headerReference w:type="default" r:id="rId11"/>
          <w:footerReference w:type="default" r:id="rId12"/>
          <w:type w:val="nextColumn"/>
          <w:pgSz w:w="11909" w:h="16834" w:code="9"/>
          <w:pgMar w:top="691" w:right="1152" w:bottom="576" w:left="1152" w:header="720" w:footer="360" w:gutter="0"/>
          <w:pgNumType w:start="2"/>
          <w:cols w:space="720"/>
          <w:docGrid w:linePitch="245"/>
        </w:sectPr>
      </w:pPr>
    </w:p>
    <w:p w14:paraId="5A12208D" w14:textId="08F44943" w:rsidR="003067C4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477B477" w14:textId="77777777" w:rsidR="003067C4" w:rsidRPr="00777249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777249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14:paraId="7F52FAA4" w14:textId="77777777" w:rsidR="003067C4" w:rsidRPr="00777249" w:rsidRDefault="003067C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2D66555F" w14:textId="0E589CF6" w:rsidR="003067C4" w:rsidRPr="00777249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43244A">
        <w:rPr>
          <w:rFonts w:ascii="Angsana New" w:hAnsi="Angsana New"/>
          <w:spacing w:val="-4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43244A">
        <w:rPr>
          <w:rFonts w:ascii="Angsana New" w:hAnsi="Angsana New"/>
          <w:spacing w:val="-4"/>
          <w:sz w:val="30"/>
          <w:szCs w:val="30"/>
          <w:cs/>
        </w:rPr>
        <w:t>ไม่ได้จัดทำขึ้นตามมาตรฐานการบัญชี</w:t>
      </w:r>
      <w:r>
        <w:rPr>
          <w:rFonts w:ascii="Angsana New" w:hAnsi="Angsana New"/>
          <w:spacing w:val="-4"/>
          <w:sz w:val="30"/>
          <w:szCs w:val="30"/>
        </w:rPr>
        <w:t xml:space="preserve"> </w:t>
      </w:r>
      <w:r w:rsidRPr="0043244A">
        <w:rPr>
          <w:rFonts w:ascii="Angsana New" w:hAnsi="Angsana New" w:hint="cs"/>
          <w:spacing w:val="-4"/>
          <w:sz w:val="30"/>
          <w:szCs w:val="30"/>
          <w:cs/>
        </w:rPr>
        <w:t>ฉ</w:t>
      </w:r>
      <w:r>
        <w:rPr>
          <w:rFonts w:ascii="Angsana New" w:hAnsi="Angsana New"/>
          <w:spacing w:val="-4"/>
          <w:sz w:val="30"/>
          <w:szCs w:val="30"/>
          <w:cs/>
        </w:rPr>
        <w:t>บับที่</w:t>
      </w:r>
      <w:r>
        <w:rPr>
          <w:rFonts w:ascii="Angsana New" w:hAnsi="Angsana New"/>
          <w:spacing w:val="-4"/>
          <w:sz w:val="30"/>
          <w:szCs w:val="30"/>
        </w:rPr>
        <w:t xml:space="preserve"> </w:t>
      </w:r>
      <w:r w:rsidR="006214E7">
        <w:rPr>
          <w:rFonts w:ascii="Angsana New" w:hAnsi="Angsana New"/>
          <w:spacing w:val="-4"/>
          <w:sz w:val="30"/>
          <w:szCs w:val="30"/>
        </w:rPr>
        <w:t>34</w:t>
      </w:r>
      <w:r w:rsidRPr="0043244A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Pr="0043244A">
        <w:rPr>
          <w:rFonts w:ascii="Angsana New" w:hAnsi="Angsana New"/>
          <w:spacing w:val="4"/>
          <w:sz w:val="30"/>
          <w:szCs w:val="30"/>
          <w:cs/>
        </w:rPr>
        <w:br/>
      </w:r>
      <w:r>
        <w:rPr>
          <w:rFonts w:ascii="Angsana New" w:hAnsi="Angsana New"/>
          <w:sz w:val="30"/>
          <w:szCs w:val="30"/>
          <w:cs/>
        </w:rPr>
        <w:t>เรื่อง การ</w:t>
      </w:r>
      <w:r>
        <w:rPr>
          <w:rFonts w:ascii="Angsana New" w:hAnsi="Angsana New" w:hint="cs"/>
          <w:sz w:val="30"/>
          <w:szCs w:val="30"/>
          <w:cs/>
        </w:rPr>
        <w:t>ร</w:t>
      </w:r>
      <w:r>
        <w:rPr>
          <w:rFonts w:ascii="Angsana New" w:hAnsi="Angsana New"/>
          <w:sz w:val="30"/>
          <w:szCs w:val="30"/>
          <w:cs/>
        </w:rPr>
        <w:t>ายงานทาง</w:t>
      </w:r>
      <w:r w:rsidRPr="00777249">
        <w:rPr>
          <w:rFonts w:ascii="Angsana New" w:hAnsi="Angsana New"/>
          <w:sz w:val="30"/>
          <w:szCs w:val="30"/>
          <w:cs/>
        </w:rPr>
        <w:t>การเงินระหว่างกาล</w:t>
      </w:r>
      <w:r w:rsidRPr="00777249">
        <w:rPr>
          <w:rFonts w:ascii="Angsana New" w:hAnsi="Angsana New"/>
          <w:sz w:val="30"/>
          <w:szCs w:val="30"/>
        </w:rPr>
        <w:t xml:space="preserve"> </w:t>
      </w:r>
      <w:r w:rsidRPr="00777249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49E5F7A6" w14:textId="4A6F776C" w:rsidR="003067C4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62E05E04" w14:textId="77777777" w:rsidR="00580C19" w:rsidRPr="00580C19" w:rsidRDefault="00580C19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2460F17C" w14:textId="030FB849" w:rsidR="003067C4" w:rsidRDefault="003067C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D1D794D" w14:textId="77777777" w:rsidR="00580C19" w:rsidRDefault="00580C19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C12BD87" w14:textId="77777777" w:rsidR="003067C4" w:rsidRDefault="003067C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45FD90C6" w14:textId="77777777" w:rsidR="003067C4" w:rsidRPr="004B4CC0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4B4CC0">
        <w:rPr>
          <w:rFonts w:ascii="Angsana New" w:hAnsi="Angsana New"/>
          <w:sz w:val="30"/>
          <w:szCs w:val="30"/>
        </w:rPr>
        <w:t>(</w:t>
      </w:r>
      <w:r>
        <w:rPr>
          <w:rFonts w:ascii="Angsana New" w:hAnsi="Angsana New" w:hint="cs"/>
          <w:sz w:val="30"/>
          <w:szCs w:val="30"/>
          <w:cs/>
        </w:rPr>
        <w:t>วัชระ ภัทรพิทักษ์</w:t>
      </w:r>
      <w:r w:rsidRPr="004B4CC0">
        <w:rPr>
          <w:rFonts w:ascii="Angsana New" w:hAnsi="Angsana New"/>
          <w:sz w:val="30"/>
          <w:szCs w:val="30"/>
        </w:rPr>
        <w:t>)</w:t>
      </w:r>
    </w:p>
    <w:p w14:paraId="2BA7E6A1" w14:textId="77777777" w:rsidR="003067C4" w:rsidRPr="004B4CC0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4B4CC0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3477B23" w14:textId="22AB5159" w:rsidR="003067C4" w:rsidRPr="00766A26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4B4CC0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="006214E7">
        <w:rPr>
          <w:rFonts w:ascii="Angsana New" w:hAnsi="Angsana New"/>
          <w:sz w:val="30"/>
          <w:szCs w:val="30"/>
        </w:rPr>
        <w:t>6669</w:t>
      </w:r>
    </w:p>
    <w:p w14:paraId="484BE6F3" w14:textId="77777777" w:rsidR="003067C4" w:rsidRPr="005B0E72" w:rsidRDefault="003067C4" w:rsidP="003067C4">
      <w:pPr>
        <w:rPr>
          <w:rFonts w:ascii="Angsana New" w:hAnsi="Angsana New"/>
          <w:sz w:val="30"/>
          <w:szCs w:val="30"/>
        </w:rPr>
      </w:pPr>
    </w:p>
    <w:p w14:paraId="22E7CE13" w14:textId="77777777" w:rsidR="003067C4" w:rsidRPr="00786E4A" w:rsidRDefault="003067C4" w:rsidP="003067C4">
      <w:pPr>
        <w:jc w:val="both"/>
        <w:rPr>
          <w:rFonts w:ascii="Angsana New" w:hAnsi="Angsana New"/>
          <w:sz w:val="30"/>
          <w:szCs w:val="30"/>
        </w:rPr>
      </w:pPr>
      <w:r w:rsidRPr="00786E4A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1D9618E" w14:textId="77777777" w:rsidR="003067C4" w:rsidRDefault="003067C4" w:rsidP="003067C4">
      <w:pPr>
        <w:jc w:val="both"/>
        <w:rPr>
          <w:rFonts w:ascii="Angsana New" w:hAnsi="Angsana New"/>
          <w:sz w:val="30"/>
          <w:szCs w:val="30"/>
        </w:rPr>
      </w:pPr>
      <w:r w:rsidRPr="00786E4A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7B805654" w14:textId="01111D5F" w:rsidR="003067C4" w:rsidRDefault="00D80636" w:rsidP="003067C4">
      <w:pPr>
        <w:jc w:val="both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>10</w:t>
      </w:r>
      <w:r w:rsidR="003067C4">
        <w:rPr>
          <w:rFonts w:ascii="Angsana New" w:hAnsi="Angsana New"/>
          <w:sz w:val="30"/>
          <w:szCs w:val="30"/>
        </w:rPr>
        <w:t xml:space="preserve"> </w:t>
      </w:r>
      <w:r w:rsidR="003067C4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6214E7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4</w:t>
      </w:r>
    </w:p>
    <w:p w14:paraId="057CDB3E" w14:textId="77777777" w:rsidR="003067C4" w:rsidRDefault="003067C4" w:rsidP="003067C4">
      <w:pPr>
        <w:jc w:val="both"/>
        <w:rPr>
          <w:rFonts w:ascii="Angsana New" w:hAnsi="Angsana New"/>
          <w:sz w:val="30"/>
          <w:szCs w:val="30"/>
        </w:rPr>
      </w:pPr>
    </w:p>
    <w:sectPr w:rsidR="003067C4" w:rsidSect="00DA6FCD">
      <w:footerReference w:type="default" r:id="rId13"/>
      <w:type w:val="nextColumn"/>
      <w:pgSz w:w="11909" w:h="16834" w:code="9"/>
      <w:pgMar w:top="691" w:right="1152" w:bottom="576" w:left="1152" w:header="720" w:footer="720" w:gutter="0"/>
      <w:pgNumType w:start="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274B2" w14:textId="77777777" w:rsidR="003715DA" w:rsidRDefault="003715DA" w:rsidP="003D743A">
      <w:r>
        <w:separator/>
      </w:r>
    </w:p>
  </w:endnote>
  <w:endnote w:type="continuationSeparator" w:id="0">
    <w:p w14:paraId="317EF0DF" w14:textId="77777777" w:rsidR="003715DA" w:rsidRDefault="003715DA" w:rsidP="003D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">
    <w:charset w:val="00"/>
    <w:family w:val="auto"/>
    <w:pitch w:val="default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ADB3" w14:textId="77777777" w:rsidR="004C75C5" w:rsidRPr="00EA1E3C" w:rsidRDefault="004C75C5" w:rsidP="00AD21EE">
    <w:pPr>
      <w:pStyle w:val="Footer"/>
      <w:ind w:right="360"/>
      <w:rPr>
        <w:rFonts w:ascii="Angsana New" w:hAnsi="Angsana New"/>
        <w:i/>
        <w:iCs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22243" w14:textId="5E86D932" w:rsidR="00DA6FCD" w:rsidRDefault="00DA6FC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11004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2"/>
        <w:szCs w:val="22"/>
      </w:rPr>
    </w:sdtEndPr>
    <w:sdtContent>
      <w:p w14:paraId="2FEA5AA5" w14:textId="77777777" w:rsidR="00DA6FCD" w:rsidRPr="00DA6FCD" w:rsidRDefault="00DA6FCD">
        <w:pPr>
          <w:pStyle w:val="Footer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DA6FCD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DA6FCD">
          <w:rPr>
            <w:rFonts w:ascii="Times New Roman" w:hAnsi="Times New Roman" w:cs="Times New Roman"/>
            <w:sz w:val="22"/>
            <w:szCs w:val="22"/>
          </w:rPr>
          <w:instrText xml:space="preserve"> PAGE   \* MERGEFORMAT </w:instrText>
        </w:r>
        <w:r w:rsidRPr="00DA6FCD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DA6FCD">
          <w:rPr>
            <w:rFonts w:ascii="Times New Roman" w:hAnsi="Times New Roman" w:cs="Times New Roman"/>
            <w:noProof/>
            <w:sz w:val="22"/>
            <w:szCs w:val="22"/>
          </w:rPr>
          <w:t>2</w:t>
        </w:r>
        <w:r w:rsidRPr="00DA6FCD">
          <w:rPr>
            <w:rFonts w:ascii="Times New Roman" w:hAnsi="Times New Roman" w:cs="Times New Roman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8663A" w14:textId="77777777" w:rsidR="003715DA" w:rsidRDefault="003715DA" w:rsidP="003D743A">
      <w:r>
        <w:separator/>
      </w:r>
    </w:p>
  </w:footnote>
  <w:footnote w:type="continuationSeparator" w:id="0">
    <w:p w14:paraId="61ACF05D" w14:textId="77777777" w:rsidR="003715DA" w:rsidRDefault="003715DA" w:rsidP="003D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546B" w14:textId="77777777" w:rsidR="004C75C5" w:rsidRDefault="004C75C5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  <w:p w14:paraId="043F7C85" w14:textId="77777777" w:rsidR="004C75C5" w:rsidRPr="00562FFF" w:rsidRDefault="004C75C5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5459" w14:textId="77777777" w:rsidR="004C75C5" w:rsidRDefault="004C75C5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</w:p>
  <w:p w14:paraId="6B97D411" w14:textId="703DAA81" w:rsidR="004C75C5" w:rsidRPr="00D110DA" w:rsidRDefault="004C75C5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(เดิมชื่อ บริษัท เวนดิ้ง คอร์ปอเรชั่น จำกัด และบริษัทย่อย)</w:t>
    </w:r>
  </w:p>
  <w:p w14:paraId="3AAF7002" w14:textId="77777777" w:rsidR="004C75C5" w:rsidRPr="00235F64" w:rsidRDefault="004C75C5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768E2DA" w14:textId="102EBDD9" w:rsidR="004C75C5" w:rsidRPr="00BE76D9" w:rsidRDefault="004C75C5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BE76D9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BE76D9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2562</w:t>
    </w:r>
  </w:p>
  <w:p w14:paraId="0DD3B524" w14:textId="77777777" w:rsidR="004C75C5" w:rsidRPr="000507D5" w:rsidRDefault="004C75C5">
    <w:pPr>
      <w:pStyle w:val="Head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7D6B" w14:textId="77777777" w:rsidR="004C75C5" w:rsidRPr="009004AE" w:rsidRDefault="004C75C5" w:rsidP="003D4E48">
    <w:pPr>
      <w:pStyle w:val="Header"/>
      <w:rPr>
        <w:rFonts w:asciiTheme="majorBidi" w:hAnsiTheme="majorBidi" w:cstheme="majorBidi"/>
        <w:sz w:val="32"/>
        <w:szCs w:val="32"/>
      </w:rPr>
    </w:pPr>
  </w:p>
  <w:p w14:paraId="151F2593" w14:textId="77777777" w:rsidR="004C75C5" w:rsidRPr="009004AE" w:rsidRDefault="004C75C5" w:rsidP="003D4E48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627CAA"/>
    <w:lvl w:ilvl="0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7C1E24EC"/>
    <w:lvl w:ilvl="0" w:tplc="DB4EC03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878A2"/>
    <w:multiLevelType w:val="hybridMultilevel"/>
    <w:tmpl w:val="5336A29C"/>
    <w:lvl w:ilvl="0" w:tplc="E02A581E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D2E07"/>
    <w:multiLevelType w:val="hybridMultilevel"/>
    <w:tmpl w:val="9FE6E3D4"/>
    <w:lvl w:ilvl="0" w:tplc="B6963436">
      <w:start w:val="4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auto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C0EB8"/>
    <w:multiLevelType w:val="hybridMultilevel"/>
    <w:tmpl w:val="220C95FC"/>
    <w:lvl w:ilvl="0" w:tplc="4FCE046E">
      <w:start w:val="1"/>
      <w:numFmt w:val="decimal"/>
      <w:lvlText w:val="(%1)"/>
      <w:lvlJc w:val="left"/>
      <w:pPr>
        <w:ind w:left="1908" w:hanging="360"/>
      </w:pPr>
      <w:rPr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2628" w:hanging="360"/>
      </w:pPr>
    </w:lvl>
    <w:lvl w:ilvl="2" w:tplc="0409001B">
      <w:start w:val="1"/>
      <w:numFmt w:val="lowerRoman"/>
      <w:lvlText w:val="%3."/>
      <w:lvlJc w:val="right"/>
      <w:pPr>
        <w:ind w:left="3348" w:hanging="180"/>
      </w:pPr>
    </w:lvl>
    <w:lvl w:ilvl="3" w:tplc="0409000F">
      <w:start w:val="1"/>
      <w:numFmt w:val="decimal"/>
      <w:lvlText w:val="%4."/>
      <w:lvlJc w:val="left"/>
      <w:pPr>
        <w:ind w:left="4068" w:hanging="360"/>
      </w:pPr>
    </w:lvl>
    <w:lvl w:ilvl="4" w:tplc="04090019">
      <w:start w:val="1"/>
      <w:numFmt w:val="lowerLetter"/>
      <w:lvlText w:val="%5."/>
      <w:lvlJc w:val="left"/>
      <w:pPr>
        <w:ind w:left="4788" w:hanging="360"/>
      </w:pPr>
    </w:lvl>
    <w:lvl w:ilvl="5" w:tplc="0409001B">
      <w:start w:val="1"/>
      <w:numFmt w:val="lowerRoman"/>
      <w:lvlText w:val="%6."/>
      <w:lvlJc w:val="right"/>
      <w:pPr>
        <w:ind w:left="5508" w:hanging="180"/>
      </w:pPr>
    </w:lvl>
    <w:lvl w:ilvl="6" w:tplc="0409000F">
      <w:start w:val="1"/>
      <w:numFmt w:val="decimal"/>
      <w:lvlText w:val="%7."/>
      <w:lvlJc w:val="left"/>
      <w:pPr>
        <w:ind w:left="6228" w:hanging="360"/>
      </w:pPr>
    </w:lvl>
    <w:lvl w:ilvl="7" w:tplc="04090019">
      <w:start w:val="1"/>
      <w:numFmt w:val="lowerLetter"/>
      <w:lvlText w:val="%8."/>
      <w:lvlJc w:val="left"/>
      <w:pPr>
        <w:ind w:left="6948" w:hanging="360"/>
      </w:pPr>
    </w:lvl>
    <w:lvl w:ilvl="8" w:tplc="0409001B">
      <w:start w:val="1"/>
      <w:numFmt w:val="lowerRoman"/>
      <w:lvlText w:val="%9."/>
      <w:lvlJc w:val="right"/>
      <w:pPr>
        <w:ind w:left="7668" w:hanging="180"/>
      </w:p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7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35D2E"/>
    <w:multiLevelType w:val="hybridMultilevel"/>
    <w:tmpl w:val="20D63BA8"/>
    <w:lvl w:ilvl="0" w:tplc="E80A8EE4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650B2DD2"/>
    <w:multiLevelType w:val="multilevel"/>
    <w:tmpl w:val="2F726DEC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2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4" w15:restartNumberingAfterBreak="0">
    <w:nsid w:val="6E212E5D"/>
    <w:multiLevelType w:val="hybridMultilevel"/>
    <w:tmpl w:val="CF5A5CB4"/>
    <w:lvl w:ilvl="0" w:tplc="96C2FA3E">
      <w:start w:val="36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7" w15:restartNumberingAfterBreak="0">
    <w:nsid w:val="76C65C30"/>
    <w:multiLevelType w:val="hybridMultilevel"/>
    <w:tmpl w:val="20304DDE"/>
    <w:lvl w:ilvl="0" w:tplc="C5980C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2DECBC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57EC6B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A1899F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D4A948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A266C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19A5E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87658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E862E7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9394145"/>
    <w:multiLevelType w:val="multilevel"/>
    <w:tmpl w:val="4A38C72A"/>
    <w:lvl w:ilvl="0">
      <w:start w:val="10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Theme="majorHAnsi" w:hAnsiTheme="majorHAnsi" w:cstheme="majorHAnsi" w:hint="default"/>
        <w:b/>
        <w:bCs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1112"/>
        </w:tabs>
        <w:ind w:left="1112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452"/>
        </w:tabs>
        <w:ind w:left="1452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793"/>
        </w:tabs>
        <w:ind w:left="1793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133"/>
        </w:tabs>
        <w:ind w:left="2133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473"/>
        </w:tabs>
        <w:ind w:left="2473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813"/>
        </w:tabs>
        <w:ind w:left="2813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3153"/>
        </w:tabs>
        <w:ind w:left="3153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93"/>
        </w:tabs>
        <w:ind w:left="3493" w:hanging="340"/>
      </w:pPr>
      <w:rPr>
        <w:rFonts w:ascii="9999999" w:hAnsi="9999999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5"/>
  </w:num>
  <w:num w:numId="15">
    <w:abstractNumId w:val="17"/>
  </w:num>
  <w:num w:numId="16">
    <w:abstractNumId w:val="26"/>
  </w:num>
  <w:num w:numId="17">
    <w:abstractNumId w:val="27"/>
  </w:num>
  <w:num w:numId="18">
    <w:abstractNumId w:val="20"/>
  </w:num>
  <w:num w:numId="19">
    <w:abstractNumId w:val="12"/>
  </w:num>
  <w:num w:numId="20">
    <w:abstractNumId w:val="11"/>
  </w:num>
  <w:num w:numId="21">
    <w:abstractNumId w:val="10"/>
  </w:num>
  <w:num w:numId="22">
    <w:abstractNumId w:val="24"/>
  </w:num>
  <w:num w:numId="23">
    <w:abstractNumId w:val="21"/>
  </w:num>
  <w:num w:numId="24">
    <w:abstractNumId w:val="28"/>
  </w:num>
  <w:num w:numId="25">
    <w:abstractNumId w:val="13"/>
  </w:num>
  <w:num w:numId="26">
    <w:abstractNumId w:val="22"/>
  </w:num>
  <w:num w:numId="27">
    <w:abstractNumId w:val="25"/>
  </w:num>
  <w:num w:numId="28">
    <w:abstractNumId w:val="19"/>
  </w:num>
  <w:num w:numId="29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8B"/>
    <w:rsid w:val="000000B0"/>
    <w:rsid w:val="0000044D"/>
    <w:rsid w:val="0000061C"/>
    <w:rsid w:val="00000EE5"/>
    <w:rsid w:val="00001210"/>
    <w:rsid w:val="00001402"/>
    <w:rsid w:val="000015CF"/>
    <w:rsid w:val="00001D7F"/>
    <w:rsid w:val="0000200C"/>
    <w:rsid w:val="00002479"/>
    <w:rsid w:val="0000290A"/>
    <w:rsid w:val="00002C0E"/>
    <w:rsid w:val="00002D9B"/>
    <w:rsid w:val="00002FD7"/>
    <w:rsid w:val="00003047"/>
    <w:rsid w:val="0000330E"/>
    <w:rsid w:val="000035D8"/>
    <w:rsid w:val="0000364B"/>
    <w:rsid w:val="000038FA"/>
    <w:rsid w:val="00003B2D"/>
    <w:rsid w:val="00003D29"/>
    <w:rsid w:val="00003EF5"/>
    <w:rsid w:val="00003F94"/>
    <w:rsid w:val="00004185"/>
    <w:rsid w:val="000041DD"/>
    <w:rsid w:val="000044DD"/>
    <w:rsid w:val="000047E0"/>
    <w:rsid w:val="00004982"/>
    <w:rsid w:val="00004A99"/>
    <w:rsid w:val="00004D33"/>
    <w:rsid w:val="00004E41"/>
    <w:rsid w:val="00004F42"/>
    <w:rsid w:val="0000525E"/>
    <w:rsid w:val="0000541D"/>
    <w:rsid w:val="000058E3"/>
    <w:rsid w:val="00005C69"/>
    <w:rsid w:val="00005C96"/>
    <w:rsid w:val="00005CA6"/>
    <w:rsid w:val="0000605F"/>
    <w:rsid w:val="00006347"/>
    <w:rsid w:val="00006571"/>
    <w:rsid w:val="00006650"/>
    <w:rsid w:val="000068C3"/>
    <w:rsid w:val="00007016"/>
    <w:rsid w:val="0000720D"/>
    <w:rsid w:val="000072EF"/>
    <w:rsid w:val="000079E0"/>
    <w:rsid w:val="00007CEB"/>
    <w:rsid w:val="0001001F"/>
    <w:rsid w:val="00010113"/>
    <w:rsid w:val="0001054B"/>
    <w:rsid w:val="00010892"/>
    <w:rsid w:val="00011098"/>
    <w:rsid w:val="000110FD"/>
    <w:rsid w:val="000112BC"/>
    <w:rsid w:val="000112D6"/>
    <w:rsid w:val="00011992"/>
    <w:rsid w:val="00011BF1"/>
    <w:rsid w:val="00011BFE"/>
    <w:rsid w:val="00011C77"/>
    <w:rsid w:val="0001354F"/>
    <w:rsid w:val="00013673"/>
    <w:rsid w:val="00013E15"/>
    <w:rsid w:val="00013F04"/>
    <w:rsid w:val="000149F0"/>
    <w:rsid w:val="00014BFA"/>
    <w:rsid w:val="00014D0F"/>
    <w:rsid w:val="0001512B"/>
    <w:rsid w:val="0001584A"/>
    <w:rsid w:val="00015B11"/>
    <w:rsid w:val="00017B1F"/>
    <w:rsid w:val="00017B35"/>
    <w:rsid w:val="00017BDE"/>
    <w:rsid w:val="00017C87"/>
    <w:rsid w:val="00017D44"/>
    <w:rsid w:val="000207FE"/>
    <w:rsid w:val="00020ABE"/>
    <w:rsid w:val="00020B16"/>
    <w:rsid w:val="00020EE7"/>
    <w:rsid w:val="00021140"/>
    <w:rsid w:val="00021251"/>
    <w:rsid w:val="00021283"/>
    <w:rsid w:val="00021715"/>
    <w:rsid w:val="000217C5"/>
    <w:rsid w:val="00021E32"/>
    <w:rsid w:val="00021FDF"/>
    <w:rsid w:val="000223AC"/>
    <w:rsid w:val="0002249E"/>
    <w:rsid w:val="000225A7"/>
    <w:rsid w:val="0002276C"/>
    <w:rsid w:val="000228BF"/>
    <w:rsid w:val="00022BDD"/>
    <w:rsid w:val="00023153"/>
    <w:rsid w:val="000231BC"/>
    <w:rsid w:val="000231DB"/>
    <w:rsid w:val="00023260"/>
    <w:rsid w:val="00023328"/>
    <w:rsid w:val="000239E8"/>
    <w:rsid w:val="00024686"/>
    <w:rsid w:val="000246C8"/>
    <w:rsid w:val="00024812"/>
    <w:rsid w:val="000249B4"/>
    <w:rsid w:val="00024B32"/>
    <w:rsid w:val="000255D9"/>
    <w:rsid w:val="00025DF5"/>
    <w:rsid w:val="000260A3"/>
    <w:rsid w:val="00026CE0"/>
    <w:rsid w:val="00026F42"/>
    <w:rsid w:val="000273C0"/>
    <w:rsid w:val="00027A9C"/>
    <w:rsid w:val="00027F78"/>
    <w:rsid w:val="00027F91"/>
    <w:rsid w:val="00027FFE"/>
    <w:rsid w:val="00030249"/>
    <w:rsid w:val="0003026C"/>
    <w:rsid w:val="000303C4"/>
    <w:rsid w:val="0003085D"/>
    <w:rsid w:val="00030A73"/>
    <w:rsid w:val="00030AA6"/>
    <w:rsid w:val="00030C00"/>
    <w:rsid w:val="00030E4F"/>
    <w:rsid w:val="00030E78"/>
    <w:rsid w:val="00031244"/>
    <w:rsid w:val="000314DD"/>
    <w:rsid w:val="00031A2A"/>
    <w:rsid w:val="00031D21"/>
    <w:rsid w:val="00031EBA"/>
    <w:rsid w:val="000322DE"/>
    <w:rsid w:val="0003286A"/>
    <w:rsid w:val="00032F33"/>
    <w:rsid w:val="00033666"/>
    <w:rsid w:val="00033725"/>
    <w:rsid w:val="00033A34"/>
    <w:rsid w:val="00033DB9"/>
    <w:rsid w:val="00033E01"/>
    <w:rsid w:val="00033E87"/>
    <w:rsid w:val="00033FA6"/>
    <w:rsid w:val="0003409F"/>
    <w:rsid w:val="0003422A"/>
    <w:rsid w:val="00034305"/>
    <w:rsid w:val="0003440C"/>
    <w:rsid w:val="00034628"/>
    <w:rsid w:val="00034B64"/>
    <w:rsid w:val="00034FD3"/>
    <w:rsid w:val="00035149"/>
    <w:rsid w:val="0003514A"/>
    <w:rsid w:val="00035452"/>
    <w:rsid w:val="000355ED"/>
    <w:rsid w:val="000358F4"/>
    <w:rsid w:val="00035C4B"/>
    <w:rsid w:val="00035D1B"/>
    <w:rsid w:val="00035D36"/>
    <w:rsid w:val="00035EC1"/>
    <w:rsid w:val="00035FEE"/>
    <w:rsid w:val="0003669F"/>
    <w:rsid w:val="0003687B"/>
    <w:rsid w:val="000368FD"/>
    <w:rsid w:val="00036A62"/>
    <w:rsid w:val="00036AB3"/>
    <w:rsid w:val="00036E9C"/>
    <w:rsid w:val="00036F26"/>
    <w:rsid w:val="00037470"/>
    <w:rsid w:val="00037875"/>
    <w:rsid w:val="00037A8F"/>
    <w:rsid w:val="00037C24"/>
    <w:rsid w:val="00037DFC"/>
    <w:rsid w:val="00037E0F"/>
    <w:rsid w:val="00037F0B"/>
    <w:rsid w:val="00040506"/>
    <w:rsid w:val="000406EB"/>
    <w:rsid w:val="000407B9"/>
    <w:rsid w:val="000407F5"/>
    <w:rsid w:val="00040D11"/>
    <w:rsid w:val="00040EF6"/>
    <w:rsid w:val="00040FE5"/>
    <w:rsid w:val="00041133"/>
    <w:rsid w:val="000412FC"/>
    <w:rsid w:val="00041863"/>
    <w:rsid w:val="00041A2B"/>
    <w:rsid w:val="00041B09"/>
    <w:rsid w:val="00042012"/>
    <w:rsid w:val="000424F0"/>
    <w:rsid w:val="000425FA"/>
    <w:rsid w:val="000431A0"/>
    <w:rsid w:val="0004322C"/>
    <w:rsid w:val="000433CB"/>
    <w:rsid w:val="000435DB"/>
    <w:rsid w:val="00043956"/>
    <w:rsid w:val="00043A62"/>
    <w:rsid w:val="00043AB4"/>
    <w:rsid w:val="000440B9"/>
    <w:rsid w:val="0004421C"/>
    <w:rsid w:val="00044280"/>
    <w:rsid w:val="0004447D"/>
    <w:rsid w:val="00044840"/>
    <w:rsid w:val="00044B40"/>
    <w:rsid w:val="00044B42"/>
    <w:rsid w:val="00044C18"/>
    <w:rsid w:val="0004506E"/>
    <w:rsid w:val="00045267"/>
    <w:rsid w:val="00045465"/>
    <w:rsid w:val="0004567D"/>
    <w:rsid w:val="000458D2"/>
    <w:rsid w:val="00045B6B"/>
    <w:rsid w:val="00045B99"/>
    <w:rsid w:val="00045BD3"/>
    <w:rsid w:val="00045F87"/>
    <w:rsid w:val="000462F6"/>
    <w:rsid w:val="00046344"/>
    <w:rsid w:val="00046BF9"/>
    <w:rsid w:val="00046C25"/>
    <w:rsid w:val="00046DE8"/>
    <w:rsid w:val="00046F41"/>
    <w:rsid w:val="0004719C"/>
    <w:rsid w:val="000471D3"/>
    <w:rsid w:val="0004725F"/>
    <w:rsid w:val="0004740C"/>
    <w:rsid w:val="00047691"/>
    <w:rsid w:val="00047D92"/>
    <w:rsid w:val="00047D99"/>
    <w:rsid w:val="00047F49"/>
    <w:rsid w:val="000505C7"/>
    <w:rsid w:val="000505E5"/>
    <w:rsid w:val="000507D5"/>
    <w:rsid w:val="00050A6B"/>
    <w:rsid w:val="00050C9F"/>
    <w:rsid w:val="00050FEC"/>
    <w:rsid w:val="0005108A"/>
    <w:rsid w:val="0005138F"/>
    <w:rsid w:val="00051757"/>
    <w:rsid w:val="0005187A"/>
    <w:rsid w:val="000518E7"/>
    <w:rsid w:val="000519BE"/>
    <w:rsid w:val="000519C7"/>
    <w:rsid w:val="00051FC5"/>
    <w:rsid w:val="000520B1"/>
    <w:rsid w:val="0005220B"/>
    <w:rsid w:val="0005231C"/>
    <w:rsid w:val="00052821"/>
    <w:rsid w:val="00052F9C"/>
    <w:rsid w:val="000530C6"/>
    <w:rsid w:val="00053159"/>
    <w:rsid w:val="0005318B"/>
    <w:rsid w:val="000532F4"/>
    <w:rsid w:val="00053624"/>
    <w:rsid w:val="000537EA"/>
    <w:rsid w:val="00053CB1"/>
    <w:rsid w:val="000541C9"/>
    <w:rsid w:val="000543C5"/>
    <w:rsid w:val="00054620"/>
    <w:rsid w:val="0005485B"/>
    <w:rsid w:val="00054DA4"/>
    <w:rsid w:val="00054E3A"/>
    <w:rsid w:val="00054EA5"/>
    <w:rsid w:val="000550F6"/>
    <w:rsid w:val="00055674"/>
    <w:rsid w:val="0005602B"/>
    <w:rsid w:val="0005649B"/>
    <w:rsid w:val="00057D59"/>
    <w:rsid w:val="00057F7A"/>
    <w:rsid w:val="00060440"/>
    <w:rsid w:val="00060603"/>
    <w:rsid w:val="0006061C"/>
    <w:rsid w:val="000606B3"/>
    <w:rsid w:val="0006079D"/>
    <w:rsid w:val="00060A55"/>
    <w:rsid w:val="00060BE5"/>
    <w:rsid w:val="00060D8C"/>
    <w:rsid w:val="00060E59"/>
    <w:rsid w:val="00061081"/>
    <w:rsid w:val="0006111C"/>
    <w:rsid w:val="00061402"/>
    <w:rsid w:val="00061A69"/>
    <w:rsid w:val="00061B47"/>
    <w:rsid w:val="00061BE0"/>
    <w:rsid w:val="000620E9"/>
    <w:rsid w:val="00062132"/>
    <w:rsid w:val="00062885"/>
    <w:rsid w:val="00062A58"/>
    <w:rsid w:val="00062C85"/>
    <w:rsid w:val="00062DD7"/>
    <w:rsid w:val="00062F98"/>
    <w:rsid w:val="00062FD0"/>
    <w:rsid w:val="00063256"/>
    <w:rsid w:val="00063A8F"/>
    <w:rsid w:val="00063B38"/>
    <w:rsid w:val="00064280"/>
    <w:rsid w:val="000645F1"/>
    <w:rsid w:val="0006500B"/>
    <w:rsid w:val="0006500F"/>
    <w:rsid w:val="000657E2"/>
    <w:rsid w:val="00065859"/>
    <w:rsid w:val="00065947"/>
    <w:rsid w:val="00065B7F"/>
    <w:rsid w:val="00065DB2"/>
    <w:rsid w:val="00065E6F"/>
    <w:rsid w:val="00066054"/>
    <w:rsid w:val="00066853"/>
    <w:rsid w:val="000669AF"/>
    <w:rsid w:val="00066A49"/>
    <w:rsid w:val="00066EC9"/>
    <w:rsid w:val="00067191"/>
    <w:rsid w:val="000675E2"/>
    <w:rsid w:val="000676F4"/>
    <w:rsid w:val="00067AA6"/>
    <w:rsid w:val="000702D5"/>
    <w:rsid w:val="0007072F"/>
    <w:rsid w:val="00070B95"/>
    <w:rsid w:val="00070D43"/>
    <w:rsid w:val="00070EEC"/>
    <w:rsid w:val="00071457"/>
    <w:rsid w:val="000715F2"/>
    <w:rsid w:val="00071AA8"/>
    <w:rsid w:val="00071B10"/>
    <w:rsid w:val="00071CC1"/>
    <w:rsid w:val="00071FEE"/>
    <w:rsid w:val="000720AD"/>
    <w:rsid w:val="0007243C"/>
    <w:rsid w:val="00072C19"/>
    <w:rsid w:val="0007303C"/>
    <w:rsid w:val="0007333A"/>
    <w:rsid w:val="000735E5"/>
    <w:rsid w:val="0007369A"/>
    <w:rsid w:val="000739E3"/>
    <w:rsid w:val="00073A1E"/>
    <w:rsid w:val="00073E58"/>
    <w:rsid w:val="0007409F"/>
    <w:rsid w:val="0007438D"/>
    <w:rsid w:val="0007457F"/>
    <w:rsid w:val="0007469B"/>
    <w:rsid w:val="00075337"/>
    <w:rsid w:val="00075C23"/>
    <w:rsid w:val="00075C89"/>
    <w:rsid w:val="00076484"/>
    <w:rsid w:val="000764FA"/>
    <w:rsid w:val="0007657C"/>
    <w:rsid w:val="000765FC"/>
    <w:rsid w:val="000766DA"/>
    <w:rsid w:val="000766E5"/>
    <w:rsid w:val="000768DD"/>
    <w:rsid w:val="000769B3"/>
    <w:rsid w:val="00076A81"/>
    <w:rsid w:val="00076B96"/>
    <w:rsid w:val="000773AD"/>
    <w:rsid w:val="000774D2"/>
    <w:rsid w:val="00077D38"/>
    <w:rsid w:val="0008070F"/>
    <w:rsid w:val="000807AC"/>
    <w:rsid w:val="0008081B"/>
    <w:rsid w:val="00080D76"/>
    <w:rsid w:val="00080EA7"/>
    <w:rsid w:val="00080F95"/>
    <w:rsid w:val="000815E1"/>
    <w:rsid w:val="000815FE"/>
    <w:rsid w:val="00081787"/>
    <w:rsid w:val="000817C0"/>
    <w:rsid w:val="00081876"/>
    <w:rsid w:val="00081A59"/>
    <w:rsid w:val="00081D6E"/>
    <w:rsid w:val="00082172"/>
    <w:rsid w:val="00082ABC"/>
    <w:rsid w:val="00082EA8"/>
    <w:rsid w:val="00083276"/>
    <w:rsid w:val="00083959"/>
    <w:rsid w:val="00083C14"/>
    <w:rsid w:val="00084AE4"/>
    <w:rsid w:val="00084B49"/>
    <w:rsid w:val="00084BCE"/>
    <w:rsid w:val="00085198"/>
    <w:rsid w:val="000851A5"/>
    <w:rsid w:val="00085A47"/>
    <w:rsid w:val="00085E36"/>
    <w:rsid w:val="00085FC0"/>
    <w:rsid w:val="0008634C"/>
    <w:rsid w:val="000867D9"/>
    <w:rsid w:val="00086B37"/>
    <w:rsid w:val="00086E02"/>
    <w:rsid w:val="0008740C"/>
    <w:rsid w:val="000874ED"/>
    <w:rsid w:val="0008752A"/>
    <w:rsid w:val="000875A6"/>
    <w:rsid w:val="00087D7E"/>
    <w:rsid w:val="00090077"/>
    <w:rsid w:val="00090162"/>
    <w:rsid w:val="000903DD"/>
    <w:rsid w:val="000905C1"/>
    <w:rsid w:val="00090850"/>
    <w:rsid w:val="00090866"/>
    <w:rsid w:val="00090A66"/>
    <w:rsid w:val="00090B95"/>
    <w:rsid w:val="00090DE8"/>
    <w:rsid w:val="00090E0C"/>
    <w:rsid w:val="00090E2F"/>
    <w:rsid w:val="000911D1"/>
    <w:rsid w:val="000912BA"/>
    <w:rsid w:val="00091765"/>
    <w:rsid w:val="000917AD"/>
    <w:rsid w:val="0009192B"/>
    <w:rsid w:val="000919E1"/>
    <w:rsid w:val="00091B49"/>
    <w:rsid w:val="00092E69"/>
    <w:rsid w:val="000934C6"/>
    <w:rsid w:val="000935EA"/>
    <w:rsid w:val="000936CF"/>
    <w:rsid w:val="00093E02"/>
    <w:rsid w:val="00093E11"/>
    <w:rsid w:val="000940CE"/>
    <w:rsid w:val="000941D7"/>
    <w:rsid w:val="0009463F"/>
    <w:rsid w:val="000946BC"/>
    <w:rsid w:val="00094872"/>
    <w:rsid w:val="000949D1"/>
    <w:rsid w:val="00094DCF"/>
    <w:rsid w:val="00094EC4"/>
    <w:rsid w:val="000950AE"/>
    <w:rsid w:val="00095294"/>
    <w:rsid w:val="000954C2"/>
    <w:rsid w:val="000954C5"/>
    <w:rsid w:val="0009584D"/>
    <w:rsid w:val="00095859"/>
    <w:rsid w:val="00095A61"/>
    <w:rsid w:val="00095B2D"/>
    <w:rsid w:val="00095EDD"/>
    <w:rsid w:val="0009638A"/>
    <w:rsid w:val="00096991"/>
    <w:rsid w:val="00096A88"/>
    <w:rsid w:val="00096E03"/>
    <w:rsid w:val="00096F03"/>
    <w:rsid w:val="00097219"/>
    <w:rsid w:val="000973FD"/>
    <w:rsid w:val="0009759D"/>
    <w:rsid w:val="00097D74"/>
    <w:rsid w:val="000A00DF"/>
    <w:rsid w:val="000A0322"/>
    <w:rsid w:val="000A03ED"/>
    <w:rsid w:val="000A0F2C"/>
    <w:rsid w:val="000A0F44"/>
    <w:rsid w:val="000A0F75"/>
    <w:rsid w:val="000A0F9C"/>
    <w:rsid w:val="000A1181"/>
    <w:rsid w:val="000A14D2"/>
    <w:rsid w:val="000A1903"/>
    <w:rsid w:val="000A1F4B"/>
    <w:rsid w:val="000A21EF"/>
    <w:rsid w:val="000A248B"/>
    <w:rsid w:val="000A26BA"/>
    <w:rsid w:val="000A2C98"/>
    <w:rsid w:val="000A2E0E"/>
    <w:rsid w:val="000A2FBB"/>
    <w:rsid w:val="000A321C"/>
    <w:rsid w:val="000A348E"/>
    <w:rsid w:val="000A397C"/>
    <w:rsid w:val="000A39A0"/>
    <w:rsid w:val="000A3A7D"/>
    <w:rsid w:val="000A3AD8"/>
    <w:rsid w:val="000A3C2F"/>
    <w:rsid w:val="000A3C98"/>
    <w:rsid w:val="000A3CF8"/>
    <w:rsid w:val="000A40FD"/>
    <w:rsid w:val="000A42D3"/>
    <w:rsid w:val="000A44D1"/>
    <w:rsid w:val="000A46EF"/>
    <w:rsid w:val="000A4840"/>
    <w:rsid w:val="000A4CCD"/>
    <w:rsid w:val="000A4F5B"/>
    <w:rsid w:val="000A551B"/>
    <w:rsid w:val="000A5EA4"/>
    <w:rsid w:val="000A6320"/>
    <w:rsid w:val="000A66FD"/>
    <w:rsid w:val="000A69B8"/>
    <w:rsid w:val="000A7597"/>
    <w:rsid w:val="000A79CB"/>
    <w:rsid w:val="000A7B81"/>
    <w:rsid w:val="000A7D6E"/>
    <w:rsid w:val="000B0192"/>
    <w:rsid w:val="000B104D"/>
    <w:rsid w:val="000B1295"/>
    <w:rsid w:val="000B18C4"/>
    <w:rsid w:val="000B1E03"/>
    <w:rsid w:val="000B1E95"/>
    <w:rsid w:val="000B2080"/>
    <w:rsid w:val="000B2453"/>
    <w:rsid w:val="000B268D"/>
    <w:rsid w:val="000B2C33"/>
    <w:rsid w:val="000B3827"/>
    <w:rsid w:val="000B395E"/>
    <w:rsid w:val="000B3A06"/>
    <w:rsid w:val="000B3F18"/>
    <w:rsid w:val="000B4584"/>
    <w:rsid w:val="000B460D"/>
    <w:rsid w:val="000B4671"/>
    <w:rsid w:val="000B477D"/>
    <w:rsid w:val="000B480F"/>
    <w:rsid w:val="000B4990"/>
    <w:rsid w:val="000B4F05"/>
    <w:rsid w:val="000B536C"/>
    <w:rsid w:val="000B545B"/>
    <w:rsid w:val="000B548D"/>
    <w:rsid w:val="000B5510"/>
    <w:rsid w:val="000B5779"/>
    <w:rsid w:val="000B58CC"/>
    <w:rsid w:val="000B5A45"/>
    <w:rsid w:val="000B5F14"/>
    <w:rsid w:val="000B67ED"/>
    <w:rsid w:val="000B6803"/>
    <w:rsid w:val="000B695F"/>
    <w:rsid w:val="000B6BA1"/>
    <w:rsid w:val="000B720E"/>
    <w:rsid w:val="000B7365"/>
    <w:rsid w:val="000B79C5"/>
    <w:rsid w:val="000B7AC3"/>
    <w:rsid w:val="000B7AE5"/>
    <w:rsid w:val="000B7BED"/>
    <w:rsid w:val="000B7D02"/>
    <w:rsid w:val="000C00C4"/>
    <w:rsid w:val="000C021A"/>
    <w:rsid w:val="000C0258"/>
    <w:rsid w:val="000C0A40"/>
    <w:rsid w:val="000C0CD9"/>
    <w:rsid w:val="000C0D6E"/>
    <w:rsid w:val="000C0FAA"/>
    <w:rsid w:val="000C1296"/>
    <w:rsid w:val="000C1527"/>
    <w:rsid w:val="000C1532"/>
    <w:rsid w:val="000C1B88"/>
    <w:rsid w:val="000C1BC8"/>
    <w:rsid w:val="000C1FE9"/>
    <w:rsid w:val="000C2204"/>
    <w:rsid w:val="000C2390"/>
    <w:rsid w:val="000C2AA3"/>
    <w:rsid w:val="000C2BA7"/>
    <w:rsid w:val="000C2EF0"/>
    <w:rsid w:val="000C306B"/>
    <w:rsid w:val="000C33F6"/>
    <w:rsid w:val="000C346E"/>
    <w:rsid w:val="000C3768"/>
    <w:rsid w:val="000C3779"/>
    <w:rsid w:val="000C38BC"/>
    <w:rsid w:val="000C3AA9"/>
    <w:rsid w:val="000C3B28"/>
    <w:rsid w:val="000C3BE3"/>
    <w:rsid w:val="000C3C6D"/>
    <w:rsid w:val="000C3D91"/>
    <w:rsid w:val="000C3DEA"/>
    <w:rsid w:val="000C3F0D"/>
    <w:rsid w:val="000C4036"/>
    <w:rsid w:val="000C41C8"/>
    <w:rsid w:val="000C422B"/>
    <w:rsid w:val="000C4785"/>
    <w:rsid w:val="000C4E55"/>
    <w:rsid w:val="000C4F84"/>
    <w:rsid w:val="000C5080"/>
    <w:rsid w:val="000C5125"/>
    <w:rsid w:val="000C58FE"/>
    <w:rsid w:val="000C5DEF"/>
    <w:rsid w:val="000C5E91"/>
    <w:rsid w:val="000C5FEA"/>
    <w:rsid w:val="000C6162"/>
    <w:rsid w:val="000C6262"/>
    <w:rsid w:val="000C6A61"/>
    <w:rsid w:val="000C6B9E"/>
    <w:rsid w:val="000C6F61"/>
    <w:rsid w:val="000C7071"/>
    <w:rsid w:val="000C74C4"/>
    <w:rsid w:val="000C77E5"/>
    <w:rsid w:val="000C7CC6"/>
    <w:rsid w:val="000C7E8C"/>
    <w:rsid w:val="000D0215"/>
    <w:rsid w:val="000D0267"/>
    <w:rsid w:val="000D0893"/>
    <w:rsid w:val="000D0906"/>
    <w:rsid w:val="000D09EB"/>
    <w:rsid w:val="000D0BE4"/>
    <w:rsid w:val="000D0C64"/>
    <w:rsid w:val="000D0F6C"/>
    <w:rsid w:val="000D1472"/>
    <w:rsid w:val="000D17AF"/>
    <w:rsid w:val="000D19BC"/>
    <w:rsid w:val="000D1C28"/>
    <w:rsid w:val="000D2018"/>
    <w:rsid w:val="000D213C"/>
    <w:rsid w:val="000D22E1"/>
    <w:rsid w:val="000D3589"/>
    <w:rsid w:val="000D36AE"/>
    <w:rsid w:val="000D389C"/>
    <w:rsid w:val="000D38BF"/>
    <w:rsid w:val="000D3AF2"/>
    <w:rsid w:val="000D3D14"/>
    <w:rsid w:val="000D3E7D"/>
    <w:rsid w:val="000D4017"/>
    <w:rsid w:val="000D402E"/>
    <w:rsid w:val="000D459D"/>
    <w:rsid w:val="000D4886"/>
    <w:rsid w:val="000D4C22"/>
    <w:rsid w:val="000D4E09"/>
    <w:rsid w:val="000D4E7E"/>
    <w:rsid w:val="000D4F9B"/>
    <w:rsid w:val="000D524B"/>
    <w:rsid w:val="000D5807"/>
    <w:rsid w:val="000D5838"/>
    <w:rsid w:val="000D59D4"/>
    <w:rsid w:val="000D5C8D"/>
    <w:rsid w:val="000D66A6"/>
    <w:rsid w:val="000D68C7"/>
    <w:rsid w:val="000D691F"/>
    <w:rsid w:val="000D6A9B"/>
    <w:rsid w:val="000D6D53"/>
    <w:rsid w:val="000D714D"/>
    <w:rsid w:val="000D7531"/>
    <w:rsid w:val="000D7936"/>
    <w:rsid w:val="000D7D4B"/>
    <w:rsid w:val="000E002A"/>
    <w:rsid w:val="000E035D"/>
    <w:rsid w:val="000E041D"/>
    <w:rsid w:val="000E0423"/>
    <w:rsid w:val="000E04D5"/>
    <w:rsid w:val="000E06F2"/>
    <w:rsid w:val="000E08CA"/>
    <w:rsid w:val="000E09BC"/>
    <w:rsid w:val="000E0E9F"/>
    <w:rsid w:val="000E0EC0"/>
    <w:rsid w:val="000E145E"/>
    <w:rsid w:val="000E15F6"/>
    <w:rsid w:val="000E16F8"/>
    <w:rsid w:val="000E1FD4"/>
    <w:rsid w:val="000E21F7"/>
    <w:rsid w:val="000E235D"/>
    <w:rsid w:val="000E2484"/>
    <w:rsid w:val="000E27AF"/>
    <w:rsid w:val="000E28CA"/>
    <w:rsid w:val="000E2E6F"/>
    <w:rsid w:val="000E2F1D"/>
    <w:rsid w:val="000E32B0"/>
    <w:rsid w:val="000E38F3"/>
    <w:rsid w:val="000E3ABC"/>
    <w:rsid w:val="000E3D5A"/>
    <w:rsid w:val="000E3E0B"/>
    <w:rsid w:val="000E3F3C"/>
    <w:rsid w:val="000E43BB"/>
    <w:rsid w:val="000E43D0"/>
    <w:rsid w:val="000E44D6"/>
    <w:rsid w:val="000E49C0"/>
    <w:rsid w:val="000E4D42"/>
    <w:rsid w:val="000E4F85"/>
    <w:rsid w:val="000E5050"/>
    <w:rsid w:val="000E532E"/>
    <w:rsid w:val="000E546A"/>
    <w:rsid w:val="000E56E0"/>
    <w:rsid w:val="000E571C"/>
    <w:rsid w:val="000E5A8D"/>
    <w:rsid w:val="000E628C"/>
    <w:rsid w:val="000E696C"/>
    <w:rsid w:val="000E7358"/>
    <w:rsid w:val="000E74A9"/>
    <w:rsid w:val="000E765D"/>
    <w:rsid w:val="000E7E80"/>
    <w:rsid w:val="000E7EA7"/>
    <w:rsid w:val="000E7FB3"/>
    <w:rsid w:val="000F0AE0"/>
    <w:rsid w:val="000F1359"/>
    <w:rsid w:val="000F1BEC"/>
    <w:rsid w:val="000F1F5D"/>
    <w:rsid w:val="000F1FED"/>
    <w:rsid w:val="000F28CD"/>
    <w:rsid w:val="000F29D5"/>
    <w:rsid w:val="000F2C30"/>
    <w:rsid w:val="000F2E33"/>
    <w:rsid w:val="000F2FDD"/>
    <w:rsid w:val="000F327C"/>
    <w:rsid w:val="000F3549"/>
    <w:rsid w:val="000F39AB"/>
    <w:rsid w:val="000F3D67"/>
    <w:rsid w:val="000F402F"/>
    <w:rsid w:val="000F42A3"/>
    <w:rsid w:val="000F4375"/>
    <w:rsid w:val="000F44A5"/>
    <w:rsid w:val="000F46D1"/>
    <w:rsid w:val="000F47C5"/>
    <w:rsid w:val="000F4F27"/>
    <w:rsid w:val="000F51FB"/>
    <w:rsid w:val="000F53C0"/>
    <w:rsid w:val="000F580B"/>
    <w:rsid w:val="000F5A07"/>
    <w:rsid w:val="000F5D11"/>
    <w:rsid w:val="000F67B1"/>
    <w:rsid w:val="000F69C5"/>
    <w:rsid w:val="000F6C2A"/>
    <w:rsid w:val="000F6D3B"/>
    <w:rsid w:val="000F6FD1"/>
    <w:rsid w:val="000F71D3"/>
    <w:rsid w:val="000F7489"/>
    <w:rsid w:val="000F7504"/>
    <w:rsid w:val="000F75E3"/>
    <w:rsid w:val="000F7604"/>
    <w:rsid w:val="000F78A3"/>
    <w:rsid w:val="000F78EC"/>
    <w:rsid w:val="001003A3"/>
    <w:rsid w:val="00100724"/>
    <w:rsid w:val="001007EA"/>
    <w:rsid w:val="001007F0"/>
    <w:rsid w:val="001008A1"/>
    <w:rsid w:val="001008C2"/>
    <w:rsid w:val="00100A0F"/>
    <w:rsid w:val="00100B91"/>
    <w:rsid w:val="00100E88"/>
    <w:rsid w:val="00100FE1"/>
    <w:rsid w:val="00101272"/>
    <w:rsid w:val="001013DA"/>
    <w:rsid w:val="0010158C"/>
    <w:rsid w:val="001015F3"/>
    <w:rsid w:val="00101988"/>
    <w:rsid w:val="00101E1C"/>
    <w:rsid w:val="00101F61"/>
    <w:rsid w:val="0010233C"/>
    <w:rsid w:val="00102784"/>
    <w:rsid w:val="001029BD"/>
    <w:rsid w:val="00102A09"/>
    <w:rsid w:val="00102A14"/>
    <w:rsid w:val="00102B35"/>
    <w:rsid w:val="001046FD"/>
    <w:rsid w:val="0010529A"/>
    <w:rsid w:val="001052FE"/>
    <w:rsid w:val="00105423"/>
    <w:rsid w:val="00105678"/>
    <w:rsid w:val="0010589C"/>
    <w:rsid w:val="001059EE"/>
    <w:rsid w:val="00105AB3"/>
    <w:rsid w:val="00105B00"/>
    <w:rsid w:val="00105B2C"/>
    <w:rsid w:val="00105B60"/>
    <w:rsid w:val="0010608E"/>
    <w:rsid w:val="00106178"/>
    <w:rsid w:val="00106232"/>
    <w:rsid w:val="00106305"/>
    <w:rsid w:val="001065BB"/>
    <w:rsid w:val="00106771"/>
    <w:rsid w:val="00106991"/>
    <w:rsid w:val="00106BF2"/>
    <w:rsid w:val="00106EF1"/>
    <w:rsid w:val="0010757A"/>
    <w:rsid w:val="00107752"/>
    <w:rsid w:val="00107883"/>
    <w:rsid w:val="00110335"/>
    <w:rsid w:val="00110A1C"/>
    <w:rsid w:val="00110F36"/>
    <w:rsid w:val="001117C5"/>
    <w:rsid w:val="00112466"/>
    <w:rsid w:val="0011252E"/>
    <w:rsid w:val="0011270B"/>
    <w:rsid w:val="00112721"/>
    <w:rsid w:val="00112984"/>
    <w:rsid w:val="00112C2A"/>
    <w:rsid w:val="0011314D"/>
    <w:rsid w:val="00113313"/>
    <w:rsid w:val="0011372B"/>
    <w:rsid w:val="00113A51"/>
    <w:rsid w:val="00113B6D"/>
    <w:rsid w:val="00113D40"/>
    <w:rsid w:val="0011438F"/>
    <w:rsid w:val="0011479E"/>
    <w:rsid w:val="001149A1"/>
    <w:rsid w:val="00114AC7"/>
    <w:rsid w:val="00114BB5"/>
    <w:rsid w:val="00114C81"/>
    <w:rsid w:val="00114CA1"/>
    <w:rsid w:val="0011504F"/>
    <w:rsid w:val="0011505B"/>
    <w:rsid w:val="001150FA"/>
    <w:rsid w:val="00115152"/>
    <w:rsid w:val="0011535B"/>
    <w:rsid w:val="001154F3"/>
    <w:rsid w:val="001158A4"/>
    <w:rsid w:val="00115930"/>
    <w:rsid w:val="00115962"/>
    <w:rsid w:val="00115B6D"/>
    <w:rsid w:val="00115D52"/>
    <w:rsid w:val="0011642D"/>
    <w:rsid w:val="00116FF9"/>
    <w:rsid w:val="00117294"/>
    <w:rsid w:val="001173C8"/>
    <w:rsid w:val="00117800"/>
    <w:rsid w:val="00117A06"/>
    <w:rsid w:val="00117E05"/>
    <w:rsid w:val="001209A7"/>
    <w:rsid w:val="00120DC6"/>
    <w:rsid w:val="001211F7"/>
    <w:rsid w:val="001215BC"/>
    <w:rsid w:val="001215C0"/>
    <w:rsid w:val="0012162E"/>
    <w:rsid w:val="001217D7"/>
    <w:rsid w:val="001218E2"/>
    <w:rsid w:val="00121B5A"/>
    <w:rsid w:val="00121D23"/>
    <w:rsid w:val="00121F2D"/>
    <w:rsid w:val="001224B1"/>
    <w:rsid w:val="001226A5"/>
    <w:rsid w:val="00122912"/>
    <w:rsid w:val="001229C3"/>
    <w:rsid w:val="0012343E"/>
    <w:rsid w:val="0012366D"/>
    <w:rsid w:val="001237B8"/>
    <w:rsid w:val="0012384C"/>
    <w:rsid w:val="001238D0"/>
    <w:rsid w:val="00123B42"/>
    <w:rsid w:val="00124551"/>
    <w:rsid w:val="001249F7"/>
    <w:rsid w:val="00124FCC"/>
    <w:rsid w:val="00125792"/>
    <w:rsid w:val="00125845"/>
    <w:rsid w:val="00125BF9"/>
    <w:rsid w:val="001261FE"/>
    <w:rsid w:val="001266FA"/>
    <w:rsid w:val="00126A42"/>
    <w:rsid w:val="00126C69"/>
    <w:rsid w:val="00126E40"/>
    <w:rsid w:val="00126E77"/>
    <w:rsid w:val="00126FCF"/>
    <w:rsid w:val="00127407"/>
    <w:rsid w:val="00130137"/>
    <w:rsid w:val="001304A5"/>
    <w:rsid w:val="001305FC"/>
    <w:rsid w:val="00130A82"/>
    <w:rsid w:val="00130B5C"/>
    <w:rsid w:val="00130FE2"/>
    <w:rsid w:val="00131175"/>
    <w:rsid w:val="00131634"/>
    <w:rsid w:val="001316CF"/>
    <w:rsid w:val="00131DA9"/>
    <w:rsid w:val="00131E59"/>
    <w:rsid w:val="00132318"/>
    <w:rsid w:val="001323A6"/>
    <w:rsid w:val="00132A4F"/>
    <w:rsid w:val="00132D0D"/>
    <w:rsid w:val="00132D80"/>
    <w:rsid w:val="00132EB4"/>
    <w:rsid w:val="00132EB5"/>
    <w:rsid w:val="00132FEC"/>
    <w:rsid w:val="0013349B"/>
    <w:rsid w:val="00133C80"/>
    <w:rsid w:val="00134119"/>
    <w:rsid w:val="0013415D"/>
    <w:rsid w:val="001344A0"/>
    <w:rsid w:val="0013462F"/>
    <w:rsid w:val="00134AF8"/>
    <w:rsid w:val="00134D47"/>
    <w:rsid w:val="00134D68"/>
    <w:rsid w:val="00134E56"/>
    <w:rsid w:val="00135395"/>
    <w:rsid w:val="001354A3"/>
    <w:rsid w:val="00135A10"/>
    <w:rsid w:val="00135B65"/>
    <w:rsid w:val="00135DE2"/>
    <w:rsid w:val="00135F60"/>
    <w:rsid w:val="00136AAF"/>
    <w:rsid w:val="00136ACF"/>
    <w:rsid w:val="00136C9A"/>
    <w:rsid w:val="00136EC2"/>
    <w:rsid w:val="001370E4"/>
    <w:rsid w:val="0013712F"/>
    <w:rsid w:val="00137897"/>
    <w:rsid w:val="00137C16"/>
    <w:rsid w:val="00137EA8"/>
    <w:rsid w:val="00140095"/>
    <w:rsid w:val="00140C7C"/>
    <w:rsid w:val="00141781"/>
    <w:rsid w:val="00141E68"/>
    <w:rsid w:val="001428AE"/>
    <w:rsid w:val="00142AF2"/>
    <w:rsid w:val="00142B89"/>
    <w:rsid w:val="00142C73"/>
    <w:rsid w:val="0014314A"/>
    <w:rsid w:val="001433E2"/>
    <w:rsid w:val="00143542"/>
    <w:rsid w:val="00143A6B"/>
    <w:rsid w:val="00143F32"/>
    <w:rsid w:val="00144054"/>
    <w:rsid w:val="0014410D"/>
    <w:rsid w:val="001442EB"/>
    <w:rsid w:val="00144607"/>
    <w:rsid w:val="00144825"/>
    <w:rsid w:val="0014488B"/>
    <w:rsid w:val="00144E52"/>
    <w:rsid w:val="00145058"/>
    <w:rsid w:val="001453F4"/>
    <w:rsid w:val="00145EAF"/>
    <w:rsid w:val="0014645C"/>
    <w:rsid w:val="0014649A"/>
    <w:rsid w:val="0014658A"/>
    <w:rsid w:val="00146723"/>
    <w:rsid w:val="00146B50"/>
    <w:rsid w:val="00146C66"/>
    <w:rsid w:val="00146DF2"/>
    <w:rsid w:val="00146F3D"/>
    <w:rsid w:val="00147062"/>
    <w:rsid w:val="001471B6"/>
    <w:rsid w:val="001471C0"/>
    <w:rsid w:val="00147394"/>
    <w:rsid w:val="00147501"/>
    <w:rsid w:val="001477E8"/>
    <w:rsid w:val="001479DC"/>
    <w:rsid w:val="00147B07"/>
    <w:rsid w:val="00147CA8"/>
    <w:rsid w:val="00147CCB"/>
    <w:rsid w:val="00147DB1"/>
    <w:rsid w:val="00150282"/>
    <w:rsid w:val="001505ED"/>
    <w:rsid w:val="001508E9"/>
    <w:rsid w:val="0015125E"/>
    <w:rsid w:val="00151DFB"/>
    <w:rsid w:val="00151EF3"/>
    <w:rsid w:val="00151F8B"/>
    <w:rsid w:val="00152559"/>
    <w:rsid w:val="001526E8"/>
    <w:rsid w:val="001537A9"/>
    <w:rsid w:val="00153860"/>
    <w:rsid w:val="00153A0F"/>
    <w:rsid w:val="001543A0"/>
    <w:rsid w:val="001543A9"/>
    <w:rsid w:val="001544AE"/>
    <w:rsid w:val="00154955"/>
    <w:rsid w:val="00154BD6"/>
    <w:rsid w:val="00154CE9"/>
    <w:rsid w:val="00155622"/>
    <w:rsid w:val="001557D2"/>
    <w:rsid w:val="00155951"/>
    <w:rsid w:val="00155AB9"/>
    <w:rsid w:val="00155BB9"/>
    <w:rsid w:val="00155ED6"/>
    <w:rsid w:val="001561F8"/>
    <w:rsid w:val="00156247"/>
    <w:rsid w:val="001566FC"/>
    <w:rsid w:val="00156738"/>
    <w:rsid w:val="001568E8"/>
    <w:rsid w:val="00156F99"/>
    <w:rsid w:val="00157330"/>
    <w:rsid w:val="00157A2D"/>
    <w:rsid w:val="00157B6D"/>
    <w:rsid w:val="001602DF"/>
    <w:rsid w:val="00160547"/>
    <w:rsid w:val="00160557"/>
    <w:rsid w:val="001606BB"/>
    <w:rsid w:val="001607B0"/>
    <w:rsid w:val="00160E8C"/>
    <w:rsid w:val="0016118A"/>
    <w:rsid w:val="0016149E"/>
    <w:rsid w:val="001614D2"/>
    <w:rsid w:val="001617A7"/>
    <w:rsid w:val="001617EA"/>
    <w:rsid w:val="0016185A"/>
    <w:rsid w:val="00161E82"/>
    <w:rsid w:val="00161E95"/>
    <w:rsid w:val="00161F52"/>
    <w:rsid w:val="0016232C"/>
    <w:rsid w:val="001623C6"/>
    <w:rsid w:val="001624BE"/>
    <w:rsid w:val="00162844"/>
    <w:rsid w:val="00162D6C"/>
    <w:rsid w:val="0016372B"/>
    <w:rsid w:val="00163B33"/>
    <w:rsid w:val="00163CF5"/>
    <w:rsid w:val="00163DEA"/>
    <w:rsid w:val="001642EC"/>
    <w:rsid w:val="00164336"/>
    <w:rsid w:val="001644B9"/>
    <w:rsid w:val="00164540"/>
    <w:rsid w:val="0016474C"/>
    <w:rsid w:val="0016487E"/>
    <w:rsid w:val="00164A44"/>
    <w:rsid w:val="00164AF8"/>
    <w:rsid w:val="00164E2F"/>
    <w:rsid w:val="001655DE"/>
    <w:rsid w:val="001656F8"/>
    <w:rsid w:val="001657EE"/>
    <w:rsid w:val="001658DD"/>
    <w:rsid w:val="00165C3F"/>
    <w:rsid w:val="00165E00"/>
    <w:rsid w:val="00166218"/>
    <w:rsid w:val="00166338"/>
    <w:rsid w:val="00166548"/>
    <w:rsid w:val="00166873"/>
    <w:rsid w:val="00166BEC"/>
    <w:rsid w:val="00166CB4"/>
    <w:rsid w:val="001670CE"/>
    <w:rsid w:val="00167268"/>
    <w:rsid w:val="00167279"/>
    <w:rsid w:val="00167704"/>
    <w:rsid w:val="00167FB3"/>
    <w:rsid w:val="00170046"/>
    <w:rsid w:val="00170430"/>
    <w:rsid w:val="001704D4"/>
    <w:rsid w:val="00170812"/>
    <w:rsid w:val="001715B4"/>
    <w:rsid w:val="0017163C"/>
    <w:rsid w:val="001719DA"/>
    <w:rsid w:val="00171E3E"/>
    <w:rsid w:val="00171FD6"/>
    <w:rsid w:val="001720B5"/>
    <w:rsid w:val="0017217F"/>
    <w:rsid w:val="001721A8"/>
    <w:rsid w:val="0017250C"/>
    <w:rsid w:val="0017254A"/>
    <w:rsid w:val="00172672"/>
    <w:rsid w:val="00172ADD"/>
    <w:rsid w:val="00172C2D"/>
    <w:rsid w:val="00172D13"/>
    <w:rsid w:val="00172D88"/>
    <w:rsid w:val="00172E35"/>
    <w:rsid w:val="001730F9"/>
    <w:rsid w:val="00173A6C"/>
    <w:rsid w:val="00173B02"/>
    <w:rsid w:val="00173D21"/>
    <w:rsid w:val="00173EE2"/>
    <w:rsid w:val="001745E9"/>
    <w:rsid w:val="001747E8"/>
    <w:rsid w:val="00174926"/>
    <w:rsid w:val="00174B4C"/>
    <w:rsid w:val="0017550F"/>
    <w:rsid w:val="001755BC"/>
    <w:rsid w:val="00175660"/>
    <w:rsid w:val="001757A5"/>
    <w:rsid w:val="001758A8"/>
    <w:rsid w:val="00175A22"/>
    <w:rsid w:val="00175E78"/>
    <w:rsid w:val="00175F35"/>
    <w:rsid w:val="00176352"/>
    <w:rsid w:val="00176498"/>
    <w:rsid w:val="0017671D"/>
    <w:rsid w:val="00176E81"/>
    <w:rsid w:val="00177245"/>
    <w:rsid w:val="001772FB"/>
    <w:rsid w:val="00177377"/>
    <w:rsid w:val="0017785D"/>
    <w:rsid w:val="00177D3D"/>
    <w:rsid w:val="00177E63"/>
    <w:rsid w:val="00180730"/>
    <w:rsid w:val="001807C9"/>
    <w:rsid w:val="0018085D"/>
    <w:rsid w:val="00180B3C"/>
    <w:rsid w:val="00180E7E"/>
    <w:rsid w:val="00180ED3"/>
    <w:rsid w:val="001812E2"/>
    <w:rsid w:val="00181F0F"/>
    <w:rsid w:val="001824B9"/>
    <w:rsid w:val="00182D60"/>
    <w:rsid w:val="00183409"/>
    <w:rsid w:val="00183414"/>
    <w:rsid w:val="0018356F"/>
    <w:rsid w:val="00183C36"/>
    <w:rsid w:val="00183F23"/>
    <w:rsid w:val="0018404A"/>
    <w:rsid w:val="00184085"/>
    <w:rsid w:val="0018424D"/>
    <w:rsid w:val="00184379"/>
    <w:rsid w:val="0018498D"/>
    <w:rsid w:val="00184C15"/>
    <w:rsid w:val="00184D3B"/>
    <w:rsid w:val="00184DF3"/>
    <w:rsid w:val="00185242"/>
    <w:rsid w:val="001853CA"/>
    <w:rsid w:val="0018570F"/>
    <w:rsid w:val="0018597E"/>
    <w:rsid w:val="00185BF2"/>
    <w:rsid w:val="00185DAC"/>
    <w:rsid w:val="00185F16"/>
    <w:rsid w:val="0018613F"/>
    <w:rsid w:val="001870E2"/>
    <w:rsid w:val="00187861"/>
    <w:rsid w:val="00187EDB"/>
    <w:rsid w:val="001900A5"/>
    <w:rsid w:val="00190164"/>
    <w:rsid w:val="00190AE5"/>
    <w:rsid w:val="00190BD2"/>
    <w:rsid w:val="00190F4C"/>
    <w:rsid w:val="0019105A"/>
    <w:rsid w:val="00191214"/>
    <w:rsid w:val="0019122E"/>
    <w:rsid w:val="00191409"/>
    <w:rsid w:val="0019161C"/>
    <w:rsid w:val="00191ACE"/>
    <w:rsid w:val="00191B1F"/>
    <w:rsid w:val="00191B39"/>
    <w:rsid w:val="00191C15"/>
    <w:rsid w:val="00191C3A"/>
    <w:rsid w:val="00191E74"/>
    <w:rsid w:val="00192082"/>
    <w:rsid w:val="0019239D"/>
    <w:rsid w:val="001924B2"/>
    <w:rsid w:val="00192FC8"/>
    <w:rsid w:val="001933BB"/>
    <w:rsid w:val="00193628"/>
    <w:rsid w:val="001937BF"/>
    <w:rsid w:val="001937F6"/>
    <w:rsid w:val="00193A8A"/>
    <w:rsid w:val="00194765"/>
    <w:rsid w:val="0019480A"/>
    <w:rsid w:val="001949CA"/>
    <w:rsid w:val="001949E5"/>
    <w:rsid w:val="00194E98"/>
    <w:rsid w:val="00195031"/>
    <w:rsid w:val="00195342"/>
    <w:rsid w:val="00195376"/>
    <w:rsid w:val="00195837"/>
    <w:rsid w:val="0019622E"/>
    <w:rsid w:val="001966C1"/>
    <w:rsid w:val="001967F8"/>
    <w:rsid w:val="00196C80"/>
    <w:rsid w:val="00196DDD"/>
    <w:rsid w:val="00196DEC"/>
    <w:rsid w:val="00196ED9"/>
    <w:rsid w:val="00197385"/>
    <w:rsid w:val="00197852"/>
    <w:rsid w:val="00197CF0"/>
    <w:rsid w:val="001A062D"/>
    <w:rsid w:val="001A0C2B"/>
    <w:rsid w:val="001A0E5F"/>
    <w:rsid w:val="001A1849"/>
    <w:rsid w:val="001A190F"/>
    <w:rsid w:val="001A19BD"/>
    <w:rsid w:val="001A1AA7"/>
    <w:rsid w:val="001A1D26"/>
    <w:rsid w:val="001A2356"/>
    <w:rsid w:val="001A24CC"/>
    <w:rsid w:val="001A25CE"/>
    <w:rsid w:val="001A2EFC"/>
    <w:rsid w:val="001A3829"/>
    <w:rsid w:val="001A4473"/>
    <w:rsid w:val="001A4512"/>
    <w:rsid w:val="001A487F"/>
    <w:rsid w:val="001A4AC6"/>
    <w:rsid w:val="001A4C88"/>
    <w:rsid w:val="001A4F67"/>
    <w:rsid w:val="001A5195"/>
    <w:rsid w:val="001A535F"/>
    <w:rsid w:val="001A5517"/>
    <w:rsid w:val="001A5D68"/>
    <w:rsid w:val="001A6325"/>
    <w:rsid w:val="001A6387"/>
    <w:rsid w:val="001A6B1D"/>
    <w:rsid w:val="001A768E"/>
    <w:rsid w:val="001B001C"/>
    <w:rsid w:val="001B02A8"/>
    <w:rsid w:val="001B02F8"/>
    <w:rsid w:val="001B0309"/>
    <w:rsid w:val="001B0F80"/>
    <w:rsid w:val="001B167F"/>
    <w:rsid w:val="001B1C3F"/>
    <w:rsid w:val="001B2385"/>
    <w:rsid w:val="001B254A"/>
    <w:rsid w:val="001B254C"/>
    <w:rsid w:val="001B2749"/>
    <w:rsid w:val="001B2785"/>
    <w:rsid w:val="001B2A02"/>
    <w:rsid w:val="001B30D8"/>
    <w:rsid w:val="001B32AB"/>
    <w:rsid w:val="001B32B8"/>
    <w:rsid w:val="001B32FB"/>
    <w:rsid w:val="001B3666"/>
    <w:rsid w:val="001B3864"/>
    <w:rsid w:val="001B387B"/>
    <w:rsid w:val="001B38AB"/>
    <w:rsid w:val="001B39F9"/>
    <w:rsid w:val="001B3AFF"/>
    <w:rsid w:val="001B3BD7"/>
    <w:rsid w:val="001B3D10"/>
    <w:rsid w:val="001B4005"/>
    <w:rsid w:val="001B41A9"/>
    <w:rsid w:val="001B423F"/>
    <w:rsid w:val="001B454A"/>
    <w:rsid w:val="001B455A"/>
    <w:rsid w:val="001B4601"/>
    <w:rsid w:val="001B4863"/>
    <w:rsid w:val="001B54D9"/>
    <w:rsid w:val="001B5573"/>
    <w:rsid w:val="001B55FA"/>
    <w:rsid w:val="001B5646"/>
    <w:rsid w:val="001B58D6"/>
    <w:rsid w:val="001B59A3"/>
    <w:rsid w:val="001B59DE"/>
    <w:rsid w:val="001B5B61"/>
    <w:rsid w:val="001B5B80"/>
    <w:rsid w:val="001B5CB7"/>
    <w:rsid w:val="001B5E27"/>
    <w:rsid w:val="001B5FEE"/>
    <w:rsid w:val="001B6317"/>
    <w:rsid w:val="001B6997"/>
    <w:rsid w:val="001B7121"/>
    <w:rsid w:val="001B725A"/>
    <w:rsid w:val="001B748B"/>
    <w:rsid w:val="001B7CBE"/>
    <w:rsid w:val="001C02BF"/>
    <w:rsid w:val="001C03CA"/>
    <w:rsid w:val="001C1076"/>
    <w:rsid w:val="001C17CF"/>
    <w:rsid w:val="001C1981"/>
    <w:rsid w:val="001C1A01"/>
    <w:rsid w:val="001C27A1"/>
    <w:rsid w:val="001C29A7"/>
    <w:rsid w:val="001C2CFD"/>
    <w:rsid w:val="001C2DF1"/>
    <w:rsid w:val="001C2EB3"/>
    <w:rsid w:val="001C33F1"/>
    <w:rsid w:val="001C340F"/>
    <w:rsid w:val="001C3821"/>
    <w:rsid w:val="001C383C"/>
    <w:rsid w:val="001C38F3"/>
    <w:rsid w:val="001C3C1E"/>
    <w:rsid w:val="001C3D5A"/>
    <w:rsid w:val="001C3EF8"/>
    <w:rsid w:val="001C3FCE"/>
    <w:rsid w:val="001C4A24"/>
    <w:rsid w:val="001C4FA9"/>
    <w:rsid w:val="001C59D1"/>
    <w:rsid w:val="001C59E2"/>
    <w:rsid w:val="001C5B6C"/>
    <w:rsid w:val="001C5D02"/>
    <w:rsid w:val="001C5E12"/>
    <w:rsid w:val="001C61C7"/>
    <w:rsid w:val="001C61CB"/>
    <w:rsid w:val="001C629F"/>
    <w:rsid w:val="001C657E"/>
    <w:rsid w:val="001C6A74"/>
    <w:rsid w:val="001C70AD"/>
    <w:rsid w:val="001C75E4"/>
    <w:rsid w:val="001C7658"/>
    <w:rsid w:val="001C77B7"/>
    <w:rsid w:val="001D01CB"/>
    <w:rsid w:val="001D0C60"/>
    <w:rsid w:val="001D0E6A"/>
    <w:rsid w:val="001D1006"/>
    <w:rsid w:val="001D1F9C"/>
    <w:rsid w:val="001D21D1"/>
    <w:rsid w:val="001D2694"/>
    <w:rsid w:val="001D2B09"/>
    <w:rsid w:val="001D35D5"/>
    <w:rsid w:val="001D3A75"/>
    <w:rsid w:val="001D443F"/>
    <w:rsid w:val="001D4604"/>
    <w:rsid w:val="001D4790"/>
    <w:rsid w:val="001D4BFC"/>
    <w:rsid w:val="001D51CB"/>
    <w:rsid w:val="001D545F"/>
    <w:rsid w:val="001D5736"/>
    <w:rsid w:val="001D5904"/>
    <w:rsid w:val="001D5CEB"/>
    <w:rsid w:val="001D61BB"/>
    <w:rsid w:val="001D646C"/>
    <w:rsid w:val="001D683C"/>
    <w:rsid w:val="001D69B4"/>
    <w:rsid w:val="001D6B71"/>
    <w:rsid w:val="001D7319"/>
    <w:rsid w:val="001D7684"/>
    <w:rsid w:val="001D7C6F"/>
    <w:rsid w:val="001E045E"/>
    <w:rsid w:val="001E0621"/>
    <w:rsid w:val="001E0982"/>
    <w:rsid w:val="001E1095"/>
    <w:rsid w:val="001E1586"/>
    <w:rsid w:val="001E20BC"/>
    <w:rsid w:val="001E22EE"/>
    <w:rsid w:val="001E2409"/>
    <w:rsid w:val="001E262E"/>
    <w:rsid w:val="001E2842"/>
    <w:rsid w:val="001E2D16"/>
    <w:rsid w:val="001E32F5"/>
    <w:rsid w:val="001E360F"/>
    <w:rsid w:val="001E36B9"/>
    <w:rsid w:val="001E3B25"/>
    <w:rsid w:val="001E3F8C"/>
    <w:rsid w:val="001E3FF6"/>
    <w:rsid w:val="001E4369"/>
    <w:rsid w:val="001E4714"/>
    <w:rsid w:val="001E48BC"/>
    <w:rsid w:val="001E48DF"/>
    <w:rsid w:val="001E4C6D"/>
    <w:rsid w:val="001E4FC7"/>
    <w:rsid w:val="001E506A"/>
    <w:rsid w:val="001E5111"/>
    <w:rsid w:val="001E5275"/>
    <w:rsid w:val="001E5960"/>
    <w:rsid w:val="001E5C24"/>
    <w:rsid w:val="001E5CA8"/>
    <w:rsid w:val="001E5EFA"/>
    <w:rsid w:val="001E61DB"/>
    <w:rsid w:val="001E6549"/>
    <w:rsid w:val="001E6767"/>
    <w:rsid w:val="001E6D11"/>
    <w:rsid w:val="001E76ED"/>
    <w:rsid w:val="001E7751"/>
    <w:rsid w:val="001E77BA"/>
    <w:rsid w:val="001E7832"/>
    <w:rsid w:val="001E7B89"/>
    <w:rsid w:val="001F0000"/>
    <w:rsid w:val="001F021F"/>
    <w:rsid w:val="001F02B4"/>
    <w:rsid w:val="001F03CB"/>
    <w:rsid w:val="001F0F09"/>
    <w:rsid w:val="001F1341"/>
    <w:rsid w:val="001F1505"/>
    <w:rsid w:val="001F16E3"/>
    <w:rsid w:val="001F1726"/>
    <w:rsid w:val="001F1784"/>
    <w:rsid w:val="001F1854"/>
    <w:rsid w:val="001F1988"/>
    <w:rsid w:val="001F1DA1"/>
    <w:rsid w:val="001F1E8E"/>
    <w:rsid w:val="001F2275"/>
    <w:rsid w:val="001F23A7"/>
    <w:rsid w:val="001F23CF"/>
    <w:rsid w:val="001F289E"/>
    <w:rsid w:val="001F2C6D"/>
    <w:rsid w:val="001F30D9"/>
    <w:rsid w:val="001F3101"/>
    <w:rsid w:val="001F31E2"/>
    <w:rsid w:val="001F33D6"/>
    <w:rsid w:val="001F3CD2"/>
    <w:rsid w:val="001F4001"/>
    <w:rsid w:val="001F4597"/>
    <w:rsid w:val="001F484C"/>
    <w:rsid w:val="001F4BBE"/>
    <w:rsid w:val="001F4E85"/>
    <w:rsid w:val="001F5116"/>
    <w:rsid w:val="001F51F0"/>
    <w:rsid w:val="001F5309"/>
    <w:rsid w:val="001F5480"/>
    <w:rsid w:val="001F5490"/>
    <w:rsid w:val="001F5597"/>
    <w:rsid w:val="001F563B"/>
    <w:rsid w:val="001F57A5"/>
    <w:rsid w:val="001F5812"/>
    <w:rsid w:val="001F5A72"/>
    <w:rsid w:val="001F5C2D"/>
    <w:rsid w:val="001F5F3B"/>
    <w:rsid w:val="001F5FC4"/>
    <w:rsid w:val="001F5FF3"/>
    <w:rsid w:val="001F6404"/>
    <w:rsid w:val="001F6581"/>
    <w:rsid w:val="001F6631"/>
    <w:rsid w:val="001F67E3"/>
    <w:rsid w:val="001F6B15"/>
    <w:rsid w:val="001F6B26"/>
    <w:rsid w:val="001F6D62"/>
    <w:rsid w:val="001F789E"/>
    <w:rsid w:val="001F7C3F"/>
    <w:rsid w:val="001F7D68"/>
    <w:rsid w:val="001F7E93"/>
    <w:rsid w:val="002000B7"/>
    <w:rsid w:val="002004E9"/>
    <w:rsid w:val="002012A3"/>
    <w:rsid w:val="00202194"/>
    <w:rsid w:val="00202345"/>
    <w:rsid w:val="002026A8"/>
    <w:rsid w:val="002027BD"/>
    <w:rsid w:val="00202F4D"/>
    <w:rsid w:val="00203050"/>
    <w:rsid w:val="0020319A"/>
    <w:rsid w:val="00203397"/>
    <w:rsid w:val="00203EBB"/>
    <w:rsid w:val="002049F8"/>
    <w:rsid w:val="00204A66"/>
    <w:rsid w:val="0020514B"/>
    <w:rsid w:val="00205425"/>
    <w:rsid w:val="0020568E"/>
    <w:rsid w:val="002056EE"/>
    <w:rsid w:val="0020572A"/>
    <w:rsid w:val="00205983"/>
    <w:rsid w:val="00205A11"/>
    <w:rsid w:val="00205B1A"/>
    <w:rsid w:val="0020601B"/>
    <w:rsid w:val="00206036"/>
    <w:rsid w:val="002060FB"/>
    <w:rsid w:val="00206191"/>
    <w:rsid w:val="0020636C"/>
    <w:rsid w:val="0020663D"/>
    <w:rsid w:val="0020686F"/>
    <w:rsid w:val="00206953"/>
    <w:rsid w:val="002069EA"/>
    <w:rsid w:val="00206BEE"/>
    <w:rsid w:val="00206CE0"/>
    <w:rsid w:val="00206E4B"/>
    <w:rsid w:val="00206E70"/>
    <w:rsid w:val="00207119"/>
    <w:rsid w:val="002072E9"/>
    <w:rsid w:val="0020747C"/>
    <w:rsid w:val="0020748D"/>
    <w:rsid w:val="00207626"/>
    <w:rsid w:val="002079EF"/>
    <w:rsid w:val="00207A7D"/>
    <w:rsid w:val="00207B0A"/>
    <w:rsid w:val="00207BD4"/>
    <w:rsid w:val="00207F6E"/>
    <w:rsid w:val="00210106"/>
    <w:rsid w:val="00210463"/>
    <w:rsid w:val="0021090B"/>
    <w:rsid w:val="00210DBF"/>
    <w:rsid w:val="00210DF9"/>
    <w:rsid w:val="00210EA5"/>
    <w:rsid w:val="00211063"/>
    <w:rsid w:val="002112E7"/>
    <w:rsid w:val="002116C5"/>
    <w:rsid w:val="0021185E"/>
    <w:rsid w:val="0021194C"/>
    <w:rsid w:val="00211C91"/>
    <w:rsid w:val="00211D27"/>
    <w:rsid w:val="00211DF9"/>
    <w:rsid w:val="0021208A"/>
    <w:rsid w:val="00212537"/>
    <w:rsid w:val="00212572"/>
    <w:rsid w:val="00212760"/>
    <w:rsid w:val="002127DC"/>
    <w:rsid w:val="00212C5B"/>
    <w:rsid w:val="002132C5"/>
    <w:rsid w:val="00213325"/>
    <w:rsid w:val="0021354E"/>
    <w:rsid w:val="002139FE"/>
    <w:rsid w:val="00213C52"/>
    <w:rsid w:val="00213DBB"/>
    <w:rsid w:val="00213FAF"/>
    <w:rsid w:val="00214485"/>
    <w:rsid w:val="002144C7"/>
    <w:rsid w:val="002149D1"/>
    <w:rsid w:val="00214AAE"/>
    <w:rsid w:val="00214DD0"/>
    <w:rsid w:val="002152E0"/>
    <w:rsid w:val="0021589F"/>
    <w:rsid w:val="002158AC"/>
    <w:rsid w:val="00215998"/>
    <w:rsid w:val="00215B23"/>
    <w:rsid w:val="00215E0B"/>
    <w:rsid w:val="002161FB"/>
    <w:rsid w:val="0021693F"/>
    <w:rsid w:val="00216C4A"/>
    <w:rsid w:val="00217024"/>
    <w:rsid w:val="002175BD"/>
    <w:rsid w:val="002175FF"/>
    <w:rsid w:val="0021791F"/>
    <w:rsid w:val="0022033A"/>
    <w:rsid w:val="00220384"/>
    <w:rsid w:val="0022067D"/>
    <w:rsid w:val="0022077B"/>
    <w:rsid w:val="002209A5"/>
    <w:rsid w:val="00220BA0"/>
    <w:rsid w:val="00220EE1"/>
    <w:rsid w:val="00221400"/>
    <w:rsid w:val="0022198A"/>
    <w:rsid w:val="00221D4C"/>
    <w:rsid w:val="0022241C"/>
    <w:rsid w:val="00222537"/>
    <w:rsid w:val="00222599"/>
    <w:rsid w:val="002225D7"/>
    <w:rsid w:val="0022262C"/>
    <w:rsid w:val="002226BD"/>
    <w:rsid w:val="00222904"/>
    <w:rsid w:val="00222A93"/>
    <w:rsid w:val="00222CF3"/>
    <w:rsid w:val="00222EF1"/>
    <w:rsid w:val="00222F6F"/>
    <w:rsid w:val="00222F96"/>
    <w:rsid w:val="002231D4"/>
    <w:rsid w:val="002233D0"/>
    <w:rsid w:val="0022358B"/>
    <w:rsid w:val="00223859"/>
    <w:rsid w:val="00223C99"/>
    <w:rsid w:val="00223E5C"/>
    <w:rsid w:val="00223FE8"/>
    <w:rsid w:val="0022426B"/>
    <w:rsid w:val="00224384"/>
    <w:rsid w:val="002248ED"/>
    <w:rsid w:val="00224AAB"/>
    <w:rsid w:val="00225089"/>
    <w:rsid w:val="00225148"/>
    <w:rsid w:val="00225286"/>
    <w:rsid w:val="002259E0"/>
    <w:rsid w:val="0022667D"/>
    <w:rsid w:val="00226D2B"/>
    <w:rsid w:val="00226D7C"/>
    <w:rsid w:val="002279F6"/>
    <w:rsid w:val="00227C65"/>
    <w:rsid w:val="00227E50"/>
    <w:rsid w:val="00230071"/>
    <w:rsid w:val="00230330"/>
    <w:rsid w:val="0023046D"/>
    <w:rsid w:val="00230CCC"/>
    <w:rsid w:val="00231365"/>
    <w:rsid w:val="002313CE"/>
    <w:rsid w:val="00231D53"/>
    <w:rsid w:val="002326E6"/>
    <w:rsid w:val="00232A14"/>
    <w:rsid w:val="00232AEA"/>
    <w:rsid w:val="00232E05"/>
    <w:rsid w:val="00233050"/>
    <w:rsid w:val="0023361D"/>
    <w:rsid w:val="0023426A"/>
    <w:rsid w:val="00234672"/>
    <w:rsid w:val="002346BC"/>
    <w:rsid w:val="0023483E"/>
    <w:rsid w:val="00234CD1"/>
    <w:rsid w:val="0023578D"/>
    <w:rsid w:val="002357BF"/>
    <w:rsid w:val="00235F64"/>
    <w:rsid w:val="00236057"/>
    <w:rsid w:val="00236295"/>
    <w:rsid w:val="00236643"/>
    <w:rsid w:val="00236D16"/>
    <w:rsid w:val="00237145"/>
    <w:rsid w:val="00237198"/>
    <w:rsid w:val="002377C7"/>
    <w:rsid w:val="00237EB3"/>
    <w:rsid w:val="00240147"/>
    <w:rsid w:val="00240301"/>
    <w:rsid w:val="00240585"/>
    <w:rsid w:val="002409D1"/>
    <w:rsid w:val="00240B25"/>
    <w:rsid w:val="00240FAC"/>
    <w:rsid w:val="00241100"/>
    <w:rsid w:val="00241460"/>
    <w:rsid w:val="0024156A"/>
    <w:rsid w:val="002416E0"/>
    <w:rsid w:val="0024173E"/>
    <w:rsid w:val="00241DE0"/>
    <w:rsid w:val="00241E9E"/>
    <w:rsid w:val="002421EC"/>
    <w:rsid w:val="0024225F"/>
    <w:rsid w:val="0024253D"/>
    <w:rsid w:val="002428DB"/>
    <w:rsid w:val="00242D68"/>
    <w:rsid w:val="00242FB3"/>
    <w:rsid w:val="002431FC"/>
    <w:rsid w:val="00243344"/>
    <w:rsid w:val="002435FA"/>
    <w:rsid w:val="002437A4"/>
    <w:rsid w:val="00243953"/>
    <w:rsid w:val="0024396C"/>
    <w:rsid w:val="002439C2"/>
    <w:rsid w:val="00243B69"/>
    <w:rsid w:val="0024432B"/>
    <w:rsid w:val="0024441D"/>
    <w:rsid w:val="00244723"/>
    <w:rsid w:val="00244C5C"/>
    <w:rsid w:val="00244E53"/>
    <w:rsid w:val="0024513F"/>
    <w:rsid w:val="002451A5"/>
    <w:rsid w:val="00245237"/>
    <w:rsid w:val="00245497"/>
    <w:rsid w:val="00245541"/>
    <w:rsid w:val="00245651"/>
    <w:rsid w:val="00245E49"/>
    <w:rsid w:val="00246139"/>
    <w:rsid w:val="002462B3"/>
    <w:rsid w:val="00246640"/>
    <w:rsid w:val="002469E7"/>
    <w:rsid w:val="00246ADD"/>
    <w:rsid w:val="002470C3"/>
    <w:rsid w:val="002471E9"/>
    <w:rsid w:val="0024724E"/>
    <w:rsid w:val="0024767A"/>
    <w:rsid w:val="002479B8"/>
    <w:rsid w:val="00250573"/>
    <w:rsid w:val="00250FCB"/>
    <w:rsid w:val="002511DF"/>
    <w:rsid w:val="00251A63"/>
    <w:rsid w:val="00251AB4"/>
    <w:rsid w:val="00251F15"/>
    <w:rsid w:val="00251F71"/>
    <w:rsid w:val="002520A3"/>
    <w:rsid w:val="00252234"/>
    <w:rsid w:val="002522BB"/>
    <w:rsid w:val="00252A5D"/>
    <w:rsid w:val="00252F9A"/>
    <w:rsid w:val="00253083"/>
    <w:rsid w:val="00253768"/>
    <w:rsid w:val="00253BB4"/>
    <w:rsid w:val="00253C11"/>
    <w:rsid w:val="0025404F"/>
    <w:rsid w:val="00254414"/>
    <w:rsid w:val="002546FB"/>
    <w:rsid w:val="002549D0"/>
    <w:rsid w:val="00254D39"/>
    <w:rsid w:val="00254F7F"/>
    <w:rsid w:val="00255364"/>
    <w:rsid w:val="00255909"/>
    <w:rsid w:val="00255A26"/>
    <w:rsid w:val="00256323"/>
    <w:rsid w:val="002563B8"/>
    <w:rsid w:val="0025645E"/>
    <w:rsid w:val="00256ADD"/>
    <w:rsid w:val="0025733F"/>
    <w:rsid w:val="002576AE"/>
    <w:rsid w:val="002576D4"/>
    <w:rsid w:val="002579FE"/>
    <w:rsid w:val="0026016E"/>
    <w:rsid w:val="00260259"/>
    <w:rsid w:val="002604AD"/>
    <w:rsid w:val="0026058C"/>
    <w:rsid w:val="002605A9"/>
    <w:rsid w:val="002608E9"/>
    <w:rsid w:val="00260BF0"/>
    <w:rsid w:val="00260FCE"/>
    <w:rsid w:val="00261B2B"/>
    <w:rsid w:val="00261F66"/>
    <w:rsid w:val="0026268F"/>
    <w:rsid w:val="00262AAF"/>
    <w:rsid w:val="00262C5A"/>
    <w:rsid w:val="00262DD7"/>
    <w:rsid w:val="002631D8"/>
    <w:rsid w:val="00263862"/>
    <w:rsid w:val="002638B4"/>
    <w:rsid w:val="00263C48"/>
    <w:rsid w:val="00263E59"/>
    <w:rsid w:val="00263F46"/>
    <w:rsid w:val="00264458"/>
    <w:rsid w:val="00264549"/>
    <w:rsid w:val="00264D2C"/>
    <w:rsid w:val="00264DCF"/>
    <w:rsid w:val="002650E6"/>
    <w:rsid w:val="00265301"/>
    <w:rsid w:val="00265422"/>
    <w:rsid w:val="00265B0A"/>
    <w:rsid w:val="00266081"/>
    <w:rsid w:val="002668D7"/>
    <w:rsid w:val="0026693A"/>
    <w:rsid w:val="00266A5E"/>
    <w:rsid w:val="00266AF7"/>
    <w:rsid w:val="0026705C"/>
    <w:rsid w:val="00267367"/>
    <w:rsid w:val="0026774A"/>
    <w:rsid w:val="002677F1"/>
    <w:rsid w:val="002679B0"/>
    <w:rsid w:val="00267F05"/>
    <w:rsid w:val="002700CB"/>
    <w:rsid w:val="002701CF"/>
    <w:rsid w:val="0027046F"/>
    <w:rsid w:val="002708FC"/>
    <w:rsid w:val="00270F6F"/>
    <w:rsid w:val="00270FC5"/>
    <w:rsid w:val="002710BE"/>
    <w:rsid w:val="002713B1"/>
    <w:rsid w:val="0027148A"/>
    <w:rsid w:val="002716E9"/>
    <w:rsid w:val="00271B59"/>
    <w:rsid w:val="00271BA2"/>
    <w:rsid w:val="00271E5A"/>
    <w:rsid w:val="002729BD"/>
    <w:rsid w:val="00272D50"/>
    <w:rsid w:val="00272F24"/>
    <w:rsid w:val="00273183"/>
    <w:rsid w:val="00273734"/>
    <w:rsid w:val="0027389F"/>
    <w:rsid w:val="0027390D"/>
    <w:rsid w:val="00274128"/>
    <w:rsid w:val="00274213"/>
    <w:rsid w:val="0027422B"/>
    <w:rsid w:val="00274238"/>
    <w:rsid w:val="0027439C"/>
    <w:rsid w:val="00274987"/>
    <w:rsid w:val="002749A9"/>
    <w:rsid w:val="002752A0"/>
    <w:rsid w:val="002753C3"/>
    <w:rsid w:val="002759DC"/>
    <w:rsid w:val="0027651D"/>
    <w:rsid w:val="00276A2F"/>
    <w:rsid w:val="00276AF4"/>
    <w:rsid w:val="0027722A"/>
    <w:rsid w:val="002772DE"/>
    <w:rsid w:val="00277AC5"/>
    <w:rsid w:val="00277CA3"/>
    <w:rsid w:val="00277D84"/>
    <w:rsid w:val="00277EB8"/>
    <w:rsid w:val="00277F38"/>
    <w:rsid w:val="00280155"/>
    <w:rsid w:val="002802AA"/>
    <w:rsid w:val="002803A4"/>
    <w:rsid w:val="002805E6"/>
    <w:rsid w:val="00280606"/>
    <w:rsid w:val="00280966"/>
    <w:rsid w:val="00280A81"/>
    <w:rsid w:val="002813DD"/>
    <w:rsid w:val="0028160F"/>
    <w:rsid w:val="00281B1E"/>
    <w:rsid w:val="00281B82"/>
    <w:rsid w:val="00282347"/>
    <w:rsid w:val="00282A56"/>
    <w:rsid w:val="00282C8F"/>
    <w:rsid w:val="0028316D"/>
    <w:rsid w:val="002835B5"/>
    <w:rsid w:val="002836B2"/>
    <w:rsid w:val="002838AF"/>
    <w:rsid w:val="00283921"/>
    <w:rsid w:val="00283BAF"/>
    <w:rsid w:val="00283EAA"/>
    <w:rsid w:val="002842E8"/>
    <w:rsid w:val="00284541"/>
    <w:rsid w:val="00284656"/>
    <w:rsid w:val="0028476F"/>
    <w:rsid w:val="00284A57"/>
    <w:rsid w:val="00284BBC"/>
    <w:rsid w:val="00284D48"/>
    <w:rsid w:val="00284DA6"/>
    <w:rsid w:val="00285325"/>
    <w:rsid w:val="0028541F"/>
    <w:rsid w:val="002855B1"/>
    <w:rsid w:val="002862CF"/>
    <w:rsid w:val="0028660E"/>
    <w:rsid w:val="0028681C"/>
    <w:rsid w:val="00286AF6"/>
    <w:rsid w:val="00286C7C"/>
    <w:rsid w:val="00286F38"/>
    <w:rsid w:val="00287287"/>
    <w:rsid w:val="002872AD"/>
    <w:rsid w:val="0028750A"/>
    <w:rsid w:val="0028756D"/>
    <w:rsid w:val="002876BE"/>
    <w:rsid w:val="002879C9"/>
    <w:rsid w:val="00287DAD"/>
    <w:rsid w:val="00287F18"/>
    <w:rsid w:val="00290113"/>
    <w:rsid w:val="00290340"/>
    <w:rsid w:val="002903A5"/>
    <w:rsid w:val="00290564"/>
    <w:rsid w:val="00290B53"/>
    <w:rsid w:val="00291137"/>
    <w:rsid w:val="002911E7"/>
    <w:rsid w:val="00291325"/>
    <w:rsid w:val="0029150F"/>
    <w:rsid w:val="0029164C"/>
    <w:rsid w:val="0029190F"/>
    <w:rsid w:val="00291AC4"/>
    <w:rsid w:val="00291B58"/>
    <w:rsid w:val="0029202D"/>
    <w:rsid w:val="00292123"/>
    <w:rsid w:val="002922E6"/>
    <w:rsid w:val="00292363"/>
    <w:rsid w:val="00292824"/>
    <w:rsid w:val="00292B5A"/>
    <w:rsid w:val="00292F50"/>
    <w:rsid w:val="002930E5"/>
    <w:rsid w:val="00293153"/>
    <w:rsid w:val="002931C3"/>
    <w:rsid w:val="0029338B"/>
    <w:rsid w:val="002936ED"/>
    <w:rsid w:val="00293D4C"/>
    <w:rsid w:val="00293DA2"/>
    <w:rsid w:val="0029411F"/>
    <w:rsid w:val="00294188"/>
    <w:rsid w:val="002941BD"/>
    <w:rsid w:val="002944D2"/>
    <w:rsid w:val="0029454B"/>
    <w:rsid w:val="002945E1"/>
    <w:rsid w:val="0029465E"/>
    <w:rsid w:val="0029472F"/>
    <w:rsid w:val="00294B4C"/>
    <w:rsid w:val="00294BA4"/>
    <w:rsid w:val="00294BED"/>
    <w:rsid w:val="00294E38"/>
    <w:rsid w:val="002952F5"/>
    <w:rsid w:val="0029545E"/>
    <w:rsid w:val="0029567F"/>
    <w:rsid w:val="0029582F"/>
    <w:rsid w:val="00295A89"/>
    <w:rsid w:val="00295FFD"/>
    <w:rsid w:val="0029671F"/>
    <w:rsid w:val="00297171"/>
    <w:rsid w:val="0029747A"/>
    <w:rsid w:val="002974D6"/>
    <w:rsid w:val="00297614"/>
    <w:rsid w:val="002976FD"/>
    <w:rsid w:val="00297701"/>
    <w:rsid w:val="00297753"/>
    <w:rsid w:val="002A01BF"/>
    <w:rsid w:val="002A03D0"/>
    <w:rsid w:val="002A0E15"/>
    <w:rsid w:val="002A0EC1"/>
    <w:rsid w:val="002A135D"/>
    <w:rsid w:val="002A141C"/>
    <w:rsid w:val="002A15A3"/>
    <w:rsid w:val="002A1719"/>
    <w:rsid w:val="002A18D3"/>
    <w:rsid w:val="002A19BC"/>
    <w:rsid w:val="002A1FC5"/>
    <w:rsid w:val="002A216E"/>
    <w:rsid w:val="002A21C0"/>
    <w:rsid w:val="002A24C1"/>
    <w:rsid w:val="002A269A"/>
    <w:rsid w:val="002A26C4"/>
    <w:rsid w:val="002A27AB"/>
    <w:rsid w:val="002A2955"/>
    <w:rsid w:val="002A2AE0"/>
    <w:rsid w:val="002A2C90"/>
    <w:rsid w:val="002A2FA1"/>
    <w:rsid w:val="002A3057"/>
    <w:rsid w:val="002A4065"/>
    <w:rsid w:val="002A4C79"/>
    <w:rsid w:val="002A4E2D"/>
    <w:rsid w:val="002A515F"/>
    <w:rsid w:val="002A519D"/>
    <w:rsid w:val="002A5368"/>
    <w:rsid w:val="002A5564"/>
    <w:rsid w:val="002A590A"/>
    <w:rsid w:val="002A5932"/>
    <w:rsid w:val="002A5DCC"/>
    <w:rsid w:val="002A5F01"/>
    <w:rsid w:val="002A6076"/>
    <w:rsid w:val="002A67C0"/>
    <w:rsid w:val="002A688D"/>
    <w:rsid w:val="002A6D7B"/>
    <w:rsid w:val="002A6DC2"/>
    <w:rsid w:val="002A6DCB"/>
    <w:rsid w:val="002A6FBC"/>
    <w:rsid w:val="002A7320"/>
    <w:rsid w:val="002A799E"/>
    <w:rsid w:val="002A79B8"/>
    <w:rsid w:val="002A7E20"/>
    <w:rsid w:val="002B019B"/>
    <w:rsid w:val="002B0348"/>
    <w:rsid w:val="002B0399"/>
    <w:rsid w:val="002B06E9"/>
    <w:rsid w:val="002B0B68"/>
    <w:rsid w:val="002B0BD6"/>
    <w:rsid w:val="002B1482"/>
    <w:rsid w:val="002B15A5"/>
    <w:rsid w:val="002B1643"/>
    <w:rsid w:val="002B185E"/>
    <w:rsid w:val="002B1DB1"/>
    <w:rsid w:val="002B1EB2"/>
    <w:rsid w:val="002B1EB5"/>
    <w:rsid w:val="002B23BC"/>
    <w:rsid w:val="002B2E13"/>
    <w:rsid w:val="002B2ED7"/>
    <w:rsid w:val="002B3020"/>
    <w:rsid w:val="002B3022"/>
    <w:rsid w:val="002B3265"/>
    <w:rsid w:val="002B3414"/>
    <w:rsid w:val="002B3736"/>
    <w:rsid w:val="002B3777"/>
    <w:rsid w:val="002B3859"/>
    <w:rsid w:val="002B3A6A"/>
    <w:rsid w:val="002B3B96"/>
    <w:rsid w:val="002B4130"/>
    <w:rsid w:val="002B4736"/>
    <w:rsid w:val="002B4BF0"/>
    <w:rsid w:val="002B4E94"/>
    <w:rsid w:val="002B517F"/>
    <w:rsid w:val="002B53CD"/>
    <w:rsid w:val="002B5A00"/>
    <w:rsid w:val="002B5A48"/>
    <w:rsid w:val="002B60BA"/>
    <w:rsid w:val="002B6407"/>
    <w:rsid w:val="002B64F2"/>
    <w:rsid w:val="002B69A4"/>
    <w:rsid w:val="002B754D"/>
    <w:rsid w:val="002B7BD7"/>
    <w:rsid w:val="002B7E7D"/>
    <w:rsid w:val="002B7FB1"/>
    <w:rsid w:val="002C004B"/>
    <w:rsid w:val="002C0384"/>
    <w:rsid w:val="002C03AD"/>
    <w:rsid w:val="002C123B"/>
    <w:rsid w:val="002C156E"/>
    <w:rsid w:val="002C1A6F"/>
    <w:rsid w:val="002C1D87"/>
    <w:rsid w:val="002C1DAA"/>
    <w:rsid w:val="002C1F5F"/>
    <w:rsid w:val="002C20A4"/>
    <w:rsid w:val="002C20BB"/>
    <w:rsid w:val="002C2136"/>
    <w:rsid w:val="002C243B"/>
    <w:rsid w:val="002C28D4"/>
    <w:rsid w:val="002C28F7"/>
    <w:rsid w:val="002C2D03"/>
    <w:rsid w:val="002C2D60"/>
    <w:rsid w:val="002C2F6F"/>
    <w:rsid w:val="002C3248"/>
    <w:rsid w:val="002C368D"/>
    <w:rsid w:val="002C3A2E"/>
    <w:rsid w:val="002C40AC"/>
    <w:rsid w:val="002C41CF"/>
    <w:rsid w:val="002C43A9"/>
    <w:rsid w:val="002C45AB"/>
    <w:rsid w:val="002C477F"/>
    <w:rsid w:val="002C534B"/>
    <w:rsid w:val="002C5880"/>
    <w:rsid w:val="002C5B0E"/>
    <w:rsid w:val="002C60AD"/>
    <w:rsid w:val="002C626B"/>
    <w:rsid w:val="002C692E"/>
    <w:rsid w:val="002C69C2"/>
    <w:rsid w:val="002C6A18"/>
    <w:rsid w:val="002C6B51"/>
    <w:rsid w:val="002C6F21"/>
    <w:rsid w:val="002C71E7"/>
    <w:rsid w:val="002C7354"/>
    <w:rsid w:val="002C7802"/>
    <w:rsid w:val="002D040F"/>
    <w:rsid w:val="002D05BF"/>
    <w:rsid w:val="002D0919"/>
    <w:rsid w:val="002D09E8"/>
    <w:rsid w:val="002D0A55"/>
    <w:rsid w:val="002D137C"/>
    <w:rsid w:val="002D162A"/>
    <w:rsid w:val="002D1E29"/>
    <w:rsid w:val="002D1E31"/>
    <w:rsid w:val="002D2046"/>
    <w:rsid w:val="002D221F"/>
    <w:rsid w:val="002D2977"/>
    <w:rsid w:val="002D299A"/>
    <w:rsid w:val="002D2B13"/>
    <w:rsid w:val="002D2D89"/>
    <w:rsid w:val="002D2EB1"/>
    <w:rsid w:val="002D36F0"/>
    <w:rsid w:val="002D3BE2"/>
    <w:rsid w:val="002D3C58"/>
    <w:rsid w:val="002D3CAF"/>
    <w:rsid w:val="002D3DBA"/>
    <w:rsid w:val="002D3FBA"/>
    <w:rsid w:val="002D41AC"/>
    <w:rsid w:val="002D43FD"/>
    <w:rsid w:val="002D4E50"/>
    <w:rsid w:val="002D540B"/>
    <w:rsid w:val="002D545A"/>
    <w:rsid w:val="002D58C0"/>
    <w:rsid w:val="002D5C11"/>
    <w:rsid w:val="002D5C8E"/>
    <w:rsid w:val="002D5E70"/>
    <w:rsid w:val="002D6404"/>
    <w:rsid w:val="002D6489"/>
    <w:rsid w:val="002D6E21"/>
    <w:rsid w:val="002D7022"/>
    <w:rsid w:val="002D702A"/>
    <w:rsid w:val="002D71AF"/>
    <w:rsid w:val="002D730C"/>
    <w:rsid w:val="002D79DD"/>
    <w:rsid w:val="002D7CCF"/>
    <w:rsid w:val="002D7D5D"/>
    <w:rsid w:val="002D7FD4"/>
    <w:rsid w:val="002E003D"/>
    <w:rsid w:val="002E0F52"/>
    <w:rsid w:val="002E16C5"/>
    <w:rsid w:val="002E19FB"/>
    <w:rsid w:val="002E1EE6"/>
    <w:rsid w:val="002E224E"/>
    <w:rsid w:val="002E2348"/>
    <w:rsid w:val="002E26AC"/>
    <w:rsid w:val="002E2808"/>
    <w:rsid w:val="002E291F"/>
    <w:rsid w:val="002E2A8B"/>
    <w:rsid w:val="002E2C7E"/>
    <w:rsid w:val="002E3914"/>
    <w:rsid w:val="002E3B48"/>
    <w:rsid w:val="002E3D4E"/>
    <w:rsid w:val="002E3F0C"/>
    <w:rsid w:val="002E3F86"/>
    <w:rsid w:val="002E402B"/>
    <w:rsid w:val="002E46DE"/>
    <w:rsid w:val="002E4718"/>
    <w:rsid w:val="002E47C2"/>
    <w:rsid w:val="002E47F5"/>
    <w:rsid w:val="002E49CA"/>
    <w:rsid w:val="002E4C22"/>
    <w:rsid w:val="002E4C79"/>
    <w:rsid w:val="002E50D3"/>
    <w:rsid w:val="002E56EC"/>
    <w:rsid w:val="002E58C8"/>
    <w:rsid w:val="002E5C9F"/>
    <w:rsid w:val="002E613C"/>
    <w:rsid w:val="002E6258"/>
    <w:rsid w:val="002E6990"/>
    <w:rsid w:val="002E6AD4"/>
    <w:rsid w:val="002E6BDD"/>
    <w:rsid w:val="002E6CA4"/>
    <w:rsid w:val="002E7094"/>
    <w:rsid w:val="002E7225"/>
    <w:rsid w:val="002E7474"/>
    <w:rsid w:val="002E766D"/>
    <w:rsid w:val="002E76A7"/>
    <w:rsid w:val="002F00DB"/>
    <w:rsid w:val="002F044A"/>
    <w:rsid w:val="002F051C"/>
    <w:rsid w:val="002F0613"/>
    <w:rsid w:val="002F0A47"/>
    <w:rsid w:val="002F0FB3"/>
    <w:rsid w:val="002F15B2"/>
    <w:rsid w:val="002F1922"/>
    <w:rsid w:val="002F2292"/>
    <w:rsid w:val="002F25E6"/>
    <w:rsid w:val="002F3140"/>
    <w:rsid w:val="002F3B6D"/>
    <w:rsid w:val="002F3B9A"/>
    <w:rsid w:val="002F4213"/>
    <w:rsid w:val="002F4335"/>
    <w:rsid w:val="002F4466"/>
    <w:rsid w:val="002F47C0"/>
    <w:rsid w:val="002F4A50"/>
    <w:rsid w:val="002F4CC7"/>
    <w:rsid w:val="002F4ECF"/>
    <w:rsid w:val="002F5301"/>
    <w:rsid w:val="002F551D"/>
    <w:rsid w:val="002F5613"/>
    <w:rsid w:val="002F5B52"/>
    <w:rsid w:val="002F5E82"/>
    <w:rsid w:val="002F616F"/>
    <w:rsid w:val="002F680B"/>
    <w:rsid w:val="002F6949"/>
    <w:rsid w:val="002F6C0B"/>
    <w:rsid w:val="002F6D8F"/>
    <w:rsid w:val="002F7392"/>
    <w:rsid w:val="002F746B"/>
    <w:rsid w:val="002F76AE"/>
    <w:rsid w:val="002F77E8"/>
    <w:rsid w:val="002F7BEA"/>
    <w:rsid w:val="00300185"/>
    <w:rsid w:val="003002B8"/>
    <w:rsid w:val="003005BA"/>
    <w:rsid w:val="003005EE"/>
    <w:rsid w:val="00300698"/>
    <w:rsid w:val="00300A18"/>
    <w:rsid w:val="00300FEC"/>
    <w:rsid w:val="00301274"/>
    <w:rsid w:val="003012C1"/>
    <w:rsid w:val="00301750"/>
    <w:rsid w:val="00301979"/>
    <w:rsid w:val="00301AF6"/>
    <w:rsid w:val="00301D0A"/>
    <w:rsid w:val="00301FFD"/>
    <w:rsid w:val="003025B4"/>
    <w:rsid w:val="003029D7"/>
    <w:rsid w:val="00302DAF"/>
    <w:rsid w:val="003039FB"/>
    <w:rsid w:val="00303D1A"/>
    <w:rsid w:val="00303F96"/>
    <w:rsid w:val="0030417A"/>
    <w:rsid w:val="00304290"/>
    <w:rsid w:val="00304B9E"/>
    <w:rsid w:val="00304D45"/>
    <w:rsid w:val="00305263"/>
    <w:rsid w:val="003053E3"/>
    <w:rsid w:val="0030556D"/>
    <w:rsid w:val="00305635"/>
    <w:rsid w:val="00305857"/>
    <w:rsid w:val="00306235"/>
    <w:rsid w:val="003062A4"/>
    <w:rsid w:val="00306786"/>
    <w:rsid w:val="003067C4"/>
    <w:rsid w:val="00306A42"/>
    <w:rsid w:val="00306B43"/>
    <w:rsid w:val="003072A3"/>
    <w:rsid w:val="00307334"/>
    <w:rsid w:val="00307561"/>
    <w:rsid w:val="003076F5"/>
    <w:rsid w:val="003077CB"/>
    <w:rsid w:val="00307A72"/>
    <w:rsid w:val="00307DAA"/>
    <w:rsid w:val="00307EAA"/>
    <w:rsid w:val="003106A5"/>
    <w:rsid w:val="0031089C"/>
    <w:rsid w:val="00310976"/>
    <w:rsid w:val="00310CC8"/>
    <w:rsid w:val="00310F4C"/>
    <w:rsid w:val="003110F8"/>
    <w:rsid w:val="003111A0"/>
    <w:rsid w:val="003113B9"/>
    <w:rsid w:val="0031178C"/>
    <w:rsid w:val="00311AFC"/>
    <w:rsid w:val="00311C3F"/>
    <w:rsid w:val="00312333"/>
    <w:rsid w:val="003124EC"/>
    <w:rsid w:val="003129E9"/>
    <w:rsid w:val="00312D10"/>
    <w:rsid w:val="003131FD"/>
    <w:rsid w:val="0031324B"/>
    <w:rsid w:val="003134F4"/>
    <w:rsid w:val="00313DEB"/>
    <w:rsid w:val="00313EA7"/>
    <w:rsid w:val="00314645"/>
    <w:rsid w:val="003146E4"/>
    <w:rsid w:val="00314BF4"/>
    <w:rsid w:val="00314C95"/>
    <w:rsid w:val="003151D7"/>
    <w:rsid w:val="00315248"/>
    <w:rsid w:val="0031535F"/>
    <w:rsid w:val="0031545C"/>
    <w:rsid w:val="0031551D"/>
    <w:rsid w:val="0031555D"/>
    <w:rsid w:val="00315D41"/>
    <w:rsid w:val="00315E62"/>
    <w:rsid w:val="003160DB"/>
    <w:rsid w:val="0031619D"/>
    <w:rsid w:val="00316231"/>
    <w:rsid w:val="00316BD4"/>
    <w:rsid w:val="00317551"/>
    <w:rsid w:val="0031787F"/>
    <w:rsid w:val="00317EA3"/>
    <w:rsid w:val="0032065B"/>
    <w:rsid w:val="0032092F"/>
    <w:rsid w:val="00320B71"/>
    <w:rsid w:val="00320B8B"/>
    <w:rsid w:val="00320F46"/>
    <w:rsid w:val="00320F68"/>
    <w:rsid w:val="0032148B"/>
    <w:rsid w:val="00321858"/>
    <w:rsid w:val="00321E05"/>
    <w:rsid w:val="00321FDF"/>
    <w:rsid w:val="00322202"/>
    <w:rsid w:val="003223B4"/>
    <w:rsid w:val="003226F1"/>
    <w:rsid w:val="0032280E"/>
    <w:rsid w:val="00322A79"/>
    <w:rsid w:val="00322D98"/>
    <w:rsid w:val="00322DBB"/>
    <w:rsid w:val="0032305E"/>
    <w:rsid w:val="00323C1E"/>
    <w:rsid w:val="00323C2C"/>
    <w:rsid w:val="00323CC2"/>
    <w:rsid w:val="003248D9"/>
    <w:rsid w:val="00324910"/>
    <w:rsid w:val="0032494D"/>
    <w:rsid w:val="00324BBA"/>
    <w:rsid w:val="00324BEA"/>
    <w:rsid w:val="003251AD"/>
    <w:rsid w:val="003253B5"/>
    <w:rsid w:val="00325651"/>
    <w:rsid w:val="00325879"/>
    <w:rsid w:val="00325A22"/>
    <w:rsid w:val="00325B80"/>
    <w:rsid w:val="00326135"/>
    <w:rsid w:val="0032641E"/>
    <w:rsid w:val="00326456"/>
    <w:rsid w:val="00326822"/>
    <w:rsid w:val="00326C10"/>
    <w:rsid w:val="00326E51"/>
    <w:rsid w:val="00327035"/>
    <w:rsid w:val="00327191"/>
    <w:rsid w:val="00327286"/>
    <w:rsid w:val="00327D72"/>
    <w:rsid w:val="00327ED0"/>
    <w:rsid w:val="0033009E"/>
    <w:rsid w:val="00330279"/>
    <w:rsid w:val="003302C0"/>
    <w:rsid w:val="00330435"/>
    <w:rsid w:val="0033059E"/>
    <w:rsid w:val="00330F0D"/>
    <w:rsid w:val="0033159E"/>
    <w:rsid w:val="00331B28"/>
    <w:rsid w:val="003320E9"/>
    <w:rsid w:val="003321D1"/>
    <w:rsid w:val="003339FB"/>
    <w:rsid w:val="0033443F"/>
    <w:rsid w:val="0033444D"/>
    <w:rsid w:val="003345A1"/>
    <w:rsid w:val="00334902"/>
    <w:rsid w:val="00335186"/>
    <w:rsid w:val="0033553B"/>
    <w:rsid w:val="00335C80"/>
    <w:rsid w:val="00335CE6"/>
    <w:rsid w:val="00335D83"/>
    <w:rsid w:val="00336504"/>
    <w:rsid w:val="003369A2"/>
    <w:rsid w:val="003369A4"/>
    <w:rsid w:val="003369CA"/>
    <w:rsid w:val="003370DB"/>
    <w:rsid w:val="00337395"/>
    <w:rsid w:val="003374CE"/>
    <w:rsid w:val="00337648"/>
    <w:rsid w:val="00337818"/>
    <w:rsid w:val="003378FF"/>
    <w:rsid w:val="00337D76"/>
    <w:rsid w:val="0034025D"/>
    <w:rsid w:val="003406BB"/>
    <w:rsid w:val="00340851"/>
    <w:rsid w:val="0034087C"/>
    <w:rsid w:val="003409C9"/>
    <w:rsid w:val="00340D28"/>
    <w:rsid w:val="00340F95"/>
    <w:rsid w:val="003410B9"/>
    <w:rsid w:val="0034120F"/>
    <w:rsid w:val="003415F5"/>
    <w:rsid w:val="00341B52"/>
    <w:rsid w:val="00341CF2"/>
    <w:rsid w:val="00341D08"/>
    <w:rsid w:val="00341E6E"/>
    <w:rsid w:val="00341F6E"/>
    <w:rsid w:val="00342262"/>
    <w:rsid w:val="003427F0"/>
    <w:rsid w:val="003429E8"/>
    <w:rsid w:val="00342D61"/>
    <w:rsid w:val="00342F74"/>
    <w:rsid w:val="003431E8"/>
    <w:rsid w:val="00343216"/>
    <w:rsid w:val="00343727"/>
    <w:rsid w:val="0034395D"/>
    <w:rsid w:val="00344268"/>
    <w:rsid w:val="003443F8"/>
    <w:rsid w:val="0034454C"/>
    <w:rsid w:val="00344DFD"/>
    <w:rsid w:val="00344F80"/>
    <w:rsid w:val="00344FD7"/>
    <w:rsid w:val="0034502B"/>
    <w:rsid w:val="00345277"/>
    <w:rsid w:val="0034529F"/>
    <w:rsid w:val="003452C5"/>
    <w:rsid w:val="003453CF"/>
    <w:rsid w:val="00345511"/>
    <w:rsid w:val="003455B6"/>
    <w:rsid w:val="0034567D"/>
    <w:rsid w:val="0034580E"/>
    <w:rsid w:val="00345931"/>
    <w:rsid w:val="0034599F"/>
    <w:rsid w:val="00345A8D"/>
    <w:rsid w:val="00345C55"/>
    <w:rsid w:val="00345C97"/>
    <w:rsid w:val="0034611A"/>
    <w:rsid w:val="00346830"/>
    <w:rsid w:val="003470D8"/>
    <w:rsid w:val="00347D50"/>
    <w:rsid w:val="00347D61"/>
    <w:rsid w:val="00350675"/>
    <w:rsid w:val="003509B3"/>
    <w:rsid w:val="00350A08"/>
    <w:rsid w:val="00350DEF"/>
    <w:rsid w:val="00350F3C"/>
    <w:rsid w:val="003512C9"/>
    <w:rsid w:val="00351CC4"/>
    <w:rsid w:val="00351F41"/>
    <w:rsid w:val="003523D3"/>
    <w:rsid w:val="00352785"/>
    <w:rsid w:val="00352A36"/>
    <w:rsid w:val="00352BAD"/>
    <w:rsid w:val="00352F6C"/>
    <w:rsid w:val="003531B9"/>
    <w:rsid w:val="00353421"/>
    <w:rsid w:val="00353452"/>
    <w:rsid w:val="003534A8"/>
    <w:rsid w:val="00353E1B"/>
    <w:rsid w:val="003540F2"/>
    <w:rsid w:val="00354257"/>
    <w:rsid w:val="0035426B"/>
    <w:rsid w:val="00354331"/>
    <w:rsid w:val="00354580"/>
    <w:rsid w:val="003546C1"/>
    <w:rsid w:val="00354AAF"/>
    <w:rsid w:val="00354CAD"/>
    <w:rsid w:val="00354DD2"/>
    <w:rsid w:val="003551FB"/>
    <w:rsid w:val="003555E5"/>
    <w:rsid w:val="00355705"/>
    <w:rsid w:val="00355A96"/>
    <w:rsid w:val="00355CC5"/>
    <w:rsid w:val="00355DAE"/>
    <w:rsid w:val="003562AE"/>
    <w:rsid w:val="003562E2"/>
    <w:rsid w:val="00356866"/>
    <w:rsid w:val="00356BCC"/>
    <w:rsid w:val="00356D2E"/>
    <w:rsid w:val="00356DED"/>
    <w:rsid w:val="00357001"/>
    <w:rsid w:val="00357114"/>
    <w:rsid w:val="003572DC"/>
    <w:rsid w:val="003573D0"/>
    <w:rsid w:val="003575B3"/>
    <w:rsid w:val="00357644"/>
    <w:rsid w:val="003579CA"/>
    <w:rsid w:val="00357B72"/>
    <w:rsid w:val="00357EAE"/>
    <w:rsid w:val="00360402"/>
    <w:rsid w:val="0036059D"/>
    <w:rsid w:val="00360775"/>
    <w:rsid w:val="00360977"/>
    <w:rsid w:val="00360B99"/>
    <w:rsid w:val="00360C88"/>
    <w:rsid w:val="00360D59"/>
    <w:rsid w:val="0036112B"/>
    <w:rsid w:val="0036173B"/>
    <w:rsid w:val="003618E9"/>
    <w:rsid w:val="003619B7"/>
    <w:rsid w:val="00361B09"/>
    <w:rsid w:val="00361C89"/>
    <w:rsid w:val="00361CA2"/>
    <w:rsid w:val="003620C9"/>
    <w:rsid w:val="003622FF"/>
    <w:rsid w:val="00362322"/>
    <w:rsid w:val="003627D4"/>
    <w:rsid w:val="00362E38"/>
    <w:rsid w:val="00362EBF"/>
    <w:rsid w:val="0036302B"/>
    <w:rsid w:val="003630C1"/>
    <w:rsid w:val="003632A0"/>
    <w:rsid w:val="003633D2"/>
    <w:rsid w:val="00363664"/>
    <w:rsid w:val="003638BC"/>
    <w:rsid w:val="00363C2D"/>
    <w:rsid w:val="00364157"/>
    <w:rsid w:val="00364291"/>
    <w:rsid w:val="00364451"/>
    <w:rsid w:val="003648B6"/>
    <w:rsid w:val="00364B01"/>
    <w:rsid w:val="00364E6C"/>
    <w:rsid w:val="00364FAE"/>
    <w:rsid w:val="003655E4"/>
    <w:rsid w:val="00365EFB"/>
    <w:rsid w:val="00365FB9"/>
    <w:rsid w:val="003663B8"/>
    <w:rsid w:val="00366743"/>
    <w:rsid w:val="00366A7B"/>
    <w:rsid w:val="00366F0A"/>
    <w:rsid w:val="00367048"/>
    <w:rsid w:val="00367666"/>
    <w:rsid w:val="00367C7B"/>
    <w:rsid w:val="00367ECE"/>
    <w:rsid w:val="0037032C"/>
    <w:rsid w:val="0037073F"/>
    <w:rsid w:val="00370EBD"/>
    <w:rsid w:val="0037156A"/>
    <w:rsid w:val="003715DA"/>
    <w:rsid w:val="00371809"/>
    <w:rsid w:val="00371817"/>
    <w:rsid w:val="00371957"/>
    <w:rsid w:val="003719AA"/>
    <w:rsid w:val="00371BC3"/>
    <w:rsid w:val="00371C05"/>
    <w:rsid w:val="00371E0F"/>
    <w:rsid w:val="00371F58"/>
    <w:rsid w:val="00372574"/>
    <w:rsid w:val="003726A4"/>
    <w:rsid w:val="003728AC"/>
    <w:rsid w:val="00372A48"/>
    <w:rsid w:val="00372AFA"/>
    <w:rsid w:val="00372EB3"/>
    <w:rsid w:val="00373450"/>
    <w:rsid w:val="0037367E"/>
    <w:rsid w:val="00373F81"/>
    <w:rsid w:val="003742BA"/>
    <w:rsid w:val="003742BC"/>
    <w:rsid w:val="00374678"/>
    <w:rsid w:val="00374C82"/>
    <w:rsid w:val="00374EB6"/>
    <w:rsid w:val="00375AEE"/>
    <w:rsid w:val="00375EA9"/>
    <w:rsid w:val="00376224"/>
    <w:rsid w:val="003764DD"/>
    <w:rsid w:val="00377351"/>
    <w:rsid w:val="003773E5"/>
    <w:rsid w:val="003778DF"/>
    <w:rsid w:val="00377902"/>
    <w:rsid w:val="00377999"/>
    <w:rsid w:val="0038025B"/>
    <w:rsid w:val="0038044B"/>
    <w:rsid w:val="00380AF7"/>
    <w:rsid w:val="00380BE4"/>
    <w:rsid w:val="00380D99"/>
    <w:rsid w:val="00380F27"/>
    <w:rsid w:val="00381A01"/>
    <w:rsid w:val="00381AA3"/>
    <w:rsid w:val="00381E9A"/>
    <w:rsid w:val="00381EBA"/>
    <w:rsid w:val="00381F51"/>
    <w:rsid w:val="00382017"/>
    <w:rsid w:val="00382230"/>
    <w:rsid w:val="003823B6"/>
    <w:rsid w:val="003824A6"/>
    <w:rsid w:val="00382908"/>
    <w:rsid w:val="00383420"/>
    <w:rsid w:val="00383477"/>
    <w:rsid w:val="003834D3"/>
    <w:rsid w:val="0038381F"/>
    <w:rsid w:val="003838C5"/>
    <w:rsid w:val="00383BED"/>
    <w:rsid w:val="00383C7F"/>
    <w:rsid w:val="00384378"/>
    <w:rsid w:val="003844FC"/>
    <w:rsid w:val="00384524"/>
    <w:rsid w:val="003849DB"/>
    <w:rsid w:val="00384ED6"/>
    <w:rsid w:val="00385095"/>
    <w:rsid w:val="003850DB"/>
    <w:rsid w:val="00385104"/>
    <w:rsid w:val="0038576D"/>
    <w:rsid w:val="0038584C"/>
    <w:rsid w:val="00385B38"/>
    <w:rsid w:val="00385C26"/>
    <w:rsid w:val="00385CB4"/>
    <w:rsid w:val="00385F25"/>
    <w:rsid w:val="003861C4"/>
    <w:rsid w:val="003861CC"/>
    <w:rsid w:val="003864ED"/>
    <w:rsid w:val="0038650E"/>
    <w:rsid w:val="00386F2F"/>
    <w:rsid w:val="00386FE5"/>
    <w:rsid w:val="003874B7"/>
    <w:rsid w:val="0038767C"/>
    <w:rsid w:val="00387984"/>
    <w:rsid w:val="00387AFB"/>
    <w:rsid w:val="00387F62"/>
    <w:rsid w:val="003902AC"/>
    <w:rsid w:val="003903F4"/>
    <w:rsid w:val="00390C8E"/>
    <w:rsid w:val="00390E77"/>
    <w:rsid w:val="00390F0F"/>
    <w:rsid w:val="00391471"/>
    <w:rsid w:val="0039147B"/>
    <w:rsid w:val="003919B5"/>
    <w:rsid w:val="00391A4C"/>
    <w:rsid w:val="00391CC2"/>
    <w:rsid w:val="00391CF6"/>
    <w:rsid w:val="00391D97"/>
    <w:rsid w:val="00392437"/>
    <w:rsid w:val="00392854"/>
    <w:rsid w:val="00392C51"/>
    <w:rsid w:val="00392D22"/>
    <w:rsid w:val="0039338A"/>
    <w:rsid w:val="00393F27"/>
    <w:rsid w:val="00394187"/>
    <w:rsid w:val="003947E5"/>
    <w:rsid w:val="00394C97"/>
    <w:rsid w:val="00394DCB"/>
    <w:rsid w:val="00394EEC"/>
    <w:rsid w:val="00394F36"/>
    <w:rsid w:val="00394FFC"/>
    <w:rsid w:val="0039525C"/>
    <w:rsid w:val="003954C7"/>
    <w:rsid w:val="003955E7"/>
    <w:rsid w:val="003958A5"/>
    <w:rsid w:val="003958FF"/>
    <w:rsid w:val="00395A18"/>
    <w:rsid w:val="00395A1A"/>
    <w:rsid w:val="00395C89"/>
    <w:rsid w:val="003960C1"/>
    <w:rsid w:val="00396446"/>
    <w:rsid w:val="00396A20"/>
    <w:rsid w:val="00396BE1"/>
    <w:rsid w:val="00396E0A"/>
    <w:rsid w:val="00396E40"/>
    <w:rsid w:val="00396E4D"/>
    <w:rsid w:val="00397077"/>
    <w:rsid w:val="00397233"/>
    <w:rsid w:val="003972AB"/>
    <w:rsid w:val="00397E19"/>
    <w:rsid w:val="003A021E"/>
    <w:rsid w:val="003A024F"/>
    <w:rsid w:val="003A04DA"/>
    <w:rsid w:val="003A103E"/>
    <w:rsid w:val="003A137A"/>
    <w:rsid w:val="003A1EC1"/>
    <w:rsid w:val="003A1EF2"/>
    <w:rsid w:val="003A2308"/>
    <w:rsid w:val="003A2B3B"/>
    <w:rsid w:val="003A2C71"/>
    <w:rsid w:val="003A2DBB"/>
    <w:rsid w:val="003A3184"/>
    <w:rsid w:val="003A3A50"/>
    <w:rsid w:val="003A3A93"/>
    <w:rsid w:val="003A3D35"/>
    <w:rsid w:val="003A43B7"/>
    <w:rsid w:val="003A4487"/>
    <w:rsid w:val="003A4620"/>
    <w:rsid w:val="003A49C1"/>
    <w:rsid w:val="003A547F"/>
    <w:rsid w:val="003A58AF"/>
    <w:rsid w:val="003A5ADD"/>
    <w:rsid w:val="003A5AFD"/>
    <w:rsid w:val="003A5D3E"/>
    <w:rsid w:val="003A5EE8"/>
    <w:rsid w:val="003A6129"/>
    <w:rsid w:val="003A61B9"/>
    <w:rsid w:val="003A62C9"/>
    <w:rsid w:val="003A6907"/>
    <w:rsid w:val="003A6C94"/>
    <w:rsid w:val="003A6FBF"/>
    <w:rsid w:val="003A7152"/>
    <w:rsid w:val="003A72F2"/>
    <w:rsid w:val="003A741B"/>
    <w:rsid w:val="003A755C"/>
    <w:rsid w:val="003A799B"/>
    <w:rsid w:val="003A7AD4"/>
    <w:rsid w:val="003A7E9D"/>
    <w:rsid w:val="003B0522"/>
    <w:rsid w:val="003B094F"/>
    <w:rsid w:val="003B0E0D"/>
    <w:rsid w:val="003B0FD4"/>
    <w:rsid w:val="003B102D"/>
    <w:rsid w:val="003B11FB"/>
    <w:rsid w:val="003B131D"/>
    <w:rsid w:val="003B1847"/>
    <w:rsid w:val="003B1D2D"/>
    <w:rsid w:val="003B1EDD"/>
    <w:rsid w:val="003B2727"/>
    <w:rsid w:val="003B284E"/>
    <w:rsid w:val="003B2926"/>
    <w:rsid w:val="003B2B83"/>
    <w:rsid w:val="003B2E72"/>
    <w:rsid w:val="003B2F08"/>
    <w:rsid w:val="003B3167"/>
    <w:rsid w:val="003B3275"/>
    <w:rsid w:val="003B3899"/>
    <w:rsid w:val="003B3C3B"/>
    <w:rsid w:val="003B40AF"/>
    <w:rsid w:val="003B43EF"/>
    <w:rsid w:val="003B4631"/>
    <w:rsid w:val="003B4697"/>
    <w:rsid w:val="003B4C39"/>
    <w:rsid w:val="003B5212"/>
    <w:rsid w:val="003B5681"/>
    <w:rsid w:val="003B56F7"/>
    <w:rsid w:val="003B59E6"/>
    <w:rsid w:val="003B5F78"/>
    <w:rsid w:val="003B60D6"/>
    <w:rsid w:val="003B613E"/>
    <w:rsid w:val="003B67F7"/>
    <w:rsid w:val="003B6924"/>
    <w:rsid w:val="003B6E32"/>
    <w:rsid w:val="003B70FF"/>
    <w:rsid w:val="003B723F"/>
    <w:rsid w:val="003B73E0"/>
    <w:rsid w:val="003B74FE"/>
    <w:rsid w:val="003B76B8"/>
    <w:rsid w:val="003B773E"/>
    <w:rsid w:val="003C01F6"/>
    <w:rsid w:val="003C035C"/>
    <w:rsid w:val="003C0590"/>
    <w:rsid w:val="003C0756"/>
    <w:rsid w:val="003C07A7"/>
    <w:rsid w:val="003C07CB"/>
    <w:rsid w:val="003C085A"/>
    <w:rsid w:val="003C087A"/>
    <w:rsid w:val="003C0CE3"/>
    <w:rsid w:val="003C1155"/>
    <w:rsid w:val="003C179F"/>
    <w:rsid w:val="003C1C51"/>
    <w:rsid w:val="003C2186"/>
    <w:rsid w:val="003C22F4"/>
    <w:rsid w:val="003C23A6"/>
    <w:rsid w:val="003C24A3"/>
    <w:rsid w:val="003C250F"/>
    <w:rsid w:val="003C2779"/>
    <w:rsid w:val="003C2A5D"/>
    <w:rsid w:val="003C2B6C"/>
    <w:rsid w:val="003C2BAB"/>
    <w:rsid w:val="003C32AC"/>
    <w:rsid w:val="003C3615"/>
    <w:rsid w:val="003C3857"/>
    <w:rsid w:val="003C3FA5"/>
    <w:rsid w:val="003C40B4"/>
    <w:rsid w:val="003C47D8"/>
    <w:rsid w:val="003C491D"/>
    <w:rsid w:val="003C530E"/>
    <w:rsid w:val="003C5ED2"/>
    <w:rsid w:val="003C6541"/>
    <w:rsid w:val="003C68E4"/>
    <w:rsid w:val="003C6905"/>
    <w:rsid w:val="003C6CE3"/>
    <w:rsid w:val="003C6FDD"/>
    <w:rsid w:val="003C7352"/>
    <w:rsid w:val="003C7453"/>
    <w:rsid w:val="003C7727"/>
    <w:rsid w:val="003C7981"/>
    <w:rsid w:val="003C7A25"/>
    <w:rsid w:val="003D0417"/>
    <w:rsid w:val="003D09A7"/>
    <w:rsid w:val="003D0BEA"/>
    <w:rsid w:val="003D11CD"/>
    <w:rsid w:val="003D15D5"/>
    <w:rsid w:val="003D1AE2"/>
    <w:rsid w:val="003D1E07"/>
    <w:rsid w:val="003D1E32"/>
    <w:rsid w:val="003D1FA8"/>
    <w:rsid w:val="003D29CF"/>
    <w:rsid w:val="003D29EF"/>
    <w:rsid w:val="003D2A17"/>
    <w:rsid w:val="003D2A63"/>
    <w:rsid w:val="003D3106"/>
    <w:rsid w:val="003D378D"/>
    <w:rsid w:val="003D39E6"/>
    <w:rsid w:val="003D3DF1"/>
    <w:rsid w:val="003D450D"/>
    <w:rsid w:val="003D45DF"/>
    <w:rsid w:val="003D49CF"/>
    <w:rsid w:val="003D4E48"/>
    <w:rsid w:val="003D502C"/>
    <w:rsid w:val="003D521B"/>
    <w:rsid w:val="003D537B"/>
    <w:rsid w:val="003D5398"/>
    <w:rsid w:val="003D59CC"/>
    <w:rsid w:val="003D5AD8"/>
    <w:rsid w:val="003D5B71"/>
    <w:rsid w:val="003D5C87"/>
    <w:rsid w:val="003D5D01"/>
    <w:rsid w:val="003D65EB"/>
    <w:rsid w:val="003D6A08"/>
    <w:rsid w:val="003D6BA8"/>
    <w:rsid w:val="003D70EC"/>
    <w:rsid w:val="003D743A"/>
    <w:rsid w:val="003D76B5"/>
    <w:rsid w:val="003D78CC"/>
    <w:rsid w:val="003D7BA0"/>
    <w:rsid w:val="003D7D5C"/>
    <w:rsid w:val="003E01E3"/>
    <w:rsid w:val="003E0374"/>
    <w:rsid w:val="003E052B"/>
    <w:rsid w:val="003E05CE"/>
    <w:rsid w:val="003E0616"/>
    <w:rsid w:val="003E075F"/>
    <w:rsid w:val="003E0CDB"/>
    <w:rsid w:val="003E1342"/>
    <w:rsid w:val="003E1906"/>
    <w:rsid w:val="003E1C97"/>
    <w:rsid w:val="003E22EE"/>
    <w:rsid w:val="003E2395"/>
    <w:rsid w:val="003E23E3"/>
    <w:rsid w:val="003E23F2"/>
    <w:rsid w:val="003E25D5"/>
    <w:rsid w:val="003E2B9A"/>
    <w:rsid w:val="003E2CC4"/>
    <w:rsid w:val="003E2F22"/>
    <w:rsid w:val="003E31B5"/>
    <w:rsid w:val="003E31EB"/>
    <w:rsid w:val="003E3704"/>
    <w:rsid w:val="003E384E"/>
    <w:rsid w:val="003E38A1"/>
    <w:rsid w:val="003E3AC9"/>
    <w:rsid w:val="003E3AEB"/>
    <w:rsid w:val="003E3E15"/>
    <w:rsid w:val="003E42D0"/>
    <w:rsid w:val="003E43AB"/>
    <w:rsid w:val="003E4D42"/>
    <w:rsid w:val="003E50D9"/>
    <w:rsid w:val="003E53DF"/>
    <w:rsid w:val="003E55FE"/>
    <w:rsid w:val="003E5640"/>
    <w:rsid w:val="003E5662"/>
    <w:rsid w:val="003E58B7"/>
    <w:rsid w:val="003E5CDD"/>
    <w:rsid w:val="003E5CF3"/>
    <w:rsid w:val="003E5FBD"/>
    <w:rsid w:val="003E6109"/>
    <w:rsid w:val="003E63ED"/>
    <w:rsid w:val="003E7DFA"/>
    <w:rsid w:val="003F002D"/>
    <w:rsid w:val="003F00E3"/>
    <w:rsid w:val="003F033B"/>
    <w:rsid w:val="003F03DB"/>
    <w:rsid w:val="003F068F"/>
    <w:rsid w:val="003F086C"/>
    <w:rsid w:val="003F0C2F"/>
    <w:rsid w:val="003F0F34"/>
    <w:rsid w:val="003F0F7A"/>
    <w:rsid w:val="003F1340"/>
    <w:rsid w:val="003F146A"/>
    <w:rsid w:val="003F1733"/>
    <w:rsid w:val="003F182B"/>
    <w:rsid w:val="003F1CE8"/>
    <w:rsid w:val="003F2046"/>
    <w:rsid w:val="003F272D"/>
    <w:rsid w:val="003F2D10"/>
    <w:rsid w:val="003F3317"/>
    <w:rsid w:val="003F3784"/>
    <w:rsid w:val="003F37BE"/>
    <w:rsid w:val="003F3825"/>
    <w:rsid w:val="003F3917"/>
    <w:rsid w:val="003F4032"/>
    <w:rsid w:val="003F4093"/>
    <w:rsid w:val="003F418E"/>
    <w:rsid w:val="003F470C"/>
    <w:rsid w:val="003F4DCB"/>
    <w:rsid w:val="003F5049"/>
    <w:rsid w:val="003F5275"/>
    <w:rsid w:val="003F6286"/>
    <w:rsid w:val="003F64B1"/>
    <w:rsid w:val="003F7057"/>
    <w:rsid w:val="003F757B"/>
    <w:rsid w:val="003F7A26"/>
    <w:rsid w:val="003F7AF0"/>
    <w:rsid w:val="003F7D26"/>
    <w:rsid w:val="0040037D"/>
    <w:rsid w:val="0040070E"/>
    <w:rsid w:val="004007A9"/>
    <w:rsid w:val="00400A5A"/>
    <w:rsid w:val="00400F63"/>
    <w:rsid w:val="00401368"/>
    <w:rsid w:val="00402984"/>
    <w:rsid w:val="00402DB1"/>
    <w:rsid w:val="004031C3"/>
    <w:rsid w:val="0040328D"/>
    <w:rsid w:val="00403A39"/>
    <w:rsid w:val="00403A43"/>
    <w:rsid w:val="00403A53"/>
    <w:rsid w:val="00403A93"/>
    <w:rsid w:val="0040449A"/>
    <w:rsid w:val="004046B5"/>
    <w:rsid w:val="00404A4C"/>
    <w:rsid w:val="00404DC8"/>
    <w:rsid w:val="004051C0"/>
    <w:rsid w:val="004053A8"/>
    <w:rsid w:val="00405490"/>
    <w:rsid w:val="00405A18"/>
    <w:rsid w:val="00405AD9"/>
    <w:rsid w:val="004063AE"/>
    <w:rsid w:val="004066DF"/>
    <w:rsid w:val="00406A1F"/>
    <w:rsid w:val="00406EDC"/>
    <w:rsid w:val="00407DC3"/>
    <w:rsid w:val="00410940"/>
    <w:rsid w:val="00410BEF"/>
    <w:rsid w:val="00410C44"/>
    <w:rsid w:val="00410D97"/>
    <w:rsid w:val="0041131D"/>
    <w:rsid w:val="0041151C"/>
    <w:rsid w:val="00411592"/>
    <w:rsid w:val="00411674"/>
    <w:rsid w:val="0041193D"/>
    <w:rsid w:val="00411DDD"/>
    <w:rsid w:val="00411EB8"/>
    <w:rsid w:val="00411FEE"/>
    <w:rsid w:val="00412623"/>
    <w:rsid w:val="004127E0"/>
    <w:rsid w:val="004128C1"/>
    <w:rsid w:val="00412AFE"/>
    <w:rsid w:val="004130CA"/>
    <w:rsid w:val="00413796"/>
    <w:rsid w:val="00413FA9"/>
    <w:rsid w:val="0041412C"/>
    <w:rsid w:val="004144C5"/>
    <w:rsid w:val="00414891"/>
    <w:rsid w:val="00414899"/>
    <w:rsid w:val="004149B0"/>
    <w:rsid w:val="00414CFC"/>
    <w:rsid w:val="0041516F"/>
    <w:rsid w:val="00415266"/>
    <w:rsid w:val="00415316"/>
    <w:rsid w:val="004157B3"/>
    <w:rsid w:val="004158B3"/>
    <w:rsid w:val="004159C8"/>
    <w:rsid w:val="00415B1B"/>
    <w:rsid w:val="00415FAE"/>
    <w:rsid w:val="004160D0"/>
    <w:rsid w:val="004163F0"/>
    <w:rsid w:val="004165BD"/>
    <w:rsid w:val="004172F0"/>
    <w:rsid w:val="0041757C"/>
    <w:rsid w:val="00417778"/>
    <w:rsid w:val="00417984"/>
    <w:rsid w:val="004200B2"/>
    <w:rsid w:val="004203CB"/>
    <w:rsid w:val="004209B1"/>
    <w:rsid w:val="004209D1"/>
    <w:rsid w:val="00420ADA"/>
    <w:rsid w:val="00420DAE"/>
    <w:rsid w:val="00420F9A"/>
    <w:rsid w:val="00421314"/>
    <w:rsid w:val="004215D6"/>
    <w:rsid w:val="00421EA5"/>
    <w:rsid w:val="004223DD"/>
    <w:rsid w:val="004224A2"/>
    <w:rsid w:val="00423057"/>
    <w:rsid w:val="00423DAE"/>
    <w:rsid w:val="00423DBF"/>
    <w:rsid w:val="00423EDA"/>
    <w:rsid w:val="00424023"/>
    <w:rsid w:val="00424046"/>
    <w:rsid w:val="004243BF"/>
    <w:rsid w:val="0042512C"/>
    <w:rsid w:val="0042512E"/>
    <w:rsid w:val="0042513C"/>
    <w:rsid w:val="00425252"/>
    <w:rsid w:val="00425A57"/>
    <w:rsid w:val="00425E6B"/>
    <w:rsid w:val="004261C5"/>
    <w:rsid w:val="0042627A"/>
    <w:rsid w:val="0042644F"/>
    <w:rsid w:val="004268BA"/>
    <w:rsid w:val="00426C6D"/>
    <w:rsid w:val="00426D11"/>
    <w:rsid w:val="00426F70"/>
    <w:rsid w:val="00427485"/>
    <w:rsid w:val="00427651"/>
    <w:rsid w:val="00427A09"/>
    <w:rsid w:val="00427BE1"/>
    <w:rsid w:val="00430127"/>
    <w:rsid w:val="00430546"/>
    <w:rsid w:val="00430BD9"/>
    <w:rsid w:val="00430BF3"/>
    <w:rsid w:val="00430CF0"/>
    <w:rsid w:val="00431752"/>
    <w:rsid w:val="00431ED6"/>
    <w:rsid w:val="004320DB"/>
    <w:rsid w:val="0043216A"/>
    <w:rsid w:val="00432194"/>
    <w:rsid w:val="0043244A"/>
    <w:rsid w:val="004325C5"/>
    <w:rsid w:val="0043363E"/>
    <w:rsid w:val="0043367C"/>
    <w:rsid w:val="00433708"/>
    <w:rsid w:val="00433A4A"/>
    <w:rsid w:val="00433ACD"/>
    <w:rsid w:val="00433B18"/>
    <w:rsid w:val="00433C04"/>
    <w:rsid w:val="00434047"/>
    <w:rsid w:val="004340C3"/>
    <w:rsid w:val="004340E8"/>
    <w:rsid w:val="00434229"/>
    <w:rsid w:val="0043473F"/>
    <w:rsid w:val="00434990"/>
    <w:rsid w:val="00434D24"/>
    <w:rsid w:val="00434E28"/>
    <w:rsid w:val="004353B3"/>
    <w:rsid w:val="004355D3"/>
    <w:rsid w:val="004359BC"/>
    <w:rsid w:val="00435B67"/>
    <w:rsid w:val="0043689B"/>
    <w:rsid w:val="00436CAA"/>
    <w:rsid w:val="00437D43"/>
    <w:rsid w:val="004403C8"/>
    <w:rsid w:val="00440A19"/>
    <w:rsid w:val="00440E46"/>
    <w:rsid w:val="00440F75"/>
    <w:rsid w:val="00441025"/>
    <w:rsid w:val="0044114F"/>
    <w:rsid w:val="0044135A"/>
    <w:rsid w:val="0044160C"/>
    <w:rsid w:val="0044187A"/>
    <w:rsid w:val="00441A74"/>
    <w:rsid w:val="00441DF8"/>
    <w:rsid w:val="004423A7"/>
    <w:rsid w:val="00442424"/>
    <w:rsid w:val="0044260D"/>
    <w:rsid w:val="00442C86"/>
    <w:rsid w:val="00443574"/>
    <w:rsid w:val="0044375C"/>
    <w:rsid w:val="00443920"/>
    <w:rsid w:val="00443991"/>
    <w:rsid w:val="00443B60"/>
    <w:rsid w:val="00443C09"/>
    <w:rsid w:val="00443CF9"/>
    <w:rsid w:val="00443DAB"/>
    <w:rsid w:val="00443F46"/>
    <w:rsid w:val="00443FE6"/>
    <w:rsid w:val="004443E9"/>
    <w:rsid w:val="0044453D"/>
    <w:rsid w:val="00444796"/>
    <w:rsid w:val="004447A5"/>
    <w:rsid w:val="00444D2A"/>
    <w:rsid w:val="00444EF5"/>
    <w:rsid w:val="004454B5"/>
    <w:rsid w:val="004458DA"/>
    <w:rsid w:val="00445AE6"/>
    <w:rsid w:val="00445F1D"/>
    <w:rsid w:val="0044600E"/>
    <w:rsid w:val="00446036"/>
    <w:rsid w:val="0044603B"/>
    <w:rsid w:val="00446AA5"/>
    <w:rsid w:val="00446F83"/>
    <w:rsid w:val="00446FC2"/>
    <w:rsid w:val="00447405"/>
    <w:rsid w:val="0044787F"/>
    <w:rsid w:val="00447890"/>
    <w:rsid w:val="004479C7"/>
    <w:rsid w:val="00447AD7"/>
    <w:rsid w:val="00447D5E"/>
    <w:rsid w:val="00450748"/>
    <w:rsid w:val="004508BA"/>
    <w:rsid w:val="004509B1"/>
    <w:rsid w:val="004509C6"/>
    <w:rsid w:val="00450AB2"/>
    <w:rsid w:val="00450B70"/>
    <w:rsid w:val="004512BA"/>
    <w:rsid w:val="0045168A"/>
    <w:rsid w:val="00451AF8"/>
    <w:rsid w:val="00451BAE"/>
    <w:rsid w:val="00451D3C"/>
    <w:rsid w:val="00451D3F"/>
    <w:rsid w:val="00451E83"/>
    <w:rsid w:val="00451EB0"/>
    <w:rsid w:val="00451F6C"/>
    <w:rsid w:val="00451F85"/>
    <w:rsid w:val="004521EB"/>
    <w:rsid w:val="00452273"/>
    <w:rsid w:val="004529CC"/>
    <w:rsid w:val="00452A96"/>
    <w:rsid w:val="00452A9E"/>
    <w:rsid w:val="00452B5D"/>
    <w:rsid w:val="00452C2D"/>
    <w:rsid w:val="004530D3"/>
    <w:rsid w:val="00453316"/>
    <w:rsid w:val="00453572"/>
    <w:rsid w:val="004540AB"/>
    <w:rsid w:val="0045438C"/>
    <w:rsid w:val="004543E4"/>
    <w:rsid w:val="00454CE6"/>
    <w:rsid w:val="00454D18"/>
    <w:rsid w:val="00454DBF"/>
    <w:rsid w:val="00455201"/>
    <w:rsid w:val="0045534A"/>
    <w:rsid w:val="004558CE"/>
    <w:rsid w:val="004562E2"/>
    <w:rsid w:val="004565AC"/>
    <w:rsid w:val="00456A46"/>
    <w:rsid w:val="00456AEB"/>
    <w:rsid w:val="00457085"/>
    <w:rsid w:val="00457292"/>
    <w:rsid w:val="00457555"/>
    <w:rsid w:val="0045765D"/>
    <w:rsid w:val="00457ACC"/>
    <w:rsid w:val="00457F16"/>
    <w:rsid w:val="004600A8"/>
    <w:rsid w:val="004602BF"/>
    <w:rsid w:val="004607E0"/>
    <w:rsid w:val="00461569"/>
    <w:rsid w:val="004616ED"/>
    <w:rsid w:val="004617C5"/>
    <w:rsid w:val="00461B67"/>
    <w:rsid w:val="004620CD"/>
    <w:rsid w:val="00462690"/>
    <w:rsid w:val="00462695"/>
    <w:rsid w:val="00462947"/>
    <w:rsid w:val="00462A69"/>
    <w:rsid w:val="00462B2B"/>
    <w:rsid w:val="00462E45"/>
    <w:rsid w:val="00462FAA"/>
    <w:rsid w:val="0046348A"/>
    <w:rsid w:val="0046390E"/>
    <w:rsid w:val="00463A60"/>
    <w:rsid w:val="00463B69"/>
    <w:rsid w:val="00463C4B"/>
    <w:rsid w:val="00463E07"/>
    <w:rsid w:val="00463F84"/>
    <w:rsid w:val="00464495"/>
    <w:rsid w:val="004646C9"/>
    <w:rsid w:val="004646EA"/>
    <w:rsid w:val="00464778"/>
    <w:rsid w:val="004647C9"/>
    <w:rsid w:val="00464EE4"/>
    <w:rsid w:val="00464FF3"/>
    <w:rsid w:val="0046540F"/>
    <w:rsid w:val="00465564"/>
    <w:rsid w:val="00465648"/>
    <w:rsid w:val="004657D4"/>
    <w:rsid w:val="00465A16"/>
    <w:rsid w:val="00466472"/>
    <w:rsid w:val="004669DE"/>
    <w:rsid w:val="00466CFA"/>
    <w:rsid w:val="004674B4"/>
    <w:rsid w:val="0046777B"/>
    <w:rsid w:val="00467951"/>
    <w:rsid w:val="00467A5C"/>
    <w:rsid w:val="00470121"/>
    <w:rsid w:val="00470B62"/>
    <w:rsid w:val="0047137D"/>
    <w:rsid w:val="00471458"/>
    <w:rsid w:val="004716B3"/>
    <w:rsid w:val="00471853"/>
    <w:rsid w:val="00472345"/>
    <w:rsid w:val="00472504"/>
    <w:rsid w:val="004726EE"/>
    <w:rsid w:val="00472822"/>
    <w:rsid w:val="00472924"/>
    <w:rsid w:val="00472FF5"/>
    <w:rsid w:val="00473481"/>
    <w:rsid w:val="004734C7"/>
    <w:rsid w:val="004736C9"/>
    <w:rsid w:val="00473A31"/>
    <w:rsid w:val="00473EA7"/>
    <w:rsid w:val="004741BD"/>
    <w:rsid w:val="004744A4"/>
    <w:rsid w:val="00475029"/>
    <w:rsid w:val="0047526F"/>
    <w:rsid w:val="004752BB"/>
    <w:rsid w:val="00475443"/>
    <w:rsid w:val="004754A6"/>
    <w:rsid w:val="00475527"/>
    <w:rsid w:val="004755D8"/>
    <w:rsid w:val="00475A97"/>
    <w:rsid w:val="00476131"/>
    <w:rsid w:val="004761C4"/>
    <w:rsid w:val="00476216"/>
    <w:rsid w:val="00476961"/>
    <w:rsid w:val="00476B58"/>
    <w:rsid w:val="00476F5A"/>
    <w:rsid w:val="00477181"/>
    <w:rsid w:val="004778EC"/>
    <w:rsid w:val="00477D62"/>
    <w:rsid w:val="00477EDB"/>
    <w:rsid w:val="00477FF4"/>
    <w:rsid w:val="004800DA"/>
    <w:rsid w:val="00480200"/>
    <w:rsid w:val="00480461"/>
    <w:rsid w:val="004805F7"/>
    <w:rsid w:val="00480B09"/>
    <w:rsid w:val="00480EF7"/>
    <w:rsid w:val="004810AA"/>
    <w:rsid w:val="004811F5"/>
    <w:rsid w:val="004816B5"/>
    <w:rsid w:val="00481796"/>
    <w:rsid w:val="00481B75"/>
    <w:rsid w:val="00481BA2"/>
    <w:rsid w:val="004824C0"/>
    <w:rsid w:val="00482609"/>
    <w:rsid w:val="00482881"/>
    <w:rsid w:val="00482B93"/>
    <w:rsid w:val="004831E9"/>
    <w:rsid w:val="0048329C"/>
    <w:rsid w:val="004832B3"/>
    <w:rsid w:val="004833EB"/>
    <w:rsid w:val="004834B3"/>
    <w:rsid w:val="004836DC"/>
    <w:rsid w:val="00483AE8"/>
    <w:rsid w:val="00483AFE"/>
    <w:rsid w:val="00483E5F"/>
    <w:rsid w:val="00484342"/>
    <w:rsid w:val="0048448F"/>
    <w:rsid w:val="00484B83"/>
    <w:rsid w:val="00484C1D"/>
    <w:rsid w:val="00484E90"/>
    <w:rsid w:val="00484F8C"/>
    <w:rsid w:val="00485303"/>
    <w:rsid w:val="00485603"/>
    <w:rsid w:val="0048587D"/>
    <w:rsid w:val="00485E67"/>
    <w:rsid w:val="004865E6"/>
    <w:rsid w:val="004867CD"/>
    <w:rsid w:val="00486AA1"/>
    <w:rsid w:val="00486C13"/>
    <w:rsid w:val="00486C57"/>
    <w:rsid w:val="00486DBC"/>
    <w:rsid w:val="00486DE9"/>
    <w:rsid w:val="00486DF4"/>
    <w:rsid w:val="00486E42"/>
    <w:rsid w:val="00487128"/>
    <w:rsid w:val="004872BE"/>
    <w:rsid w:val="004872CE"/>
    <w:rsid w:val="004873BE"/>
    <w:rsid w:val="00487C14"/>
    <w:rsid w:val="00487EC8"/>
    <w:rsid w:val="004902DD"/>
    <w:rsid w:val="004904A1"/>
    <w:rsid w:val="0049066E"/>
    <w:rsid w:val="0049076D"/>
    <w:rsid w:val="00491395"/>
    <w:rsid w:val="004925B9"/>
    <w:rsid w:val="00492863"/>
    <w:rsid w:val="00492C44"/>
    <w:rsid w:val="00492CD7"/>
    <w:rsid w:val="00492CE2"/>
    <w:rsid w:val="00492D47"/>
    <w:rsid w:val="0049302D"/>
    <w:rsid w:val="0049313D"/>
    <w:rsid w:val="00493683"/>
    <w:rsid w:val="00493766"/>
    <w:rsid w:val="00493867"/>
    <w:rsid w:val="00493A76"/>
    <w:rsid w:val="00493C94"/>
    <w:rsid w:val="00493CC5"/>
    <w:rsid w:val="00493D46"/>
    <w:rsid w:val="00493F7C"/>
    <w:rsid w:val="004948C9"/>
    <w:rsid w:val="00494AA2"/>
    <w:rsid w:val="00494ADD"/>
    <w:rsid w:val="00494B0F"/>
    <w:rsid w:val="0049520F"/>
    <w:rsid w:val="004952F6"/>
    <w:rsid w:val="004953EA"/>
    <w:rsid w:val="00495815"/>
    <w:rsid w:val="00495AB9"/>
    <w:rsid w:val="00495F75"/>
    <w:rsid w:val="00495F76"/>
    <w:rsid w:val="004966D6"/>
    <w:rsid w:val="004967B6"/>
    <w:rsid w:val="00496877"/>
    <w:rsid w:val="00496E4D"/>
    <w:rsid w:val="0049702F"/>
    <w:rsid w:val="004970C3"/>
    <w:rsid w:val="004974EA"/>
    <w:rsid w:val="00497D48"/>
    <w:rsid w:val="00497DD5"/>
    <w:rsid w:val="00497F4E"/>
    <w:rsid w:val="004A04F7"/>
    <w:rsid w:val="004A0715"/>
    <w:rsid w:val="004A0941"/>
    <w:rsid w:val="004A0A48"/>
    <w:rsid w:val="004A0A9B"/>
    <w:rsid w:val="004A0BBA"/>
    <w:rsid w:val="004A0BE9"/>
    <w:rsid w:val="004A14D8"/>
    <w:rsid w:val="004A1B39"/>
    <w:rsid w:val="004A297A"/>
    <w:rsid w:val="004A2B69"/>
    <w:rsid w:val="004A2BB4"/>
    <w:rsid w:val="004A2CBA"/>
    <w:rsid w:val="004A2D2B"/>
    <w:rsid w:val="004A2D59"/>
    <w:rsid w:val="004A3147"/>
    <w:rsid w:val="004A34C7"/>
    <w:rsid w:val="004A38AA"/>
    <w:rsid w:val="004A3A58"/>
    <w:rsid w:val="004A3E76"/>
    <w:rsid w:val="004A3FD7"/>
    <w:rsid w:val="004A41D5"/>
    <w:rsid w:val="004A4232"/>
    <w:rsid w:val="004A435B"/>
    <w:rsid w:val="004A48C4"/>
    <w:rsid w:val="004A4ADB"/>
    <w:rsid w:val="004A4D92"/>
    <w:rsid w:val="004A4F28"/>
    <w:rsid w:val="004A55C4"/>
    <w:rsid w:val="004A59D3"/>
    <w:rsid w:val="004A6308"/>
    <w:rsid w:val="004A639A"/>
    <w:rsid w:val="004A716B"/>
    <w:rsid w:val="004A7657"/>
    <w:rsid w:val="004A7BEF"/>
    <w:rsid w:val="004A7E38"/>
    <w:rsid w:val="004B02D0"/>
    <w:rsid w:val="004B05FD"/>
    <w:rsid w:val="004B08DC"/>
    <w:rsid w:val="004B0A09"/>
    <w:rsid w:val="004B11D7"/>
    <w:rsid w:val="004B18FE"/>
    <w:rsid w:val="004B19E9"/>
    <w:rsid w:val="004B1AAF"/>
    <w:rsid w:val="004B1CED"/>
    <w:rsid w:val="004B1FAA"/>
    <w:rsid w:val="004B2214"/>
    <w:rsid w:val="004B2D28"/>
    <w:rsid w:val="004B389C"/>
    <w:rsid w:val="004B38E5"/>
    <w:rsid w:val="004B3B98"/>
    <w:rsid w:val="004B3F3D"/>
    <w:rsid w:val="004B3F6E"/>
    <w:rsid w:val="004B3FEB"/>
    <w:rsid w:val="004B402B"/>
    <w:rsid w:val="004B40EF"/>
    <w:rsid w:val="004B41A4"/>
    <w:rsid w:val="004B47D7"/>
    <w:rsid w:val="004B49EB"/>
    <w:rsid w:val="004B4EBE"/>
    <w:rsid w:val="004B4F13"/>
    <w:rsid w:val="004B548D"/>
    <w:rsid w:val="004B56BD"/>
    <w:rsid w:val="004B59D6"/>
    <w:rsid w:val="004B5CB2"/>
    <w:rsid w:val="004B5D6E"/>
    <w:rsid w:val="004B6564"/>
    <w:rsid w:val="004B661E"/>
    <w:rsid w:val="004B66DC"/>
    <w:rsid w:val="004B6BDC"/>
    <w:rsid w:val="004B6DBD"/>
    <w:rsid w:val="004B7178"/>
    <w:rsid w:val="004B7234"/>
    <w:rsid w:val="004B72D6"/>
    <w:rsid w:val="004B757F"/>
    <w:rsid w:val="004B7ABB"/>
    <w:rsid w:val="004C09ED"/>
    <w:rsid w:val="004C112F"/>
    <w:rsid w:val="004C12BD"/>
    <w:rsid w:val="004C13AB"/>
    <w:rsid w:val="004C15F5"/>
    <w:rsid w:val="004C18D0"/>
    <w:rsid w:val="004C1A20"/>
    <w:rsid w:val="004C1BFB"/>
    <w:rsid w:val="004C1CB0"/>
    <w:rsid w:val="004C1CED"/>
    <w:rsid w:val="004C1F19"/>
    <w:rsid w:val="004C20C8"/>
    <w:rsid w:val="004C2119"/>
    <w:rsid w:val="004C217E"/>
    <w:rsid w:val="004C3053"/>
    <w:rsid w:val="004C3123"/>
    <w:rsid w:val="004C3646"/>
    <w:rsid w:val="004C36E6"/>
    <w:rsid w:val="004C3876"/>
    <w:rsid w:val="004C398F"/>
    <w:rsid w:val="004C3A32"/>
    <w:rsid w:val="004C3A63"/>
    <w:rsid w:val="004C3FD4"/>
    <w:rsid w:val="004C4015"/>
    <w:rsid w:val="004C4289"/>
    <w:rsid w:val="004C4312"/>
    <w:rsid w:val="004C47D7"/>
    <w:rsid w:val="004C4A3F"/>
    <w:rsid w:val="004C4B0A"/>
    <w:rsid w:val="004C4B47"/>
    <w:rsid w:val="004C4FB5"/>
    <w:rsid w:val="004C51CB"/>
    <w:rsid w:val="004C5512"/>
    <w:rsid w:val="004C59D4"/>
    <w:rsid w:val="004C59EC"/>
    <w:rsid w:val="004C5A55"/>
    <w:rsid w:val="004C5BD7"/>
    <w:rsid w:val="004C5E81"/>
    <w:rsid w:val="004C61E6"/>
    <w:rsid w:val="004C6C55"/>
    <w:rsid w:val="004C72C2"/>
    <w:rsid w:val="004C757C"/>
    <w:rsid w:val="004C758C"/>
    <w:rsid w:val="004C75C5"/>
    <w:rsid w:val="004C7998"/>
    <w:rsid w:val="004C7D2A"/>
    <w:rsid w:val="004C7D43"/>
    <w:rsid w:val="004D00C6"/>
    <w:rsid w:val="004D03F1"/>
    <w:rsid w:val="004D0F76"/>
    <w:rsid w:val="004D0FA4"/>
    <w:rsid w:val="004D0FB1"/>
    <w:rsid w:val="004D1972"/>
    <w:rsid w:val="004D19A4"/>
    <w:rsid w:val="004D1B95"/>
    <w:rsid w:val="004D1BD2"/>
    <w:rsid w:val="004D1C36"/>
    <w:rsid w:val="004D2AA5"/>
    <w:rsid w:val="004D2F25"/>
    <w:rsid w:val="004D2F42"/>
    <w:rsid w:val="004D322D"/>
    <w:rsid w:val="004D37C7"/>
    <w:rsid w:val="004D3AC9"/>
    <w:rsid w:val="004D3E69"/>
    <w:rsid w:val="004D40C1"/>
    <w:rsid w:val="004D45C0"/>
    <w:rsid w:val="004D4B2C"/>
    <w:rsid w:val="004D5213"/>
    <w:rsid w:val="004D53A3"/>
    <w:rsid w:val="004D5C1D"/>
    <w:rsid w:val="004D5FDC"/>
    <w:rsid w:val="004D5FF3"/>
    <w:rsid w:val="004D64BD"/>
    <w:rsid w:val="004D67B4"/>
    <w:rsid w:val="004D698C"/>
    <w:rsid w:val="004D69A5"/>
    <w:rsid w:val="004D6FD8"/>
    <w:rsid w:val="004D72EA"/>
    <w:rsid w:val="004D75ED"/>
    <w:rsid w:val="004D763B"/>
    <w:rsid w:val="004D7AFA"/>
    <w:rsid w:val="004D7BC3"/>
    <w:rsid w:val="004E00C6"/>
    <w:rsid w:val="004E021B"/>
    <w:rsid w:val="004E026F"/>
    <w:rsid w:val="004E06B4"/>
    <w:rsid w:val="004E0ACE"/>
    <w:rsid w:val="004E16A9"/>
    <w:rsid w:val="004E1D74"/>
    <w:rsid w:val="004E1F46"/>
    <w:rsid w:val="004E2482"/>
    <w:rsid w:val="004E269E"/>
    <w:rsid w:val="004E2A8A"/>
    <w:rsid w:val="004E2ACE"/>
    <w:rsid w:val="004E2D9B"/>
    <w:rsid w:val="004E2F2C"/>
    <w:rsid w:val="004E2F9C"/>
    <w:rsid w:val="004E3ADD"/>
    <w:rsid w:val="004E45C8"/>
    <w:rsid w:val="004E474F"/>
    <w:rsid w:val="004E51F9"/>
    <w:rsid w:val="004E5CF2"/>
    <w:rsid w:val="004E5F94"/>
    <w:rsid w:val="004E67BD"/>
    <w:rsid w:val="004E6869"/>
    <w:rsid w:val="004E7A2C"/>
    <w:rsid w:val="004F009D"/>
    <w:rsid w:val="004F02D3"/>
    <w:rsid w:val="004F03C3"/>
    <w:rsid w:val="004F0457"/>
    <w:rsid w:val="004F0866"/>
    <w:rsid w:val="004F0BD1"/>
    <w:rsid w:val="004F11E0"/>
    <w:rsid w:val="004F11E3"/>
    <w:rsid w:val="004F154F"/>
    <w:rsid w:val="004F15A3"/>
    <w:rsid w:val="004F16A7"/>
    <w:rsid w:val="004F1864"/>
    <w:rsid w:val="004F194E"/>
    <w:rsid w:val="004F1ACD"/>
    <w:rsid w:val="004F1EF3"/>
    <w:rsid w:val="004F2326"/>
    <w:rsid w:val="004F23BD"/>
    <w:rsid w:val="004F2578"/>
    <w:rsid w:val="004F2776"/>
    <w:rsid w:val="004F2A3D"/>
    <w:rsid w:val="004F2D1C"/>
    <w:rsid w:val="004F32B8"/>
    <w:rsid w:val="004F3409"/>
    <w:rsid w:val="004F373A"/>
    <w:rsid w:val="004F3AD0"/>
    <w:rsid w:val="004F3B41"/>
    <w:rsid w:val="004F3C1C"/>
    <w:rsid w:val="004F476F"/>
    <w:rsid w:val="004F4BD5"/>
    <w:rsid w:val="004F4FA8"/>
    <w:rsid w:val="004F53A1"/>
    <w:rsid w:val="004F562A"/>
    <w:rsid w:val="004F575A"/>
    <w:rsid w:val="004F57D8"/>
    <w:rsid w:val="004F5920"/>
    <w:rsid w:val="004F5B3D"/>
    <w:rsid w:val="004F62DC"/>
    <w:rsid w:val="004F672F"/>
    <w:rsid w:val="004F6DA1"/>
    <w:rsid w:val="004F732B"/>
    <w:rsid w:val="004F73BC"/>
    <w:rsid w:val="004F7495"/>
    <w:rsid w:val="004F74EE"/>
    <w:rsid w:val="004F7518"/>
    <w:rsid w:val="004F7917"/>
    <w:rsid w:val="004F7938"/>
    <w:rsid w:val="004F7C3A"/>
    <w:rsid w:val="004F7D9E"/>
    <w:rsid w:val="004F7E41"/>
    <w:rsid w:val="005002CB"/>
    <w:rsid w:val="005004FD"/>
    <w:rsid w:val="0050064D"/>
    <w:rsid w:val="005006C6"/>
    <w:rsid w:val="00500D17"/>
    <w:rsid w:val="00500DC3"/>
    <w:rsid w:val="005013A1"/>
    <w:rsid w:val="00501681"/>
    <w:rsid w:val="005022FE"/>
    <w:rsid w:val="0050257E"/>
    <w:rsid w:val="005025CD"/>
    <w:rsid w:val="005027B6"/>
    <w:rsid w:val="00502B35"/>
    <w:rsid w:val="00503109"/>
    <w:rsid w:val="00503AA6"/>
    <w:rsid w:val="00503CDE"/>
    <w:rsid w:val="00503DBE"/>
    <w:rsid w:val="0050427F"/>
    <w:rsid w:val="005043F7"/>
    <w:rsid w:val="00505091"/>
    <w:rsid w:val="00505648"/>
    <w:rsid w:val="0050591D"/>
    <w:rsid w:val="00505A3E"/>
    <w:rsid w:val="00505C61"/>
    <w:rsid w:val="00505F5E"/>
    <w:rsid w:val="005060AC"/>
    <w:rsid w:val="0050678C"/>
    <w:rsid w:val="005068DD"/>
    <w:rsid w:val="00506983"/>
    <w:rsid w:val="0050798F"/>
    <w:rsid w:val="00507CE2"/>
    <w:rsid w:val="00507D1D"/>
    <w:rsid w:val="00510090"/>
    <w:rsid w:val="0051098F"/>
    <w:rsid w:val="00510CC8"/>
    <w:rsid w:val="00510E3E"/>
    <w:rsid w:val="00510F0A"/>
    <w:rsid w:val="0051100C"/>
    <w:rsid w:val="00511142"/>
    <w:rsid w:val="005111EB"/>
    <w:rsid w:val="00511470"/>
    <w:rsid w:val="00511664"/>
    <w:rsid w:val="005117AE"/>
    <w:rsid w:val="00511C2B"/>
    <w:rsid w:val="00511D7E"/>
    <w:rsid w:val="00511EBC"/>
    <w:rsid w:val="00511F02"/>
    <w:rsid w:val="005120C1"/>
    <w:rsid w:val="00512165"/>
    <w:rsid w:val="00512362"/>
    <w:rsid w:val="00512680"/>
    <w:rsid w:val="00512779"/>
    <w:rsid w:val="00512EF7"/>
    <w:rsid w:val="00512F09"/>
    <w:rsid w:val="0051300E"/>
    <w:rsid w:val="00513079"/>
    <w:rsid w:val="00513495"/>
    <w:rsid w:val="00513580"/>
    <w:rsid w:val="005137E7"/>
    <w:rsid w:val="0051386B"/>
    <w:rsid w:val="00513889"/>
    <w:rsid w:val="00513F39"/>
    <w:rsid w:val="00514482"/>
    <w:rsid w:val="0051488D"/>
    <w:rsid w:val="00514F3B"/>
    <w:rsid w:val="00514F7E"/>
    <w:rsid w:val="005154FD"/>
    <w:rsid w:val="00515671"/>
    <w:rsid w:val="00515781"/>
    <w:rsid w:val="005158B5"/>
    <w:rsid w:val="00516D1B"/>
    <w:rsid w:val="00516E8D"/>
    <w:rsid w:val="005172FB"/>
    <w:rsid w:val="00517332"/>
    <w:rsid w:val="00517656"/>
    <w:rsid w:val="00517810"/>
    <w:rsid w:val="005178C6"/>
    <w:rsid w:val="005178D1"/>
    <w:rsid w:val="00517CC4"/>
    <w:rsid w:val="00517D25"/>
    <w:rsid w:val="005200DD"/>
    <w:rsid w:val="0052048F"/>
    <w:rsid w:val="005205D9"/>
    <w:rsid w:val="00520874"/>
    <w:rsid w:val="00520C30"/>
    <w:rsid w:val="00520EA9"/>
    <w:rsid w:val="00521083"/>
    <w:rsid w:val="005211B7"/>
    <w:rsid w:val="005212F5"/>
    <w:rsid w:val="0052144F"/>
    <w:rsid w:val="005215D9"/>
    <w:rsid w:val="0052160D"/>
    <w:rsid w:val="00521694"/>
    <w:rsid w:val="00521C82"/>
    <w:rsid w:val="00521DAE"/>
    <w:rsid w:val="00521DF9"/>
    <w:rsid w:val="005220C5"/>
    <w:rsid w:val="005222BA"/>
    <w:rsid w:val="005227DB"/>
    <w:rsid w:val="00522B4A"/>
    <w:rsid w:val="00522FB0"/>
    <w:rsid w:val="005231AF"/>
    <w:rsid w:val="00523A8E"/>
    <w:rsid w:val="00523D2D"/>
    <w:rsid w:val="00523E02"/>
    <w:rsid w:val="00523E22"/>
    <w:rsid w:val="00523EFF"/>
    <w:rsid w:val="00523F00"/>
    <w:rsid w:val="00523F15"/>
    <w:rsid w:val="005241EC"/>
    <w:rsid w:val="005243B1"/>
    <w:rsid w:val="005249B1"/>
    <w:rsid w:val="0052522D"/>
    <w:rsid w:val="0052535A"/>
    <w:rsid w:val="005260FE"/>
    <w:rsid w:val="0052647E"/>
    <w:rsid w:val="00526521"/>
    <w:rsid w:val="005266BA"/>
    <w:rsid w:val="0052670E"/>
    <w:rsid w:val="005268D9"/>
    <w:rsid w:val="005268E3"/>
    <w:rsid w:val="00526B3D"/>
    <w:rsid w:val="00526CDE"/>
    <w:rsid w:val="00526EE7"/>
    <w:rsid w:val="005274B6"/>
    <w:rsid w:val="00527BE8"/>
    <w:rsid w:val="00530B0F"/>
    <w:rsid w:val="00531615"/>
    <w:rsid w:val="005317E6"/>
    <w:rsid w:val="005322F7"/>
    <w:rsid w:val="005324CB"/>
    <w:rsid w:val="005327E3"/>
    <w:rsid w:val="00532BDA"/>
    <w:rsid w:val="005337FE"/>
    <w:rsid w:val="00533951"/>
    <w:rsid w:val="0053398F"/>
    <w:rsid w:val="00533A8F"/>
    <w:rsid w:val="00534222"/>
    <w:rsid w:val="00535893"/>
    <w:rsid w:val="00535A6D"/>
    <w:rsid w:val="00535E40"/>
    <w:rsid w:val="005361FF"/>
    <w:rsid w:val="0053633E"/>
    <w:rsid w:val="00536597"/>
    <w:rsid w:val="00536C40"/>
    <w:rsid w:val="00536F8E"/>
    <w:rsid w:val="0053708B"/>
    <w:rsid w:val="0053732C"/>
    <w:rsid w:val="005376CD"/>
    <w:rsid w:val="005377C2"/>
    <w:rsid w:val="00540209"/>
    <w:rsid w:val="005406AA"/>
    <w:rsid w:val="00540ABE"/>
    <w:rsid w:val="00540D6C"/>
    <w:rsid w:val="00540EA7"/>
    <w:rsid w:val="00540F49"/>
    <w:rsid w:val="0054111A"/>
    <w:rsid w:val="00541187"/>
    <w:rsid w:val="005414E2"/>
    <w:rsid w:val="00541C93"/>
    <w:rsid w:val="00541CF2"/>
    <w:rsid w:val="00541F7D"/>
    <w:rsid w:val="005425BA"/>
    <w:rsid w:val="00542D18"/>
    <w:rsid w:val="00542E43"/>
    <w:rsid w:val="005430D1"/>
    <w:rsid w:val="005432E3"/>
    <w:rsid w:val="00543381"/>
    <w:rsid w:val="0054389E"/>
    <w:rsid w:val="005440BA"/>
    <w:rsid w:val="00544210"/>
    <w:rsid w:val="00544640"/>
    <w:rsid w:val="0054472E"/>
    <w:rsid w:val="00544B7B"/>
    <w:rsid w:val="00544BA2"/>
    <w:rsid w:val="00544D44"/>
    <w:rsid w:val="005458AD"/>
    <w:rsid w:val="00545981"/>
    <w:rsid w:val="00545A2D"/>
    <w:rsid w:val="00545C9A"/>
    <w:rsid w:val="005469E3"/>
    <w:rsid w:val="00546BFE"/>
    <w:rsid w:val="00547356"/>
    <w:rsid w:val="005473F0"/>
    <w:rsid w:val="00547615"/>
    <w:rsid w:val="0054762F"/>
    <w:rsid w:val="00547B26"/>
    <w:rsid w:val="00547DD8"/>
    <w:rsid w:val="005506CF"/>
    <w:rsid w:val="00550CD2"/>
    <w:rsid w:val="005510D0"/>
    <w:rsid w:val="00551108"/>
    <w:rsid w:val="005513A1"/>
    <w:rsid w:val="00551A8B"/>
    <w:rsid w:val="005520F8"/>
    <w:rsid w:val="005521DA"/>
    <w:rsid w:val="00552440"/>
    <w:rsid w:val="0055264C"/>
    <w:rsid w:val="0055278A"/>
    <w:rsid w:val="00552981"/>
    <w:rsid w:val="00552C25"/>
    <w:rsid w:val="00552E37"/>
    <w:rsid w:val="00553098"/>
    <w:rsid w:val="0055329D"/>
    <w:rsid w:val="005536CF"/>
    <w:rsid w:val="0055378C"/>
    <w:rsid w:val="005538A1"/>
    <w:rsid w:val="00554759"/>
    <w:rsid w:val="005547E1"/>
    <w:rsid w:val="00554BC2"/>
    <w:rsid w:val="00554C76"/>
    <w:rsid w:val="00554EC2"/>
    <w:rsid w:val="00555197"/>
    <w:rsid w:val="00555484"/>
    <w:rsid w:val="0055585B"/>
    <w:rsid w:val="00555E9B"/>
    <w:rsid w:val="00556206"/>
    <w:rsid w:val="005563AF"/>
    <w:rsid w:val="005564DB"/>
    <w:rsid w:val="005566E5"/>
    <w:rsid w:val="00556F2D"/>
    <w:rsid w:val="00557249"/>
    <w:rsid w:val="00557430"/>
    <w:rsid w:val="005576DA"/>
    <w:rsid w:val="00557933"/>
    <w:rsid w:val="00557D8D"/>
    <w:rsid w:val="00557E53"/>
    <w:rsid w:val="00560442"/>
    <w:rsid w:val="00560638"/>
    <w:rsid w:val="00560908"/>
    <w:rsid w:val="00560AD2"/>
    <w:rsid w:val="00560C3A"/>
    <w:rsid w:val="00561279"/>
    <w:rsid w:val="005615E1"/>
    <w:rsid w:val="0056166C"/>
    <w:rsid w:val="00561AC8"/>
    <w:rsid w:val="00561D0A"/>
    <w:rsid w:val="00561FA3"/>
    <w:rsid w:val="005621E6"/>
    <w:rsid w:val="005621EE"/>
    <w:rsid w:val="005627C1"/>
    <w:rsid w:val="005628AE"/>
    <w:rsid w:val="00562B12"/>
    <w:rsid w:val="00562FD5"/>
    <w:rsid w:val="00562FFF"/>
    <w:rsid w:val="0056328D"/>
    <w:rsid w:val="005632AB"/>
    <w:rsid w:val="00563592"/>
    <w:rsid w:val="00563A83"/>
    <w:rsid w:val="00563CA6"/>
    <w:rsid w:val="00563CDE"/>
    <w:rsid w:val="00563F03"/>
    <w:rsid w:val="00563F8F"/>
    <w:rsid w:val="00564053"/>
    <w:rsid w:val="00564090"/>
    <w:rsid w:val="005640AA"/>
    <w:rsid w:val="00564240"/>
    <w:rsid w:val="00564337"/>
    <w:rsid w:val="00564831"/>
    <w:rsid w:val="00565025"/>
    <w:rsid w:val="00565319"/>
    <w:rsid w:val="005654BA"/>
    <w:rsid w:val="005657C4"/>
    <w:rsid w:val="005658EB"/>
    <w:rsid w:val="00565C25"/>
    <w:rsid w:val="00566475"/>
    <w:rsid w:val="00566937"/>
    <w:rsid w:val="00566A49"/>
    <w:rsid w:val="00566D98"/>
    <w:rsid w:val="00567020"/>
    <w:rsid w:val="0056734D"/>
    <w:rsid w:val="005678DE"/>
    <w:rsid w:val="00567CB3"/>
    <w:rsid w:val="005702E4"/>
    <w:rsid w:val="00570438"/>
    <w:rsid w:val="005706EB"/>
    <w:rsid w:val="005707EA"/>
    <w:rsid w:val="00570A03"/>
    <w:rsid w:val="00570B7F"/>
    <w:rsid w:val="00570EFC"/>
    <w:rsid w:val="00570F3F"/>
    <w:rsid w:val="00571204"/>
    <w:rsid w:val="0057186A"/>
    <w:rsid w:val="00571916"/>
    <w:rsid w:val="00571A4E"/>
    <w:rsid w:val="00571DB4"/>
    <w:rsid w:val="0057205D"/>
    <w:rsid w:val="00572392"/>
    <w:rsid w:val="005723D9"/>
    <w:rsid w:val="00572952"/>
    <w:rsid w:val="005730F1"/>
    <w:rsid w:val="0057314F"/>
    <w:rsid w:val="00573493"/>
    <w:rsid w:val="0057376B"/>
    <w:rsid w:val="005740DC"/>
    <w:rsid w:val="00574143"/>
    <w:rsid w:val="0057423B"/>
    <w:rsid w:val="005749BC"/>
    <w:rsid w:val="00574E59"/>
    <w:rsid w:val="0057527A"/>
    <w:rsid w:val="005753CD"/>
    <w:rsid w:val="00575523"/>
    <w:rsid w:val="005755DD"/>
    <w:rsid w:val="00575615"/>
    <w:rsid w:val="005759C1"/>
    <w:rsid w:val="00575DEB"/>
    <w:rsid w:val="0057669F"/>
    <w:rsid w:val="0057677D"/>
    <w:rsid w:val="00576877"/>
    <w:rsid w:val="00577237"/>
    <w:rsid w:val="005773FF"/>
    <w:rsid w:val="00577556"/>
    <w:rsid w:val="00577563"/>
    <w:rsid w:val="00577744"/>
    <w:rsid w:val="005779E3"/>
    <w:rsid w:val="00577A6C"/>
    <w:rsid w:val="00577E8F"/>
    <w:rsid w:val="00577F73"/>
    <w:rsid w:val="00580145"/>
    <w:rsid w:val="00580C19"/>
    <w:rsid w:val="00580D83"/>
    <w:rsid w:val="0058117C"/>
    <w:rsid w:val="0058129D"/>
    <w:rsid w:val="005816D4"/>
    <w:rsid w:val="00581E1A"/>
    <w:rsid w:val="00581FE7"/>
    <w:rsid w:val="0058215D"/>
    <w:rsid w:val="0058257E"/>
    <w:rsid w:val="005827A7"/>
    <w:rsid w:val="00582A60"/>
    <w:rsid w:val="00582C9C"/>
    <w:rsid w:val="00582F20"/>
    <w:rsid w:val="00582FF6"/>
    <w:rsid w:val="005831AA"/>
    <w:rsid w:val="005834D9"/>
    <w:rsid w:val="00583869"/>
    <w:rsid w:val="00583AAB"/>
    <w:rsid w:val="00583ACA"/>
    <w:rsid w:val="00583B09"/>
    <w:rsid w:val="00583D96"/>
    <w:rsid w:val="00583F8F"/>
    <w:rsid w:val="00584160"/>
    <w:rsid w:val="005848EC"/>
    <w:rsid w:val="00585095"/>
    <w:rsid w:val="005850C6"/>
    <w:rsid w:val="0058573F"/>
    <w:rsid w:val="00585A74"/>
    <w:rsid w:val="005865A6"/>
    <w:rsid w:val="005866B0"/>
    <w:rsid w:val="00586718"/>
    <w:rsid w:val="00586AF7"/>
    <w:rsid w:val="0058703B"/>
    <w:rsid w:val="0058730C"/>
    <w:rsid w:val="005873F5"/>
    <w:rsid w:val="00587442"/>
    <w:rsid w:val="005874BF"/>
    <w:rsid w:val="00587BE5"/>
    <w:rsid w:val="00587CC0"/>
    <w:rsid w:val="005901A5"/>
    <w:rsid w:val="005901D2"/>
    <w:rsid w:val="0059035E"/>
    <w:rsid w:val="00590A86"/>
    <w:rsid w:val="00590E83"/>
    <w:rsid w:val="005912E0"/>
    <w:rsid w:val="00591EA3"/>
    <w:rsid w:val="00591F87"/>
    <w:rsid w:val="0059249F"/>
    <w:rsid w:val="00592585"/>
    <w:rsid w:val="00592B0F"/>
    <w:rsid w:val="0059305D"/>
    <w:rsid w:val="00594651"/>
    <w:rsid w:val="005947E0"/>
    <w:rsid w:val="0059520C"/>
    <w:rsid w:val="00595261"/>
    <w:rsid w:val="0059527C"/>
    <w:rsid w:val="0059575E"/>
    <w:rsid w:val="005957D7"/>
    <w:rsid w:val="005958CB"/>
    <w:rsid w:val="005963CB"/>
    <w:rsid w:val="0059684D"/>
    <w:rsid w:val="005968CF"/>
    <w:rsid w:val="005970F9"/>
    <w:rsid w:val="0059717B"/>
    <w:rsid w:val="0059725D"/>
    <w:rsid w:val="00597362"/>
    <w:rsid w:val="005973D8"/>
    <w:rsid w:val="0059765A"/>
    <w:rsid w:val="00597BCC"/>
    <w:rsid w:val="00597D83"/>
    <w:rsid w:val="00597EAF"/>
    <w:rsid w:val="005A00CC"/>
    <w:rsid w:val="005A0791"/>
    <w:rsid w:val="005A0B5F"/>
    <w:rsid w:val="005A0CFB"/>
    <w:rsid w:val="005A1420"/>
    <w:rsid w:val="005A1B32"/>
    <w:rsid w:val="005A1BFF"/>
    <w:rsid w:val="005A1CC1"/>
    <w:rsid w:val="005A20AD"/>
    <w:rsid w:val="005A2209"/>
    <w:rsid w:val="005A2631"/>
    <w:rsid w:val="005A274E"/>
    <w:rsid w:val="005A285E"/>
    <w:rsid w:val="005A2A4F"/>
    <w:rsid w:val="005A2B92"/>
    <w:rsid w:val="005A2CFC"/>
    <w:rsid w:val="005A2FA4"/>
    <w:rsid w:val="005A2FAE"/>
    <w:rsid w:val="005A338A"/>
    <w:rsid w:val="005A33F2"/>
    <w:rsid w:val="005A35B3"/>
    <w:rsid w:val="005A37C8"/>
    <w:rsid w:val="005A3A1D"/>
    <w:rsid w:val="005A407C"/>
    <w:rsid w:val="005A40E4"/>
    <w:rsid w:val="005A4A56"/>
    <w:rsid w:val="005A4AAD"/>
    <w:rsid w:val="005A4BAB"/>
    <w:rsid w:val="005A4F21"/>
    <w:rsid w:val="005A507C"/>
    <w:rsid w:val="005A65DF"/>
    <w:rsid w:val="005A671C"/>
    <w:rsid w:val="005A682D"/>
    <w:rsid w:val="005A6897"/>
    <w:rsid w:val="005A6F59"/>
    <w:rsid w:val="005A7291"/>
    <w:rsid w:val="005A75A6"/>
    <w:rsid w:val="005A7866"/>
    <w:rsid w:val="005B0329"/>
    <w:rsid w:val="005B038D"/>
    <w:rsid w:val="005B03F7"/>
    <w:rsid w:val="005B0738"/>
    <w:rsid w:val="005B0E72"/>
    <w:rsid w:val="005B1F03"/>
    <w:rsid w:val="005B24C8"/>
    <w:rsid w:val="005B251F"/>
    <w:rsid w:val="005B2B38"/>
    <w:rsid w:val="005B2B71"/>
    <w:rsid w:val="005B2C1B"/>
    <w:rsid w:val="005B3117"/>
    <w:rsid w:val="005B33CF"/>
    <w:rsid w:val="005B34C3"/>
    <w:rsid w:val="005B3593"/>
    <w:rsid w:val="005B3FBF"/>
    <w:rsid w:val="005B40EA"/>
    <w:rsid w:val="005B4F3F"/>
    <w:rsid w:val="005B5037"/>
    <w:rsid w:val="005B58FC"/>
    <w:rsid w:val="005B5B3E"/>
    <w:rsid w:val="005B5E4C"/>
    <w:rsid w:val="005B5E55"/>
    <w:rsid w:val="005B6A10"/>
    <w:rsid w:val="005B6E96"/>
    <w:rsid w:val="005B7451"/>
    <w:rsid w:val="005B7797"/>
    <w:rsid w:val="005B79DC"/>
    <w:rsid w:val="005B7CF1"/>
    <w:rsid w:val="005B7FE6"/>
    <w:rsid w:val="005C031F"/>
    <w:rsid w:val="005C072F"/>
    <w:rsid w:val="005C111F"/>
    <w:rsid w:val="005C120D"/>
    <w:rsid w:val="005C121D"/>
    <w:rsid w:val="005C133E"/>
    <w:rsid w:val="005C137D"/>
    <w:rsid w:val="005C1528"/>
    <w:rsid w:val="005C1552"/>
    <w:rsid w:val="005C19A6"/>
    <w:rsid w:val="005C1C6E"/>
    <w:rsid w:val="005C1EB9"/>
    <w:rsid w:val="005C1F51"/>
    <w:rsid w:val="005C20CD"/>
    <w:rsid w:val="005C280F"/>
    <w:rsid w:val="005C29F0"/>
    <w:rsid w:val="005C34C0"/>
    <w:rsid w:val="005C3B86"/>
    <w:rsid w:val="005C3B95"/>
    <w:rsid w:val="005C436E"/>
    <w:rsid w:val="005C4617"/>
    <w:rsid w:val="005C48A6"/>
    <w:rsid w:val="005C4E6A"/>
    <w:rsid w:val="005C51E2"/>
    <w:rsid w:val="005C53E8"/>
    <w:rsid w:val="005C5C6A"/>
    <w:rsid w:val="005C6333"/>
    <w:rsid w:val="005C6358"/>
    <w:rsid w:val="005C67E9"/>
    <w:rsid w:val="005C6901"/>
    <w:rsid w:val="005C6CE0"/>
    <w:rsid w:val="005C6EE5"/>
    <w:rsid w:val="005C7A50"/>
    <w:rsid w:val="005C7BB9"/>
    <w:rsid w:val="005C7D73"/>
    <w:rsid w:val="005C7E9E"/>
    <w:rsid w:val="005C7FFC"/>
    <w:rsid w:val="005D015E"/>
    <w:rsid w:val="005D0165"/>
    <w:rsid w:val="005D03A2"/>
    <w:rsid w:val="005D05BB"/>
    <w:rsid w:val="005D0BDC"/>
    <w:rsid w:val="005D0E04"/>
    <w:rsid w:val="005D1283"/>
    <w:rsid w:val="005D12F2"/>
    <w:rsid w:val="005D1520"/>
    <w:rsid w:val="005D1556"/>
    <w:rsid w:val="005D1572"/>
    <w:rsid w:val="005D1668"/>
    <w:rsid w:val="005D16C1"/>
    <w:rsid w:val="005D2078"/>
    <w:rsid w:val="005D20F1"/>
    <w:rsid w:val="005D2138"/>
    <w:rsid w:val="005D2B50"/>
    <w:rsid w:val="005D2EE0"/>
    <w:rsid w:val="005D33FF"/>
    <w:rsid w:val="005D343A"/>
    <w:rsid w:val="005D3728"/>
    <w:rsid w:val="005D3A79"/>
    <w:rsid w:val="005D3F24"/>
    <w:rsid w:val="005D410D"/>
    <w:rsid w:val="005D4247"/>
    <w:rsid w:val="005D43C1"/>
    <w:rsid w:val="005D4DE3"/>
    <w:rsid w:val="005D4F63"/>
    <w:rsid w:val="005D52D5"/>
    <w:rsid w:val="005D5431"/>
    <w:rsid w:val="005D596D"/>
    <w:rsid w:val="005D5D1B"/>
    <w:rsid w:val="005D5ECC"/>
    <w:rsid w:val="005D6009"/>
    <w:rsid w:val="005D604A"/>
    <w:rsid w:val="005D6414"/>
    <w:rsid w:val="005D641C"/>
    <w:rsid w:val="005D6545"/>
    <w:rsid w:val="005D7223"/>
    <w:rsid w:val="005E000B"/>
    <w:rsid w:val="005E0294"/>
    <w:rsid w:val="005E05EA"/>
    <w:rsid w:val="005E0E28"/>
    <w:rsid w:val="005E12EA"/>
    <w:rsid w:val="005E16E7"/>
    <w:rsid w:val="005E18C5"/>
    <w:rsid w:val="005E1DD5"/>
    <w:rsid w:val="005E214F"/>
    <w:rsid w:val="005E24F6"/>
    <w:rsid w:val="005E268E"/>
    <w:rsid w:val="005E2BB9"/>
    <w:rsid w:val="005E2BE1"/>
    <w:rsid w:val="005E2DE1"/>
    <w:rsid w:val="005E2EBE"/>
    <w:rsid w:val="005E38C1"/>
    <w:rsid w:val="005E3CB7"/>
    <w:rsid w:val="005E4B99"/>
    <w:rsid w:val="005E4C20"/>
    <w:rsid w:val="005E4D96"/>
    <w:rsid w:val="005E4F47"/>
    <w:rsid w:val="005E504D"/>
    <w:rsid w:val="005E50E1"/>
    <w:rsid w:val="005E53EE"/>
    <w:rsid w:val="005E595D"/>
    <w:rsid w:val="005E595E"/>
    <w:rsid w:val="005E5ADB"/>
    <w:rsid w:val="005E5B94"/>
    <w:rsid w:val="005E5F50"/>
    <w:rsid w:val="005E704E"/>
    <w:rsid w:val="005E7294"/>
    <w:rsid w:val="005E7981"/>
    <w:rsid w:val="005E7B46"/>
    <w:rsid w:val="005E7BD1"/>
    <w:rsid w:val="005F005F"/>
    <w:rsid w:val="005F01E1"/>
    <w:rsid w:val="005F0507"/>
    <w:rsid w:val="005F0848"/>
    <w:rsid w:val="005F0970"/>
    <w:rsid w:val="005F0A5F"/>
    <w:rsid w:val="005F0AA7"/>
    <w:rsid w:val="005F0C50"/>
    <w:rsid w:val="005F125B"/>
    <w:rsid w:val="005F1ADE"/>
    <w:rsid w:val="005F202A"/>
    <w:rsid w:val="005F227B"/>
    <w:rsid w:val="005F2363"/>
    <w:rsid w:val="005F296D"/>
    <w:rsid w:val="005F3783"/>
    <w:rsid w:val="005F37C3"/>
    <w:rsid w:val="005F38C6"/>
    <w:rsid w:val="005F3F20"/>
    <w:rsid w:val="005F4204"/>
    <w:rsid w:val="005F45AC"/>
    <w:rsid w:val="005F4725"/>
    <w:rsid w:val="005F4984"/>
    <w:rsid w:val="005F4DE1"/>
    <w:rsid w:val="005F4E09"/>
    <w:rsid w:val="005F5065"/>
    <w:rsid w:val="005F561E"/>
    <w:rsid w:val="005F5906"/>
    <w:rsid w:val="005F5D47"/>
    <w:rsid w:val="005F5EA1"/>
    <w:rsid w:val="005F60E9"/>
    <w:rsid w:val="005F6770"/>
    <w:rsid w:val="005F6CA3"/>
    <w:rsid w:val="005F6FE8"/>
    <w:rsid w:val="005F7360"/>
    <w:rsid w:val="005F77CA"/>
    <w:rsid w:val="005F781C"/>
    <w:rsid w:val="005F79EA"/>
    <w:rsid w:val="005F7C45"/>
    <w:rsid w:val="005F7CE1"/>
    <w:rsid w:val="005F7D04"/>
    <w:rsid w:val="0060065B"/>
    <w:rsid w:val="006007C0"/>
    <w:rsid w:val="00600A53"/>
    <w:rsid w:val="00600AB1"/>
    <w:rsid w:val="00600B38"/>
    <w:rsid w:val="00600DEC"/>
    <w:rsid w:val="00600E45"/>
    <w:rsid w:val="00600EA6"/>
    <w:rsid w:val="00601287"/>
    <w:rsid w:val="006012E9"/>
    <w:rsid w:val="00601470"/>
    <w:rsid w:val="006023DB"/>
    <w:rsid w:val="0060257D"/>
    <w:rsid w:val="00602B22"/>
    <w:rsid w:val="00602F92"/>
    <w:rsid w:val="0060346D"/>
    <w:rsid w:val="0060364A"/>
    <w:rsid w:val="0060369E"/>
    <w:rsid w:val="006039B6"/>
    <w:rsid w:val="00603B8F"/>
    <w:rsid w:val="00603C9C"/>
    <w:rsid w:val="00603CF4"/>
    <w:rsid w:val="00603D58"/>
    <w:rsid w:val="00604023"/>
    <w:rsid w:val="00604499"/>
    <w:rsid w:val="006047F7"/>
    <w:rsid w:val="00604992"/>
    <w:rsid w:val="006049CE"/>
    <w:rsid w:val="00604B14"/>
    <w:rsid w:val="00605A43"/>
    <w:rsid w:val="00605D03"/>
    <w:rsid w:val="006063F8"/>
    <w:rsid w:val="0060653A"/>
    <w:rsid w:val="00606B10"/>
    <w:rsid w:val="00606BF9"/>
    <w:rsid w:val="00606D62"/>
    <w:rsid w:val="00606E4B"/>
    <w:rsid w:val="00606F09"/>
    <w:rsid w:val="00607039"/>
    <w:rsid w:val="00607324"/>
    <w:rsid w:val="00607448"/>
    <w:rsid w:val="0060791C"/>
    <w:rsid w:val="00607AA4"/>
    <w:rsid w:val="00607ADB"/>
    <w:rsid w:val="00607FB4"/>
    <w:rsid w:val="006100CF"/>
    <w:rsid w:val="00610402"/>
    <w:rsid w:val="0061053E"/>
    <w:rsid w:val="00610555"/>
    <w:rsid w:val="0061056B"/>
    <w:rsid w:val="0061099D"/>
    <w:rsid w:val="00611647"/>
    <w:rsid w:val="0061176A"/>
    <w:rsid w:val="006119AF"/>
    <w:rsid w:val="00611D6C"/>
    <w:rsid w:val="00611D97"/>
    <w:rsid w:val="00612076"/>
    <w:rsid w:val="00612220"/>
    <w:rsid w:val="0061271F"/>
    <w:rsid w:val="006128B5"/>
    <w:rsid w:val="00612A66"/>
    <w:rsid w:val="00612D9F"/>
    <w:rsid w:val="0061307C"/>
    <w:rsid w:val="00613394"/>
    <w:rsid w:val="00613753"/>
    <w:rsid w:val="00613900"/>
    <w:rsid w:val="00613EAD"/>
    <w:rsid w:val="00614382"/>
    <w:rsid w:val="0061457F"/>
    <w:rsid w:val="00614584"/>
    <w:rsid w:val="00614629"/>
    <w:rsid w:val="00614972"/>
    <w:rsid w:val="00614B4B"/>
    <w:rsid w:val="00614D9C"/>
    <w:rsid w:val="0061525C"/>
    <w:rsid w:val="0061548F"/>
    <w:rsid w:val="00615632"/>
    <w:rsid w:val="0061587E"/>
    <w:rsid w:val="00615D87"/>
    <w:rsid w:val="00615FCA"/>
    <w:rsid w:val="00616030"/>
    <w:rsid w:val="006165C9"/>
    <w:rsid w:val="00616661"/>
    <w:rsid w:val="006166F4"/>
    <w:rsid w:val="006166FA"/>
    <w:rsid w:val="006167ED"/>
    <w:rsid w:val="00616972"/>
    <w:rsid w:val="00616AD9"/>
    <w:rsid w:val="00616B20"/>
    <w:rsid w:val="0061757E"/>
    <w:rsid w:val="00617819"/>
    <w:rsid w:val="006179F6"/>
    <w:rsid w:val="00617D06"/>
    <w:rsid w:val="00617E22"/>
    <w:rsid w:val="006200DE"/>
    <w:rsid w:val="0062032F"/>
    <w:rsid w:val="00620602"/>
    <w:rsid w:val="00620670"/>
    <w:rsid w:val="006208D7"/>
    <w:rsid w:val="00620A08"/>
    <w:rsid w:val="00620DCA"/>
    <w:rsid w:val="00620DF6"/>
    <w:rsid w:val="00620E1B"/>
    <w:rsid w:val="0062136B"/>
    <w:rsid w:val="006214E7"/>
    <w:rsid w:val="00621B43"/>
    <w:rsid w:val="00621D46"/>
    <w:rsid w:val="00621D56"/>
    <w:rsid w:val="00623062"/>
    <w:rsid w:val="00624617"/>
    <w:rsid w:val="00624648"/>
    <w:rsid w:val="00624761"/>
    <w:rsid w:val="00624CAE"/>
    <w:rsid w:val="00624CC7"/>
    <w:rsid w:val="0062500F"/>
    <w:rsid w:val="006250F0"/>
    <w:rsid w:val="00625D25"/>
    <w:rsid w:val="006260B9"/>
    <w:rsid w:val="00626447"/>
    <w:rsid w:val="006266F1"/>
    <w:rsid w:val="006269D3"/>
    <w:rsid w:val="00626DCB"/>
    <w:rsid w:val="006277DC"/>
    <w:rsid w:val="00627F75"/>
    <w:rsid w:val="00627FE1"/>
    <w:rsid w:val="0063006F"/>
    <w:rsid w:val="006304D7"/>
    <w:rsid w:val="00630857"/>
    <w:rsid w:val="0063099C"/>
    <w:rsid w:val="00630B68"/>
    <w:rsid w:val="00630BC2"/>
    <w:rsid w:val="00631868"/>
    <w:rsid w:val="00631AB7"/>
    <w:rsid w:val="00631D11"/>
    <w:rsid w:val="00631DB3"/>
    <w:rsid w:val="00631E37"/>
    <w:rsid w:val="00631F9A"/>
    <w:rsid w:val="006324A9"/>
    <w:rsid w:val="00632A06"/>
    <w:rsid w:val="00633442"/>
    <w:rsid w:val="006338F6"/>
    <w:rsid w:val="00633C85"/>
    <w:rsid w:val="00633EE3"/>
    <w:rsid w:val="00634BEC"/>
    <w:rsid w:val="00634DDD"/>
    <w:rsid w:val="00635194"/>
    <w:rsid w:val="006351B0"/>
    <w:rsid w:val="006353CB"/>
    <w:rsid w:val="0063583B"/>
    <w:rsid w:val="00636095"/>
    <w:rsid w:val="00636521"/>
    <w:rsid w:val="00636B10"/>
    <w:rsid w:val="00636B83"/>
    <w:rsid w:val="00636CB9"/>
    <w:rsid w:val="00636F0C"/>
    <w:rsid w:val="00637265"/>
    <w:rsid w:val="006379CF"/>
    <w:rsid w:val="00637AF8"/>
    <w:rsid w:val="00637D80"/>
    <w:rsid w:val="006401D3"/>
    <w:rsid w:val="00640635"/>
    <w:rsid w:val="006407E4"/>
    <w:rsid w:val="00640941"/>
    <w:rsid w:val="006409BD"/>
    <w:rsid w:val="00640BCD"/>
    <w:rsid w:val="00640D5B"/>
    <w:rsid w:val="00640D82"/>
    <w:rsid w:val="00640E8F"/>
    <w:rsid w:val="00640F98"/>
    <w:rsid w:val="006410B7"/>
    <w:rsid w:val="00641530"/>
    <w:rsid w:val="00641B97"/>
    <w:rsid w:val="00641EF4"/>
    <w:rsid w:val="00642097"/>
    <w:rsid w:val="006421F3"/>
    <w:rsid w:val="00642719"/>
    <w:rsid w:val="006427AD"/>
    <w:rsid w:val="0064291A"/>
    <w:rsid w:val="006429A4"/>
    <w:rsid w:val="0064316C"/>
    <w:rsid w:val="006437AA"/>
    <w:rsid w:val="00643911"/>
    <w:rsid w:val="00643950"/>
    <w:rsid w:val="00643CA8"/>
    <w:rsid w:val="00643E70"/>
    <w:rsid w:val="00643F5D"/>
    <w:rsid w:val="00643FAF"/>
    <w:rsid w:val="00644389"/>
    <w:rsid w:val="006443DA"/>
    <w:rsid w:val="00644ADB"/>
    <w:rsid w:val="00644B58"/>
    <w:rsid w:val="00644BB1"/>
    <w:rsid w:val="0064537A"/>
    <w:rsid w:val="00645671"/>
    <w:rsid w:val="00645970"/>
    <w:rsid w:val="00645D43"/>
    <w:rsid w:val="00645E97"/>
    <w:rsid w:val="006460A7"/>
    <w:rsid w:val="006474E7"/>
    <w:rsid w:val="006474FF"/>
    <w:rsid w:val="006475CD"/>
    <w:rsid w:val="00647A2C"/>
    <w:rsid w:val="00647AEB"/>
    <w:rsid w:val="00647B78"/>
    <w:rsid w:val="00647D34"/>
    <w:rsid w:val="006501D4"/>
    <w:rsid w:val="006503B1"/>
    <w:rsid w:val="00650A75"/>
    <w:rsid w:val="00651149"/>
    <w:rsid w:val="00651260"/>
    <w:rsid w:val="00651294"/>
    <w:rsid w:val="006516E8"/>
    <w:rsid w:val="00651852"/>
    <w:rsid w:val="006518AD"/>
    <w:rsid w:val="006518E6"/>
    <w:rsid w:val="00651B88"/>
    <w:rsid w:val="00652484"/>
    <w:rsid w:val="00652A6F"/>
    <w:rsid w:val="00652ACF"/>
    <w:rsid w:val="00652DEF"/>
    <w:rsid w:val="00652EAA"/>
    <w:rsid w:val="006538FC"/>
    <w:rsid w:val="00653A98"/>
    <w:rsid w:val="00653B5A"/>
    <w:rsid w:val="00653E17"/>
    <w:rsid w:val="00653E22"/>
    <w:rsid w:val="00653F8F"/>
    <w:rsid w:val="00654873"/>
    <w:rsid w:val="00654883"/>
    <w:rsid w:val="006548D1"/>
    <w:rsid w:val="00654C16"/>
    <w:rsid w:val="006550A7"/>
    <w:rsid w:val="00655AB2"/>
    <w:rsid w:val="00655E2A"/>
    <w:rsid w:val="00656C68"/>
    <w:rsid w:val="00656DBE"/>
    <w:rsid w:val="00657038"/>
    <w:rsid w:val="0065761B"/>
    <w:rsid w:val="00657871"/>
    <w:rsid w:val="00657A1D"/>
    <w:rsid w:val="00657BD8"/>
    <w:rsid w:val="00657E79"/>
    <w:rsid w:val="00657FAB"/>
    <w:rsid w:val="00660435"/>
    <w:rsid w:val="0066056F"/>
    <w:rsid w:val="00660751"/>
    <w:rsid w:val="00660811"/>
    <w:rsid w:val="006608DD"/>
    <w:rsid w:val="00660ADB"/>
    <w:rsid w:val="00660C16"/>
    <w:rsid w:val="00660D37"/>
    <w:rsid w:val="00660D85"/>
    <w:rsid w:val="00660F9F"/>
    <w:rsid w:val="00660FD0"/>
    <w:rsid w:val="006610F5"/>
    <w:rsid w:val="0066137D"/>
    <w:rsid w:val="006619B7"/>
    <w:rsid w:val="00662320"/>
    <w:rsid w:val="006625AF"/>
    <w:rsid w:val="00662850"/>
    <w:rsid w:val="00662D6D"/>
    <w:rsid w:val="00662E00"/>
    <w:rsid w:val="006630BC"/>
    <w:rsid w:val="006633CA"/>
    <w:rsid w:val="006635F9"/>
    <w:rsid w:val="006637F3"/>
    <w:rsid w:val="00663A00"/>
    <w:rsid w:val="00663D9E"/>
    <w:rsid w:val="00663FF9"/>
    <w:rsid w:val="006640A3"/>
    <w:rsid w:val="006641D2"/>
    <w:rsid w:val="006642F6"/>
    <w:rsid w:val="006645E4"/>
    <w:rsid w:val="00664875"/>
    <w:rsid w:val="00664CBC"/>
    <w:rsid w:val="00665070"/>
    <w:rsid w:val="0066526A"/>
    <w:rsid w:val="0066526C"/>
    <w:rsid w:val="0066551A"/>
    <w:rsid w:val="00665616"/>
    <w:rsid w:val="0066593B"/>
    <w:rsid w:val="00665A99"/>
    <w:rsid w:val="00665B76"/>
    <w:rsid w:val="00665EEF"/>
    <w:rsid w:val="00666703"/>
    <w:rsid w:val="0066687F"/>
    <w:rsid w:val="006669FC"/>
    <w:rsid w:val="0066727B"/>
    <w:rsid w:val="006673F8"/>
    <w:rsid w:val="0066768D"/>
    <w:rsid w:val="00667A1E"/>
    <w:rsid w:val="00670123"/>
    <w:rsid w:val="006701E3"/>
    <w:rsid w:val="0067030D"/>
    <w:rsid w:val="00670409"/>
    <w:rsid w:val="00670934"/>
    <w:rsid w:val="00670C8F"/>
    <w:rsid w:val="00670E03"/>
    <w:rsid w:val="0067114C"/>
    <w:rsid w:val="00671864"/>
    <w:rsid w:val="006718A6"/>
    <w:rsid w:val="00671B91"/>
    <w:rsid w:val="00672116"/>
    <w:rsid w:val="00672528"/>
    <w:rsid w:val="00672D0D"/>
    <w:rsid w:val="006736FF"/>
    <w:rsid w:val="00673AA7"/>
    <w:rsid w:val="00673C5E"/>
    <w:rsid w:val="0067435B"/>
    <w:rsid w:val="00674BA8"/>
    <w:rsid w:val="00674BE4"/>
    <w:rsid w:val="00674DFE"/>
    <w:rsid w:val="00675041"/>
    <w:rsid w:val="006750E2"/>
    <w:rsid w:val="006754CD"/>
    <w:rsid w:val="00675755"/>
    <w:rsid w:val="00675784"/>
    <w:rsid w:val="00675796"/>
    <w:rsid w:val="00675958"/>
    <w:rsid w:val="00675AD4"/>
    <w:rsid w:val="00676352"/>
    <w:rsid w:val="006763E8"/>
    <w:rsid w:val="006764B4"/>
    <w:rsid w:val="006764BE"/>
    <w:rsid w:val="00676546"/>
    <w:rsid w:val="0067676F"/>
    <w:rsid w:val="006769B6"/>
    <w:rsid w:val="00676B0C"/>
    <w:rsid w:val="00677EFE"/>
    <w:rsid w:val="00680879"/>
    <w:rsid w:val="00680CFF"/>
    <w:rsid w:val="00680EA9"/>
    <w:rsid w:val="0068105F"/>
    <w:rsid w:val="0068119A"/>
    <w:rsid w:val="0068178E"/>
    <w:rsid w:val="0068208C"/>
    <w:rsid w:val="0068221C"/>
    <w:rsid w:val="006827D9"/>
    <w:rsid w:val="0068341A"/>
    <w:rsid w:val="00683830"/>
    <w:rsid w:val="00683D83"/>
    <w:rsid w:val="006841D2"/>
    <w:rsid w:val="006848CA"/>
    <w:rsid w:val="00684A26"/>
    <w:rsid w:val="00684E1F"/>
    <w:rsid w:val="0068570C"/>
    <w:rsid w:val="006859C9"/>
    <w:rsid w:val="00685BFC"/>
    <w:rsid w:val="00685C49"/>
    <w:rsid w:val="00685C7A"/>
    <w:rsid w:val="00685CF7"/>
    <w:rsid w:val="00685E2E"/>
    <w:rsid w:val="00685EBE"/>
    <w:rsid w:val="00686497"/>
    <w:rsid w:val="00686795"/>
    <w:rsid w:val="00687264"/>
    <w:rsid w:val="00687426"/>
    <w:rsid w:val="006876F9"/>
    <w:rsid w:val="006900D8"/>
    <w:rsid w:val="00690374"/>
    <w:rsid w:val="006905C0"/>
    <w:rsid w:val="006905D2"/>
    <w:rsid w:val="006907B7"/>
    <w:rsid w:val="006907F3"/>
    <w:rsid w:val="00690AEC"/>
    <w:rsid w:val="00690C69"/>
    <w:rsid w:val="00690F54"/>
    <w:rsid w:val="0069106F"/>
    <w:rsid w:val="00691172"/>
    <w:rsid w:val="00691247"/>
    <w:rsid w:val="00691881"/>
    <w:rsid w:val="00691BFC"/>
    <w:rsid w:val="00691CEF"/>
    <w:rsid w:val="0069215B"/>
    <w:rsid w:val="00692222"/>
    <w:rsid w:val="006924A8"/>
    <w:rsid w:val="00692630"/>
    <w:rsid w:val="00692B2C"/>
    <w:rsid w:val="00692CF7"/>
    <w:rsid w:val="00692DFA"/>
    <w:rsid w:val="006932EB"/>
    <w:rsid w:val="006939F2"/>
    <w:rsid w:val="00693BC8"/>
    <w:rsid w:val="00693F4D"/>
    <w:rsid w:val="00694249"/>
    <w:rsid w:val="00694BA7"/>
    <w:rsid w:val="00695173"/>
    <w:rsid w:val="00695EFB"/>
    <w:rsid w:val="00695F70"/>
    <w:rsid w:val="006970AE"/>
    <w:rsid w:val="006973A0"/>
    <w:rsid w:val="006976D9"/>
    <w:rsid w:val="00697F00"/>
    <w:rsid w:val="006A0B8F"/>
    <w:rsid w:val="006A0CD1"/>
    <w:rsid w:val="006A0DAB"/>
    <w:rsid w:val="006A1497"/>
    <w:rsid w:val="006A1613"/>
    <w:rsid w:val="006A1A0E"/>
    <w:rsid w:val="006A1CB3"/>
    <w:rsid w:val="006A1F9B"/>
    <w:rsid w:val="006A2235"/>
    <w:rsid w:val="006A3AFC"/>
    <w:rsid w:val="006A3B63"/>
    <w:rsid w:val="006A3C93"/>
    <w:rsid w:val="006A3DE0"/>
    <w:rsid w:val="006A3F3E"/>
    <w:rsid w:val="006A4350"/>
    <w:rsid w:val="006A4A5E"/>
    <w:rsid w:val="006A4BB3"/>
    <w:rsid w:val="006A4CB7"/>
    <w:rsid w:val="006A4E4D"/>
    <w:rsid w:val="006A51B6"/>
    <w:rsid w:val="006A52D1"/>
    <w:rsid w:val="006A5392"/>
    <w:rsid w:val="006A5634"/>
    <w:rsid w:val="006A58E3"/>
    <w:rsid w:val="006A596D"/>
    <w:rsid w:val="006A61A7"/>
    <w:rsid w:val="006A6595"/>
    <w:rsid w:val="006A66AA"/>
    <w:rsid w:val="006A6A76"/>
    <w:rsid w:val="006A6E35"/>
    <w:rsid w:val="006A70ED"/>
    <w:rsid w:val="006A7601"/>
    <w:rsid w:val="006A7901"/>
    <w:rsid w:val="006A7EA4"/>
    <w:rsid w:val="006B0206"/>
    <w:rsid w:val="006B0243"/>
    <w:rsid w:val="006B086A"/>
    <w:rsid w:val="006B0875"/>
    <w:rsid w:val="006B0974"/>
    <w:rsid w:val="006B0BEC"/>
    <w:rsid w:val="006B0E1C"/>
    <w:rsid w:val="006B0E57"/>
    <w:rsid w:val="006B0EE7"/>
    <w:rsid w:val="006B0FAC"/>
    <w:rsid w:val="006B101F"/>
    <w:rsid w:val="006B11BC"/>
    <w:rsid w:val="006B11D6"/>
    <w:rsid w:val="006B18B1"/>
    <w:rsid w:val="006B1A07"/>
    <w:rsid w:val="006B1ABD"/>
    <w:rsid w:val="006B1AE5"/>
    <w:rsid w:val="006B1E2E"/>
    <w:rsid w:val="006B1F4E"/>
    <w:rsid w:val="006B1FFF"/>
    <w:rsid w:val="006B2132"/>
    <w:rsid w:val="006B22B2"/>
    <w:rsid w:val="006B23B0"/>
    <w:rsid w:val="006B2406"/>
    <w:rsid w:val="006B247E"/>
    <w:rsid w:val="006B26D1"/>
    <w:rsid w:val="006B288F"/>
    <w:rsid w:val="006B2AD0"/>
    <w:rsid w:val="006B2B13"/>
    <w:rsid w:val="006B2F4F"/>
    <w:rsid w:val="006B3337"/>
    <w:rsid w:val="006B346D"/>
    <w:rsid w:val="006B3B90"/>
    <w:rsid w:val="006B4085"/>
    <w:rsid w:val="006B42E7"/>
    <w:rsid w:val="006B45F7"/>
    <w:rsid w:val="006B48DD"/>
    <w:rsid w:val="006B49AC"/>
    <w:rsid w:val="006B4B64"/>
    <w:rsid w:val="006B4B79"/>
    <w:rsid w:val="006B5683"/>
    <w:rsid w:val="006B5C94"/>
    <w:rsid w:val="006B630B"/>
    <w:rsid w:val="006B6815"/>
    <w:rsid w:val="006B68B1"/>
    <w:rsid w:val="006B6953"/>
    <w:rsid w:val="006B6971"/>
    <w:rsid w:val="006B6EB3"/>
    <w:rsid w:val="006B7187"/>
    <w:rsid w:val="006B7223"/>
    <w:rsid w:val="006B7DC9"/>
    <w:rsid w:val="006B7E39"/>
    <w:rsid w:val="006C0352"/>
    <w:rsid w:val="006C0BE1"/>
    <w:rsid w:val="006C0F83"/>
    <w:rsid w:val="006C0FF2"/>
    <w:rsid w:val="006C10A9"/>
    <w:rsid w:val="006C18E1"/>
    <w:rsid w:val="006C1934"/>
    <w:rsid w:val="006C20F4"/>
    <w:rsid w:val="006C2709"/>
    <w:rsid w:val="006C2918"/>
    <w:rsid w:val="006C324D"/>
    <w:rsid w:val="006C3250"/>
    <w:rsid w:val="006C3433"/>
    <w:rsid w:val="006C34DA"/>
    <w:rsid w:val="006C3623"/>
    <w:rsid w:val="006C3C0E"/>
    <w:rsid w:val="006C3E16"/>
    <w:rsid w:val="006C4216"/>
    <w:rsid w:val="006C4C84"/>
    <w:rsid w:val="006C4D09"/>
    <w:rsid w:val="006C4FD7"/>
    <w:rsid w:val="006C50AA"/>
    <w:rsid w:val="006C531E"/>
    <w:rsid w:val="006C5534"/>
    <w:rsid w:val="006C57F9"/>
    <w:rsid w:val="006C58AC"/>
    <w:rsid w:val="006C5A92"/>
    <w:rsid w:val="006C5BF8"/>
    <w:rsid w:val="006C5F1A"/>
    <w:rsid w:val="006C63C6"/>
    <w:rsid w:val="006C66AA"/>
    <w:rsid w:val="006C689E"/>
    <w:rsid w:val="006C6BBC"/>
    <w:rsid w:val="006C6D1C"/>
    <w:rsid w:val="006C6DE1"/>
    <w:rsid w:val="006C7A88"/>
    <w:rsid w:val="006C7B29"/>
    <w:rsid w:val="006C7C23"/>
    <w:rsid w:val="006C7C7B"/>
    <w:rsid w:val="006C7FD4"/>
    <w:rsid w:val="006D00D1"/>
    <w:rsid w:val="006D0143"/>
    <w:rsid w:val="006D014D"/>
    <w:rsid w:val="006D037C"/>
    <w:rsid w:val="006D0763"/>
    <w:rsid w:val="006D0D76"/>
    <w:rsid w:val="006D0E11"/>
    <w:rsid w:val="006D0F58"/>
    <w:rsid w:val="006D1345"/>
    <w:rsid w:val="006D1446"/>
    <w:rsid w:val="006D14DD"/>
    <w:rsid w:val="006D175F"/>
    <w:rsid w:val="006D194F"/>
    <w:rsid w:val="006D1C84"/>
    <w:rsid w:val="006D1E82"/>
    <w:rsid w:val="006D23CE"/>
    <w:rsid w:val="006D28D3"/>
    <w:rsid w:val="006D2EFB"/>
    <w:rsid w:val="006D30AB"/>
    <w:rsid w:val="006D3302"/>
    <w:rsid w:val="006D358C"/>
    <w:rsid w:val="006D38AB"/>
    <w:rsid w:val="006D3E32"/>
    <w:rsid w:val="006D4238"/>
    <w:rsid w:val="006D4389"/>
    <w:rsid w:val="006D44CA"/>
    <w:rsid w:val="006D4557"/>
    <w:rsid w:val="006D4ADB"/>
    <w:rsid w:val="006D4BA4"/>
    <w:rsid w:val="006D4F1F"/>
    <w:rsid w:val="006D541F"/>
    <w:rsid w:val="006D5504"/>
    <w:rsid w:val="006D5BBB"/>
    <w:rsid w:val="006D5D7B"/>
    <w:rsid w:val="006D61BF"/>
    <w:rsid w:val="006D6280"/>
    <w:rsid w:val="006D62DB"/>
    <w:rsid w:val="006D6697"/>
    <w:rsid w:val="006D6CC2"/>
    <w:rsid w:val="006D6F7A"/>
    <w:rsid w:val="006D7118"/>
    <w:rsid w:val="006D7262"/>
    <w:rsid w:val="006D7D73"/>
    <w:rsid w:val="006D7DD3"/>
    <w:rsid w:val="006E01FF"/>
    <w:rsid w:val="006E0A0F"/>
    <w:rsid w:val="006E12A2"/>
    <w:rsid w:val="006E14B4"/>
    <w:rsid w:val="006E1507"/>
    <w:rsid w:val="006E1743"/>
    <w:rsid w:val="006E1E99"/>
    <w:rsid w:val="006E2515"/>
    <w:rsid w:val="006E27E8"/>
    <w:rsid w:val="006E2B6E"/>
    <w:rsid w:val="006E2DB0"/>
    <w:rsid w:val="006E32E1"/>
    <w:rsid w:val="006E353C"/>
    <w:rsid w:val="006E39C1"/>
    <w:rsid w:val="006E400B"/>
    <w:rsid w:val="006E4142"/>
    <w:rsid w:val="006E42FE"/>
    <w:rsid w:val="006E443E"/>
    <w:rsid w:val="006E47BF"/>
    <w:rsid w:val="006E4F99"/>
    <w:rsid w:val="006E4FFF"/>
    <w:rsid w:val="006E5088"/>
    <w:rsid w:val="006E5156"/>
    <w:rsid w:val="006E533C"/>
    <w:rsid w:val="006E5366"/>
    <w:rsid w:val="006E5967"/>
    <w:rsid w:val="006E5B1F"/>
    <w:rsid w:val="006E5C43"/>
    <w:rsid w:val="006E5FD4"/>
    <w:rsid w:val="006E63D2"/>
    <w:rsid w:val="006E6442"/>
    <w:rsid w:val="006E64B8"/>
    <w:rsid w:val="006E65CB"/>
    <w:rsid w:val="006E68A9"/>
    <w:rsid w:val="006E6D62"/>
    <w:rsid w:val="006E7098"/>
    <w:rsid w:val="006E734B"/>
    <w:rsid w:val="006E74F5"/>
    <w:rsid w:val="006E7506"/>
    <w:rsid w:val="006E7B60"/>
    <w:rsid w:val="006E7EE6"/>
    <w:rsid w:val="006F01A9"/>
    <w:rsid w:val="006F0839"/>
    <w:rsid w:val="006F0923"/>
    <w:rsid w:val="006F093F"/>
    <w:rsid w:val="006F099E"/>
    <w:rsid w:val="006F11C5"/>
    <w:rsid w:val="006F1357"/>
    <w:rsid w:val="006F17BD"/>
    <w:rsid w:val="006F1944"/>
    <w:rsid w:val="006F1EDA"/>
    <w:rsid w:val="006F252E"/>
    <w:rsid w:val="006F2C8F"/>
    <w:rsid w:val="006F2CE2"/>
    <w:rsid w:val="006F30D2"/>
    <w:rsid w:val="006F3339"/>
    <w:rsid w:val="006F3754"/>
    <w:rsid w:val="006F4302"/>
    <w:rsid w:val="006F4445"/>
    <w:rsid w:val="006F4900"/>
    <w:rsid w:val="006F494A"/>
    <w:rsid w:val="006F4A62"/>
    <w:rsid w:val="006F4C5D"/>
    <w:rsid w:val="006F4C6F"/>
    <w:rsid w:val="006F5366"/>
    <w:rsid w:val="006F53D8"/>
    <w:rsid w:val="006F561A"/>
    <w:rsid w:val="006F5A26"/>
    <w:rsid w:val="006F606E"/>
    <w:rsid w:val="006F6212"/>
    <w:rsid w:val="006F6438"/>
    <w:rsid w:val="006F66DD"/>
    <w:rsid w:val="006F681F"/>
    <w:rsid w:val="006F69A3"/>
    <w:rsid w:val="006F7327"/>
    <w:rsid w:val="006F7921"/>
    <w:rsid w:val="006F795A"/>
    <w:rsid w:val="006F7F73"/>
    <w:rsid w:val="007000E8"/>
    <w:rsid w:val="00700117"/>
    <w:rsid w:val="007004C2"/>
    <w:rsid w:val="007006C8"/>
    <w:rsid w:val="00700C7E"/>
    <w:rsid w:val="007011B2"/>
    <w:rsid w:val="007018D9"/>
    <w:rsid w:val="00701CAE"/>
    <w:rsid w:val="007020C6"/>
    <w:rsid w:val="007020D7"/>
    <w:rsid w:val="0070212B"/>
    <w:rsid w:val="0070296C"/>
    <w:rsid w:val="00702B34"/>
    <w:rsid w:val="00702BFA"/>
    <w:rsid w:val="00702DBF"/>
    <w:rsid w:val="00702FAF"/>
    <w:rsid w:val="0070329A"/>
    <w:rsid w:val="007036E0"/>
    <w:rsid w:val="0070394B"/>
    <w:rsid w:val="00703CA2"/>
    <w:rsid w:val="00703ED5"/>
    <w:rsid w:val="00703FFE"/>
    <w:rsid w:val="007040E8"/>
    <w:rsid w:val="0070437E"/>
    <w:rsid w:val="00704579"/>
    <w:rsid w:val="0070458F"/>
    <w:rsid w:val="007045D6"/>
    <w:rsid w:val="00704743"/>
    <w:rsid w:val="00704CB2"/>
    <w:rsid w:val="00705677"/>
    <w:rsid w:val="00705BE8"/>
    <w:rsid w:val="0070648A"/>
    <w:rsid w:val="00706CF5"/>
    <w:rsid w:val="00706DCE"/>
    <w:rsid w:val="00706F09"/>
    <w:rsid w:val="007071F8"/>
    <w:rsid w:val="00707837"/>
    <w:rsid w:val="00707F1F"/>
    <w:rsid w:val="00710A81"/>
    <w:rsid w:val="00710C76"/>
    <w:rsid w:val="00710E6E"/>
    <w:rsid w:val="00711776"/>
    <w:rsid w:val="007117F0"/>
    <w:rsid w:val="00711813"/>
    <w:rsid w:val="00711B80"/>
    <w:rsid w:val="00711C05"/>
    <w:rsid w:val="00711F9B"/>
    <w:rsid w:val="00711FD9"/>
    <w:rsid w:val="007129EA"/>
    <w:rsid w:val="00712DCB"/>
    <w:rsid w:val="00713E80"/>
    <w:rsid w:val="00713F12"/>
    <w:rsid w:val="00713F86"/>
    <w:rsid w:val="00714285"/>
    <w:rsid w:val="00714378"/>
    <w:rsid w:val="0071442A"/>
    <w:rsid w:val="00714855"/>
    <w:rsid w:val="007149B5"/>
    <w:rsid w:val="00714A48"/>
    <w:rsid w:val="007155A5"/>
    <w:rsid w:val="0071648A"/>
    <w:rsid w:val="007164A5"/>
    <w:rsid w:val="00716A45"/>
    <w:rsid w:val="00716F5D"/>
    <w:rsid w:val="00717E43"/>
    <w:rsid w:val="00717FCE"/>
    <w:rsid w:val="007201A0"/>
    <w:rsid w:val="0072026C"/>
    <w:rsid w:val="007209A2"/>
    <w:rsid w:val="007209B8"/>
    <w:rsid w:val="007209E1"/>
    <w:rsid w:val="00720D6F"/>
    <w:rsid w:val="0072172A"/>
    <w:rsid w:val="007219FF"/>
    <w:rsid w:val="00721D8C"/>
    <w:rsid w:val="00722428"/>
    <w:rsid w:val="0072258B"/>
    <w:rsid w:val="007226B6"/>
    <w:rsid w:val="0072282A"/>
    <w:rsid w:val="007228F0"/>
    <w:rsid w:val="00722A4B"/>
    <w:rsid w:val="0072357D"/>
    <w:rsid w:val="00723AF2"/>
    <w:rsid w:val="00724065"/>
    <w:rsid w:val="00724172"/>
    <w:rsid w:val="00724598"/>
    <w:rsid w:val="0072482D"/>
    <w:rsid w:val="00724BF1"/>
    <w:rsid w:val="00724C39"/>
    <w:rsid w:val="0072566D"/>
    <w:rsid w:val="00725821"/>
    <w:rsid w:val="00725C0B"/>
    <w:rsid w:val="00725CE2"/>
    <w:rsid w:val="00726037"/>
    <w:rsid w:val="007260C9"/>
    <w:rsid w:val="00726A7C"/>
    <w:rsid w:val="007270B2"/>
    <w:rsid w:val="007273AF"/>
    <w:rsid w:val="007277B3"/>
    <w:rsid w:val="007277BF"/>
    <w:rsid w:val="00727A24"/>
    <w:rsid w:val="00727C0D"/>
    <w:rsid w:val="00727C6D"/>
    <w:rsid w:val="00730085"/>
    <w:rsid w:val="00730269"/>
    <w:rsid w:val="007302B8"/>
    <w:rsid w:val="00730547"/>
    <w:rsid w:val="007306E3"/>
    <w:rsid w:val="007309ED"/>
    <w:rsid w:val="00731EFD"/>
    <w:rsid w:val="0073206A"/>
    <w:rsid w:val="007335F3"/>
    <w:rsid w:val="007338CE"/>
    <w:rsid w:val="00733C3D"/>
    <w:rsid w:val="007345CC"/>
    <w:rsid w:val="007347CE"/>
    <w:rsid w:val="00734B0E"/>
    <w:rsid w:val="00735113"/>
    <w:rsid w:val="00735131"/>
    <w:rsid w:val="007351C8"/>
    <w:rsid w:val="007354F0"/>
    <w:rsid w:val="00735500"/>
    <w:rsid w:val="00735628"/>
    <w:rsid w:val="00735A78"/>
    <w:rsid w:val="00735E22"/>
    <w:rsid w:val="0073637F"/>
    <w:rsid w:val="00736C45"/>
    <w:rsid w:val="00736D2B"/>
    <w:rsid w:val="00736E69"/>
    <w:rsid w:val="00736FE1"/>
    <w:rsid w:val="007370F8"/>
    <w:rsid w:val="007372F5"/>
    <w:rsid w:val="00737341"/>
    <w:rsid w:val="00737564"/>
    <w:rsid w:val="007376DC"/>
    <w:rsid w:val="00737806"/>
    <w:rsid w:val="0073782E"/>
    <w:rsid w:val="00737A4F"/>
    <w:rsid w:val="00737B0A"/>
    <w:rsid w:val="00737B1F"/>
    <w:rsid w:val="00737B44"/>
    <w:rsid w:val="00737F39"/>
    <w:rsid w:val="00740068"/>
    <w:rsid w:val="007400FB"/>
    <w:rsid w:val="00740495"/>
    <w:rsid w:val="00740FDE"/>
    <w:rsid w:val="00741007"/>
    <w:rsid w:val="00741077"/>
    <w:rsid w:val="0074138C"/>
    <w:rsid w:val="00741757"/>
    <w:rsid w:val="00741EB8"/>
    <w:rsid w:val="00742248"/>
    <w:rsid w:val="007424D0"/>
    <w:rsid w:val="0074287C"/>
    <w:rsid w:val="0074319D"/>
    <w:rsid w:val="0074340C"/>
    <w:rsid w:val="00743733"/>
    <w:rsid w:val="007438A6"/>
    <w:rsid w:val="0074455F"/>
    <w:rsid w:val="007448A4"/>
    <w:rsid w:val="00744DD8"/>
    <w:rsid w:val="00745010"/>
    <w:rsid w:val="007451D2"/>
    <w:rsid w:val="0074558B"/>
    <w:rsid w:val="0074566A"/>
    <w:rsid w:val="007458F7"/>
    <w:rsid w:val="00745E76"/>
    <w:rsid w:val="00746039"/>
    <w:rsid w:val="007463E7"/>
    <w:rsid w:val="00746504"/>
    <w:rsid w:val="0074682B"/>
    <w:rsid w:val="00746955"/>
    <w:rsid w:val="00746D14"/>
    <w:rsid w:val="007473CA"/>
    <w:rsid w:val="00750302"/>
    <w:rsid w:val="007505F7"/>
    <w:rsid w:val="007505F9"/>
    <w:rsid w:val="00750945"/>
    <w:rsid w:val="00750F6A"/>
    <w:rsid w:val="00751925"/>
    <w:rsid w:val="00751FAF"/>
    <w:rsid w:val="007525C4"/>
    <w:rsid w:val="00752959"/>
    <w:rsid w:val="007529C5"/>
    <w:rsid w:val="00752A6E"/>
    <w:rsid w:val="00752AE1"/>
    <w:rsid w:val="00752D8F"/>
    <w:rsid w:val="00752FDE"/>
    <w:rsid w:val="00753357"/>
    <w:rsid w:val="00753813"/>
    <w:rsid w:val="00753916"/>
    <w:rsid w:val="00753C96"/>
    <w:rsid w:val="00753F3F"/>
    <w:rsid w:val="00753F56"/>
    <w:rsid w:val="00754125"/>
    <w:rsid w:val="007541A5"/>
    <w:rsid w:val="00754454"/>
    <w:rsid w:val="0075473B"/>
    <w:rsid w:val="00754843"/>
    <w:rsid w:val="00754AC6"/>
    <w:rsid w:val="00754D33"/>
    <w:rsid w:val="0075535D"/>
    <w:rsid w:val="00755403"/>
    <w:rsid w:val="0075551F"/>
    <w:rsid w:val="007562CA"/>
    <w:rsid w:val="00756740"/>
    <w:rsid w:val="0075690E"/>
    <w:rsid w:val="00756DBB"/>
    <w:rsid w:val="00756F17"/>
    <w:rsid w:val="007572FC"/>
    <w:rsid w:val="00757C5E"/>
    <w:rsid w:val="007600E9"/>
    <w:rsid w:val="007602BD"/>
    <w:rsid w:val="00760415"/>
    <w:rsid w:val="00760789"/>
    <w:rsid w:val="0076098D"/>
    <w:rsid w:val="007610BC"/>
    <w:rsid w:val="0076117A"/>
    <w:rsid w:val="00761547"/>
    <w:rsid w:val="0076155D"/>
    <w:rsid w:val="0076157C"/>
    <w:rsid w:val="00761599"/>
    <w:rsid w:val="00761708"/>
    <w:rsid w:val="00761CDC"/>
    <w:rsid w:val="00762039"/>
    <w:rsid w:val="007621BF"/>
    <w:rsid w:val="007621FE"/>
    <w:rsid w:val="00762F60"/>
    <w:rsid w:val="00763003"/>
    <w:rsid w:val="007634F5"/>
    <w:rsid w:val="007637DD"/>
    <w:rsid w:val="00763EB9"/>
    <w:rsid w:val="00764100"/>
    <w:rsid w:val="00764BC2"/>
    <w:rsid w:val="00764CCB"/>
    <w:rsid w:val="00764E04"/>
    <w:rsid w:val="00764E43"/>
    <w:rsid w:val="007650DB"/>
    <w:rsid w:val="00765399"/>
    <w:rsid w:val="00765430"/>
    <w:rsid w:val="00765503"/>
    <w:rsid w:val="00765668"/>
    <w:rsid w:val="007656F5"/>
    <w:rsid w:val="007659D8"/>
    <w:rsid w:val="00765C19"/>
    <w:rsid w:val="00765E9E"/>
    <w:rsid w:val="0076627A"/>
    <w:rsid w:val="007662AC"/>
    <w:rsid w:val="007664D8"/>
    <w:rsid w:val="00766524"/>
    <w:rsid w:val="007666ED"/>
    <w:rsid w:val="00766E29"/>
    <w:rsid w:val="00767013"/>
    <w:rsid w:val="007676BC"/>
    <w:rsid w:val="00767866"/>
    <w:rsid w:val="007678DD"/>
    <w:rsid w:val="00767B8F"/>
    <w:rsid w:val="00767BAE"/>
    <w:rsid w:val="00767D1D"/>
    <w:rsid w:val="00767DAE"/>
    <w:rsid w:val="007700A8"/>
    <w:rsid w:val="00770210"/>
    <w:rsid w:val="007705F7"/>
    <w:rsid w:val="00770B24"/>
    <w:rsid w:val="00770E58"/>
    <w:rsid w:val="0077104F"/>
    <w:rsid w:val="007710AD"/>
    <w:rsid w:val="00771334"/>
    <w:rsid w:val="00771657"/>
    <w:rsid w:val="007718B5"/>
    <w:rsid w:val="00771A07"/>
    <w:rsid w:val="00771BC5"/>
    <w:rsid w:val="00772549"/>
    <w:rsid w:val="007725D3"/>
    <w:rsid w:val="0077276C"/>
    <w:rsid w:val="00772EEE"/>
    <w:rsid w:val="0077328D"/>
    <w:rsid w:val="007733F1"/>
    <w:rsid w:val="0077360F"/>
    <w:rsid w:val="007738BC"/>
    <w:rsid w:val="00773AB1"/>
    <w:rsid w:val="00773BC5"/>
    <w:rsid w:val="00773DBD"/>
    <w:rsid w:val="00774411"/>
    <w:rsid w:val="00774C2E"/>
    <w:rsid w:val="00774F03"/>
    <w:rsid w:val="00775239"/>
    <w:rsid w:val="00775812"/>
    <w:rsid w:val="00775C87"/>
    <w:rsid w:val="00775FA4"/>
    <w:rsid w:val="007760AC"/>
    <w:rsid w:val="00776235"/>
    <w:rsid w:val="007767AE"/>
    <w:rsid w:val="00776C2C"/>
    <w:rsid w:val="00777300"/>
    <w:rsid w:val="00777626"/>
    <w:rsid w:val="00777B00"/>
    <w:rsid w:val="00777F21"/>
    <w:rsid w:val="00780BAB"/>
    <w:rsid w:val="00780DAB"/>
    <w:rsid w:val="00780DB8"/>
    <w:rsid w:val="00780FD3"/>
    <w:rsid w:val="007811C7"/>
    <w:rsid w:val="007819BB"/>
    <w:rsid w:val="00781B2D"/>
    <w:rsid w:val="00782014"/>
    <w:rsid w:val="00782127"/>
    <w:rsid w:val="00782B22"/>
    <w:rsid w:val="00782B9F"/>
    <w:rsid w:val="00782CA5"/>
    <w:rsid w:val="00782D91"/>
    <w:rsid w:val="00782DEF"/>
    <w:rsid w:val="00782ED2"/>
    <w:rsid w:val="007831CD"/>
    <w:rsid w:val="0078321B"/>
    <w:rsid w:val="0078385B"/>
    <w:rsid w:val="00783A8D"/>
    <w:rsid w:val="00784151"/>
    <w:rsid w:val="0078443A"/>
    <w:rsid w:val="0078484D"/>
    <w:rsid w:val="007848B9"/>
    <w:rsid w:val="00784DA2"/>
    <w:rsid w:val="00784E1E"/>
    <w:rsid w:val="00784F00"/>
    <w:rsid w:val="00785145"/>
    <w:rsid w:val="007853B6"/>
    <w:rsid w:val="007854AD"/>
    <w:rsid w:val="0078593D"/>
    <w:rsid w:val="00785EC8"/>
    <w:rsid w:val="007862FF"/>
    <w:rsid w:val="00786418"/>
    <w:rsid w:val="0078659E"/>
    <w:rsid w:val="007867E7"/>
    <w:rsid w:val="007868D0"/>
    <w:rsid w:val="00786B9B"/>
    <w:rsid w:val="00786BAD"/>
    <w:rsid w:val="0078792F"/>
    <w:rsid w:val="00787964"/>
    <w:rsid w:val="00787A2B"/>
    <w:rsid w:val="00787E5A"/>
    <w:rsid w:val="00791402"/>
    <w:rsid w:val="00791581"/>
    <w:rsid w:val="007919DF"/>
    <w:rsid w:val="00791B6B"/>
    <w:rsid w:val="00791B70"/>
    <w:rsid w:val="007929E5"/>
    <w:rsid w:val="00792BE1"/>
    <w:rsid w:val="00792D16"/>
    <w:rsid w:val="00792F2B"/>
    <w:rsid w:val="007934B5"/>
    <w:rsid w:val="0079370F"/>
    <w:rsid w:val="00793D88"/>
    <w:rsid w:val="00793EFA"/>
    <w:rsid w:val="00793F2A"/>
    <w:rsid w:val="00794266"/>
    <w:rsid w:val="00794518"/>
    <w:rsid w:val="00794675"/>
    <w:rsid w:val="00794683"/>
    <w:rsid w:val="00794C2D"/>
    <w:rsid w:val="00794D7C"/>
    <w:rsid w:val="00794FEB"/>
    <w:rsid w:val="007953DF"/>
    <w:rsid w:val="00795667"/>
    <w:rsid w:val="00795698"/>
    <w:rsid w:val="0079569F"/>
    <w:rsid w:val="0079581F"/>
    <w:rsid w:val="00795895"/>
    <w:rsid w:val="00795CC5"/>
    <w:rsid w:val="00795F34"/>
    <w:rsid w:val="00796015"/>
    <w:rsid w:val="00796428"/>
    <w:rsid w:val="00796904"/>
    <w:rsid w:val="00796A52"/>
    <w:rsid w:val="00797109"/>
    <w:rsid w:val="00797336"/>
    <w:rsid w:val="0079744A"/>
    <w:rsid w:val="007979B1"/>
    <w:rsid w:val="00797AAF"/>
    <w:rsid w:val="00797D9C"/>
    <w:rsid w:val="00797DF8"/>
    <w:rsid w:val="00797E5E"/>
    <w:rsid w:val="007A0164"/>
    <w:rsid w:val="007A0217"/>
    <w:rsid w:val="007A05A5"/>
    <w:rsid w:val="007A0804"/>
    <w:rsid w:val="007A08F5"/>
    <w:rsid w:val="007A0BC7"/>
    <w:rsid w:val="007A0DA6"/>
    <w:rsid w:val="007A176E"/>
    <w:rsid w:val="007A1D5D"/>
    <w:rsid w:val="007A22A0"/>
    <w:rsid w:val="007A2379"/>
    <w:rsid w:val="007A30D0"/>
    <w:rsid w:val="007A3840"/>
    <w:rsid w:val="007A3C42"/>
    <w:rsid w:val="007A3CD8"/>
    <w:rsid w:val="007A3DD9"/>
    <w:rsid w:val="007A417C"/>
    <w:rsid w:val="007A45D5"/>
    <w:rsid w:val="007A45FD"/>
    <w:rsid w:val="007A479C"/>
    <w:rsid w:val="007A4BAE"/>
    <w:rsid w:val="007A4D2E"/>
    <w:rsid w:val="007A4D36"/>
    <w:rsid w:val="007A4D67"/>
    <w:rsid w:val="007A4D71"/>
    <w:rsid w:val="007A50F5"/>
    <w:rsid w:val="007A5641"/>
    <w:rsid w:val="007A5793"/>
    <w:rsid w:val="007A5AFE"/>
    <w:rsid w:val="007A5B2D"/>
    <w:rsid w:val="007A5D64"/>
    <w:rsid w:val="007A60E1"/>
    <w:rsid w:val="007A6315"/>
    <w:rsid w:val="007A64E9"/>
    <w:rsid w:val="007A6800"/>
    <w:rsid w:val="007A78B2"/>
    <w:rsid w:val="007A7AAB"/>
    <w:rsid w:val="007A7D09"/>
    <w:rsid w:val="007B0073"/>
    <w:rsid w:val="007B0126"/>
    <w:rsid w:val="007B056B"/>
    <w:rsid w:val="007B05D0"/>
    <w:rsid w:val="007B0AF2"/>
    <w:rsid w:val="007B106C"/>
    <w:rsid w:val="007B127C"/>
    <w:rsid w:val="007B18E2"/>
    <w:rsid w:val="007B1A71"/>
    <w:rsid w:val="007B1EB6"/>
    <w:rsid w:val="007B2074"/>
    <w:rsid w:val="007B2504"/>
    <w:rsid w:val="007B27D2"/>
    <w:rsid w:val="007B3114"/>
    <w:rsid w:val="007B313D"/>
    <w:rsid w:val="007B320E"/>
    <w:rsid w:val="007B3648"/>
    <w:rsid w:val="007B37E6"/>
    <w:rsid w:val="007B3BA5"/>
    <w:rsid w:val="007B3E25"/>
    <w:rsid w:val="007B3ED8"/>
    <w:rsid w:val="007B3FC3"/>
    <w:rsid w:val="007B4563"/>
    <w:rsid w:val="007B4D58"/>
    <w:rsid w:val="007B4FF7"/>
    <w:rsid w:val="007B5571"/>
    <w:rsid w:val="007B59EF"/>
    <w:rsid w:val="007B5ABF"/>
    <w:rsid w:val="007B5B4D"/>
    <w:rsid w:val="007B5D80"/>
    <w:rsid w:val="007B5D8D"/>
    <w:rsid w:val="007B6187"/>
    <w:rsid w:val="007B6277"/>
    <w:rsid w:val="007B6393"/>
    <w:rsid w:val="007B641A"/>
    <w:rsid w:val="007B6601"/>
    <w:rsid w:val="007B6931"/>
    <w:rsid w:val="007B6ED8"/>
    <w:rsid w:val="007B7351"/>
    <w:rsid w:val="007B7443"/>
    <w:rsid w:val="007C0402"/>
    <w:rsid w:val="007C089B"/>
    <w:rsid w:val="007C0AD3"/>
    <w:rsid w:val="007C0C2F"/>
    <w:rsid w:val="007C18E2"/>
    <w:rsid w:val="007C1E5A"/>
    <w:rsid w:val="007C1FF1"/>
    <w:rsid w:val="007C208C"/>
    <w:rsid w:val="007C2387"/>
    <w:rsid w:val="007C2485"/>
    <w:rsid w:val="007C2527"/>
    <w:rsid w:val="007C26E5"/>
    <w:rsid w:val="007C27B7"/>
    <w:rsid w:val="007C2E55"/>
    <w:rsid w:val="007C3CF6"/>
    <w:rsid w:val="007C3D53"/>
    <w:rsid w:val="007C485C"/>
    <w:rsid w:val="007C48B3"/>
    <w:rsid w:val="007C4A48"/>
    <w:rsid w:val="007C4D9E"/>
    <w:rsid w:val="007C4E59"/>
    <w:rsid w:val="007C4F09"/>
    <w:rsid w:val="007C52E4"/>
    <w:rsid w:val="007C530A"/>
    <w:rsid w:val="007C536F"/>
    <w:rsid w:val="007C569E"/>
    <w:rsid w:val="007C5917"/>
    <w:rsid w:val="007C60A8"/>
    <w:rsid w:val="007C61C7"/>
    <w:rsid w:val="007C6231"/>
    <w:rsid w:val="007C6526"/>
    <w:rsid w:val="007C6570"/>
    <w:rsid w:val="007C6C56"/>
    <w:rsid w:val="007C7469"/>
    <w:rsid w:val="007C7965"/>
    <w:rsid w:val="007C7DAE"/>
    <w:rsid w:val="007C7EC3"/>
    <w:rsid w:val="007C7EC7"/>
    <w:rsid w:val="007C7F5F"/>
    <w:rsid w:val="007D021D"/>
    <w:rsid w:val="007D03FA"/>
    <w:rsid w:val="007D0680"/>
    <w:rsid w:val="007D0747"/>
    <w:rsid w:val="007D07D7"/>
    <w:rsid w:val="007D0A78"/>
    <w:rsid w:val="007D0FC9"/>
    <w:rsid w:val="007D0FEC"/>
    <w:rsid w:val="007D16AF"/>
    <w:rsid w:val="007D2027"/>
    <w:rsid w:val="007D228B"/>
    <w:rsid w:val="007D22CF"/>
    <w:rsid w:val="007D287D"/>
    <w:rsid w:val="007D2962"/>
    <w:rsid w:val="007D2C37"/>
    <w:rsid w:val="007D31DB"/>
    <w:rsid w:val="007D33B6"/>
    <w:rsid w:val="007D3C55"/>
    <w:rsid w:val="007D4145"/>
    <w:rsid w:val="007D4208"/>
    <w:rsid w:val="007D42A9"/>
    <w:rsid w:val="007D44D9"/>
    <w:rsid w:val="007D452D"/>
    <w:rsid w:val="007D4615"/>
    <w:rsid w:val="007D47A8"/>
    <w:rsid w:val="007D4FBD"/>
    <w:rsid w:val="007D50BB"/>
    <w:rsid w:val="007D528B"/>
    <w:rsid w:val="007D55AF"/>
    <w:rsid w:val="007D582E"/>
    <w:rsid w:val="007D5962"/>
    <w:rsid w:val="007D5B5F"/>
    <w:rsid w:val="007D5CA6"/>
    <w:rsid w:val="007D601B"/>
    <w:rsid w:val="007D68C0"/>
    <w:rsid w:val="007D6B6D"/>
    <w:rsid w:val="007D6E64"/>
    <w:rsid w:val="007D724F"/>
    <w:rsid w:val="007D78BC"/>
    <w:rsid w:val="007D7C9D"/>
    <w:rsid w:val="007D7CBE"/>
    <w:rsid w:val="007D7F18"/>
    <w:rsid w:val="007D7F2A"/>
    <w:rsid w:val="007E0176"/>
    <w:rsid w:val="007E0335"/>
    <w:rsid w:val="007E0419"/>
    <w:rsid w:val="007E04CD"/>
    <w:rsid w:val="007E05E8"/>
    <w:rsid w:val="007E08C0"/>
    <w:rsid w:val="007E0C1F"/>
    <w:rsid w:val="007E0D87"/>
    <w:rsid w:val="007E0F32"/>
    <w:rsid w:val="007E11E3"/>
    <w:rsid w:val="007E1667"/>
    <w:rsid w:val="007E178D"/>
    <w:rsid w:val="007E1D7D"/>
    <w:rsid w:val="007E1F50"/>
    <w:rsid w:val="007E1F91"/>
    <w:rsid w:val="007E2184"/>
    <w:rsid w:val="007E2343"/>
    <w:rsid w:val="007E306E"/>
    <w:rsid w:val="007E34DD"/>
    <w:rsid w:val="007E3573"/>
    <w:rsid w:val="007E382F"/>
    <w:rsid w:val="007E3AAE"/>
    <w:rsid w:val="007E3AC3"/>
    <w:rsid w:val="007E43F5"/>
    <w:rsid w:val="007E471D"/>
    <w:rsid w:val="007E48B3"/>
    <w:rsid w:val="007E4E3E"/>
    <w:rsid w:val="007E52EE"/>
    <w:rsid w:val="007E5357"/>
    <w:rsid w:val="007E53EB"/>
    <w:rsid w:val="007E57A2"/>
    <w:rsid w:val="007E5B15"/>
    <w:rsid w:val="007E5C56"/>
    <w:rsid w:val="007E622D"/>
    <w:rsid w:val="007E682B"/>
    <w:rsid w:val="007E696C"/>
    <w:rsid w:val="007E69D9"/>
    <w:rsid w:val="007E69DD"/>
    <w:rsid w:val="007E6CAD"/>
    <w:rsid w:val="007E74E4"/>
    <w:rsid w:val="007E75E1"/>
    <w:rsid w:val="007E78C1"/>
    <w:rsid w:val="007E7995"/>
    <w:rsid w:val="007E7C74"/>
    <w:rsid w:val="007E7D72"/>
    <w:rsid w:val="007E7FAE"/>
    <w:rsid w:val="007F000F"/>
    <w:rsid w:val="007F017D"/>
    <w:rsid w:val="007F02F7"/>
    <w:rsid w:val="007F0360"/>
    <w:rsid w:val="007F0871"/>
    <w:rsid w:val="007F0924"/>
    <w:rsid w:val="007F0D10"/>
    <w:rsid w:val="007F0E53"/>
    <w:rsid w:val="007F12D2"/>
    <w:rsid w:val="007F1442"/>
    <w:rsid w:val="007F17F4"/>
    <w:rsid w:val="007F1EC6"/>
    <w:rsid w:val="007F2757"/>
    <w:rsid w:val="007F2761"/>
    <w:rsid w:val="007F283A"/>
    <w:rsid w:val="007F297B"/>
    <w:rsid w:val="007F2ECB"/>
    <w:rsid w:val="007F2F02"/>
    <w:rsid w:val="007F3402"/>
    <w:rsid w:val="007F3569"/>
    <w:rsid w:val="007F3DE3"/>
    <w:rsid w:val="007F3E6E"/>
    <w:rsid w:val="007F3F0E"/>
    <w:rsid w:val="007F4093"/>
    <w:rsid w:val="007F4924"/>
    <w:rsid w:val="007F4D8F"/>
    <w:rsid w:val="007F4DF9"/>
    <w:rsid w:val="007F5069"/>
    <w:rsid w:val="007F58C4"/>
    <w:rsid w:val="007F5C22"/>
    <w:rsid w:val="007F617F"/>
    <w:rsid w:val="007F69F4"/>
    <w:rsid w:val="007F6B2D"/>
    <w:rsid w:val="007F6B41"/>
    <w:rsid w:val="007F72D0"/>
    <w:rsid w:val="007F73A7"/>
    <w:rsid w:val="007F7834"/>
    <w:rsid w:val="007F7A50"/>
    <w:rsid w:val="007F7BF8"/>
    <w:rsid w:val="007F7F86"/>
    <w:rsid w:val="0080028E"/>
    <w:rsid w:val="008002F2"/>
    <w:rsid w:val="0080040C"/>
    <w:rsid w:val="00800B9B"/>
    <w:rsid w:val="00801246"/>
    <w:rsid w:val="00801525"/>
    <w:rsid w:val="00801547"/>
    <w:rsid w:val="008017FC"/>
    <w:rsid w:val="00801CC3"/>
    <w:rsid w:val="008022AE"/>
    <w:rsid w:val="008024BD"/>
    <w:rsid w:val="0080250C"/>
    <w:rsid w:val="00802699"/>
    <w:rsid w:val="0080272A"/>
    <w:rsid w:val="00802F9F"/>
    <w:rsid w:val="00803500"/>
    <w:rsid w:val="00803710"/>
    <w:rsid w:val="008038D6"/>
    <w:rsid w:val="0080397A"/>
    <w:rsid w:val="00803F47"/>
    <w:rsid w:val="0080402D"/>
    <w:rsid w:val="008054F0"/>
    <w:rsid w:val="00805500"/>
    <w:rsid w:val="00805988"/>
    <w:rsid w:val="00805E99"/>
    <w:rsid w:val="00806236"/>
    <w:rsid w:val="00806358"/>
    <w:rsid w:val="0080642F"/>
    <w:rsid w:val="008065CC"/>
    <w:rsid w:val="00806869"/>
    <w:rsid w:val="00806BD7"/>
    <w:rsid w:val="00807797"/>
    <w:rsid w:val="00807A5E"/>
    <w:rsid w:val="00807C4A"/>
    <w:rsid w:val="0081007B"/>
    <w:rsid w:val="008102A0"/>
    <w:rsid w:val="00810514"/>
    <w:rsid w:val="008106FA"/>
    <w:rsid w:val="008108DB"/>
    <w:rsid w:val="00810C4E"/>
    <w:rsid w:val="00810C57"/>
    <w:rsid w:val="00810CC0"/>
    <w:rsid w:val="00810CCD"/>
    <w:rsid w:val="00810ECE"/>
    <w:rsid w:val="00811015"/>
    <w:rsid w:val="008110EE"/>
    <w:rsid w:val="00811601"/>
    <w:rsid w:val="00811712"/>
    <w:rsid w:val="00811981"/>
    <w:rsid w:val="00811D38"/>
    <w:rsid w:val="0081222F"/>
    <w:rsid w:val="00812887"/>
    <w:rsid w:val="00812995"/>
    <w:rsid w:val="008129EF"/>
    <w:rsid w:val="00813091"/>
    <w:rsid w:val="00813D8C"/>
    <w:rsid w:val="008148D2"/>
    <w:rsid w:val="008150DA"/>
    <w:rsid w:val="008155D5"/>
    <w:rsid w:val="0081717E"/>
    <w:rsid w:val="008175A0"/>
    <w:rsid w:val="00817BCC"/>
    <w:rsid w:val="00817BD5"/>
    <w:rsid w:val="00817F7B"/>
    <w:rsid w:val="00817FE0"/>
    <w:rsid w:val="008205E6"/>
    <w:rsid w:val="008209B8"/>
    <w:rsid w:val="00820BD1"/>
    <w:rsid w:val="00820C11"/>
    <w:rsid w:val="00820F44"/>
    <w:rsid w:val="00821429"/>
    <w:rsid w:val="008216DC"/>
    <w:rsid w:val="00821816"/>
    <w:rsid w:val="0082231F"/>
    <w:rsid w:val="0082249D"/>
    <w:rsid w:val="008225AD"/>
    <w:rsid w:val="00822705"/>
    <w:rsid w:val="008227DE"/>
    <w:rsid w:val="00822865"/>
    <w:rsid w:val="00822A39"/>
    <w:rsid w:val="008230B0"/>
    <w:rsid w:val="00823223"/>
    <w:rsid w:val="008235DA"/>
    <w:rsid w:val="00823843"/>
    <w:rsid w:val="0082393E"/>
    <w:rsid w:val="00823A59"/>
    <w:rsid w:val="00823F44"/>
    <w:rsid w:val="008248EB"/>
    <w:rsid w:val="00824DBE"/>
    <w:rsid w:val="008253BB"/>
    <w:rsid w:val="008253C9"/>
    <w:rsid w:val="00825692"/>
    <w:rsid w:val="008257BE"/>
    <w:rsid w:val="008259E4"/>
    <w:rsid w:val="00825EB4"/>
    <w:rsid w:val="008262C6"/>
    <w:rsid w:val="00826757"/>
    <w:rsid w:val="008269A2"/>
    <w:rsid w:val="00826A61"/>
    <w:rsid w:val="00826CFE"/>
    <w:rsid w:val="0082725E"/>
    <w:rsid w:val="00827489"/>
    <w:rsid w:val="00827666"/>
    <w:rsid w:val="00827809"/>
    <w:rsid w:val="00827BA2"/>
    <w:rsid w:val="00827E33"/>
    <w:rsid w:val="0083046E"/>
    <w:rsid w:val="00830566"/>
    <w:rsid w:val="00830B07"/>
    <w:rsid w:val="00830F5A"/>
    <w:rsid w:val="008311FE"/>
    <w:rsid w:val="00831803"/>
    <w:rsid w:val="00831A78"/>
    <w:rsid w:val="00831C63"/>
    <w:rsid w:val="0083228A"/>
    <w:rsid w:val="00832331"/>
    <w:rsid w:val="00832D17"/>
    <w:rsid w:val="00833810"/>
    <w:rsid w:val="00834357"/>
    <w:rsid w:val="008345B9"/>
    <w:rsid w:val="008346CB"/>
    <w:rsid w:val="00834AA6"/>
    <w:rsid w:val="00834DAD"/>
    <w:rsid w:val="008351C4"/>
    <w:rsid w:val="00835353"/>
    <w:rsid w:val="008358AE"/>
    <w:rsid w:val="00835F12"/>
    <w:rsid w:val="00836A0F"/>
    <w:rsid w:val="00836CC2"/>
    <w:rsid w:val="00837155"/>
    <w:rsid w:val="00837670"/>
    <w:rsid w:val="008378DE"/>
    <w:rsid w:val="008379B4"/>
    <w:rsid w:val="00837C4E"/>
    <w:rsid w:val="00837DC6"/>
    <w:rsid w:val="008401D2"/>
    <w:rsid w:val="0084027C"/>
    <w:rsid w:val="00840910"/>
    <w:rsid w:val="00841B42"/>
    <w:rsid w:val="00841EB5"/>
    <w:rsid w:val="00841FCA"/>
    <w:rsid w:val="008422E0"/>
    <w:rsid w:val="00842361"/>
    <w:rsid w:val="008429A9"/>
    <w:rsid w:val="008430A5"/>
    <w:rsid w:val="00843316"/>
    <w:rsid w:val="00843A91"/>
    <w:rsid w:val="00843E76"/>
    <w:rsid w:val="00844051"/>
    <w:rsid w:val="00844316"/>
    <w:rsid w:val="00844553"/>
    <w:rsid w:val="0084497A"/>
    <w:rsid w:val="00844BDE"/>
    <w:rsid w:val="00844CB0"/>
    <w:rsid w:val="00844E7C"/>
    <w:rsid w:val="00844F8A"/>
    <w:rsid w:val="00845378"/>
    <w:rsid w:val="008455F2"/>
    <w:rsid w:val="0084566A"/>
    <w:rsid w:val="008456DC"/>
    <w:rsid w:val="00845D06"/>
    <w:rsid w:val="00845E80"/>
    <w:rsid w:val="0084601E"/>
    <w:rsid w:val="008462EE"/>
    <w:rsid w:val="00846C09"/>
    <w:rsid w:val="00846E49"/>
    <w:rsid w:val="00846ECD"/>
    <w:rsid w:val="00847A9F"/>
    <w:rsid w:val="00847AD9"/>
    <w:rsid w:val="00847D3D"/>
    <w:rsid w:val="00847D4F"/>
    <w:rsid w:val="0085021D"/>
    <w:rsid w:val="00850220"/>
    <w:rsid w:val="00850222"/>
    <w:rsid w:val="00850372"/>
    <w:rsid w:val="00850869"/>
    <w:rsid w:val="00850D33"/>
    <w:rsid w:val="0085120C"/>
    <w:rsid w:val="008512A0"/>
    <w:rsid w:val="00851D5A"/>
    <w:rsid w:val="00851FBF"/>
    <w:rsid w:val="008520CB"/>
    <w:rsid w:val="00852615"/>
    <w:rsid w:val="0085261B"/>
    <w:rsid w:val="008527ED"/>
    <w:rsid w:val="00852BD6"/>
    <w:rsid w:val="00852DE8"/>
    <w:rsid w:val="00853291"/>
    <w:rsid w:val="00853361"/>
    <w:rsid w:val="008533E7"/>
    <w:rsid w:val="008534C1"/>
    <w:rsid w:val="008534D7"/>
    <w:rsid w:val="008538D6"/>
    <w:rsid w:val="00854C10"/>
    <w:rsid w:val="00854CD5"/>
    <w:rsid w:val="00854D62"/>
    <w:rsid w:val="00855C1E"/>
    <w:rsid w:val="00855DE0"/>
    <w:rsid w:val="00856073"/>
    <w:rsid w:val="0085635C"/>
    <w:rsid w:val="00856824"/>
    <w:rsid w:val="008569C6"/>
    <w:rsid w:val="00856E5F"/>
    <w:rsid w:val="00856FE0"/>
    <w:rsid w:val="0085744B"/>
    <w:rsid w:val="008575E9"/>
    <w:rsid w:val="008576AE"/>
    <w:rsid w:val="00860025"/>
    <w:rsid w:val="0086023B"/>
    <w:rsid w:val="008605A3"/>
    <w:rsid w:val="008605F7"/>
    <w:rsid w:val="0086071E"/>
    <w:rsid w:val="00860A55"/>
    <w:rsid w:val="00860DCA"/>
    <w:rsid w:val="00861150"/>
    <w:rsid w:val="0086127C"/>
    <w:rsid w:val="008612C4"/>
    <w:rsid w:val="008618A5"/>
    <w:rsid w:val="00861956"/>
    <w:rsid w:val="00861B20"/>
    <w:rsid w:val="00861E8E"/>
    <w:rsid w:val="00861F51"/>
    <w:rsid w:val="00862311"/>
    <w:rsid w:val="00862494"/>
    <w:rsid w:val="0086261E"/>
    <w:rsid w:val="008626EF"/>
    <w:rsid w:val="0086288F"/>
    <w:rsid w:val="008628C6"/>
    <w:rsid w:val="00862E33"/>
    <w:rsid w:val="008631C5"/>
    <w:rsid w:val="00863334"/>
    <w:rsid w:val="00863358"/>
    <w:rsid w:val="0086366D"/>
    <w:rsid w:val="0086387C"/>
    <w:rsid w:val="00864411"/>
    <w:rsid w:val="008645D9"/>
    <w:rsid w:val="00864F04"/>
    <w:rsid w:val="00865104"/>
    <w:rsid w:val="008651C6"/>
    <w:rsid w:val="00865505"/>
    <w:rsid w:val="00865549"/>
    <w:rsid w:val="00865720"/>
    <w:rsid w:val="008659F9"/>
    <w:rsid w:val="00865EBE"/>
    <w:rsid w:val="00866628"/>
    <w:rsid w:val="00866965"/>
    <w:rsid w:val="00866B11"/>
    <w:rsid w:val="00866D4C"/>
    <w:rsid w:val="008670D8"/>
    <w:rsid w:val="0086721E"/>
    <w:rsid w:val="00867458"/>
    <w:rsid w:val="00867C02"/>
    <w:rsid w:val="008700A3"/>
    <w:rsid w:val="00870528"/>
    <w:rsid w:val="0087059C"/>
    <w:rsid w:val="008708C0"/>
    <w:rsid w:val="00870BF4"/>
    <w:rsid w:val="00871005"/>
    <w:rsid w:val="00871228"/>
    <w:rsid w:val="00871369"/>
    <w:rsid w:val="00871B40"/>
    <w:rsid w:val="00871C25"/>
    <w:rsid w:val="00872330"/>
    <w:rsid w:val="00872B6E"/>
    <w:rsid w:val="00872C6B"/>
    <w:rsid w:val="00872FD1"/>
    <w:rsid w:val="008734F9"/>
    <w:rsid w:val="00873891"/>
    <w:rsid w:val="00873967"/>
    <w:rsid w:val="00873A46"/>
    <w:rsid w:val="00873B03"/>
    <w:rsid w:val="008740FF"/>
    <w:rsid w:val="00874170"/>
    <w:rsid w:val="008742B4"/>
    <w:rsid w:val="008744B5"/>
    <w:rsid w:val="0087466F"/>
    <w:rsid w:val="00874B52"/>
    <w:rsid w:val="00874E4A"/>
    <w:rsid w:val="008750CB"/>
    <w:rsid w:val="0087543D"/>
    <w:rsid w:val="0087574D"/>
    <w:rsid w:val="008757C5"/>
    <w:rsid w:val="00875946"/>
    <w:rsid w:val="00875B2A"/>
    <w:rsid w:val="00876005"/>
    <w:rsid w:val="008763D1"/>
    <w:rsid w:val="008764AE"/>
    <w:rsid w:val="00876D48"/>
    <w:rsid w:val="00876D74"/>
    <w:rsid w:val="0087701D"/>
    <w:rsid w:val="008774CE"/>
    <w:rsid w:val="008777D8"/>
    <w:rsid w:val="00877884"/>
    <w:rsid w:val="008778C1"/>
    <w:rsid w:val="00877928"/>
    <w:rsid w:val="00877ACB"/>
    <w:rsid w:val="00877DFD"/>
    <w:rsid w:val="00880251"/>
    <w:rsid w:val="008803F0"/>
    <w:rsid w:val="00880557"/>
    <w:rsid w:val="00880642"/>
    <w:rsid w:val="00880974"/>
    <w:rsid w:val="00880B91"/>
    <w:rsid w:val="00880E51"/>
    <w:rsid w:val="00881300"/>
    <w:rsid w:val="00881753"/>
    <w:rsid w:val="00881AD1"/>
    <w:rsid w:val="00881B0E"/>
    <w:rsid w:val="00881C5C"/>
    <w:rsid w:val="00881CCD"/>
    <w:rsid w:val="00881E27"/>
    <w:rsid w:val="00881E38"/>
    <w:rsid w:val="00882755"/>
    <w:rsid w:val="00882AA3"/>
    <w:rsid w:val="008832EE"/>
    <w:rsid w:val="008833DA"/>
    <w:rsid w:val="008839ED"/>
    <w:rsid w:val="00883C23"/>
    <w:rsid w:val="00883CE2"/>
    <w:rsid w:val="00884202"/>
    <w:rsid w:val="00884322"/>
    <w:rsid w:val="0088505D"/>
    <w:rsid w:val="0088546E"/>
    <w:rsid w:val="00885681"/>
    <w:rsid w:val="00885C6B"/>
    <w:rsid w:val="00885E45"/>
    <w:rsid w:val="00885E65"/>
    <w:rsid w:val="0088626F"/>
    <w:rsid w:val="00886E50"/>
    <w:rsid w:val="00886E76"/>
    <w:rsid w:val="00887479"/>
    <w:rsid w:val="008875A3"/>
    <w:rsid w:val="008877F9"/>
    <w:rsid w:val="00887856"/>
    <w:rsid w:val="00887FFA"/>
    <w:rsid w:val="008902DE"/>
    <w:rsid w:val="00890699"/>
    <w:rsid w:val="008907BF"/>
    <w:rsid w:val="00890B1D"/>
    <w:rsid w:val="00890F30"/>
    <w:rsid w:val="00891355"/>
    <w:rsid w:val="00891395"/>
    <w:rsid w:val="0089163D"/>
    <w:rsid w:val="0089168C"/>
    <w:rsid w:val="00891FCB"/>
    <w:rsid w:val="0089206F"/>
    <w:rsid w:val="0089259E"/>
    <w:rsid w:val="00892872"/>
    <w:rsid w:val="00892CB3"/>
    <w:rsid w:val="00892F97"/>
    <w:rsid w:val="008931E8"/>
    <w:rsid w:val="00893562"/>
    <w:rsid w:val="0089384C"/>
    <w:rsid w:val="00893CEF"/>
    <w:rsid w:val="00894075"/>
    <w:rsid w:val="00894220"/>
    <w:rsid w:val="008942B4"/>
    <w:rsid w:val="0089516B"/>
    <w:rsid w:val="008953A0"/>
    <w:rsid w:val="00895A52"/>
    <w:rsid w:val="00895ABD"/>
    <w:rsid w:val="00896102"/>
    <w:rsid w:val="0089634F"/>
    <w:rsid w:val="0089668F"/>
    <w:rsid w:val="0089674A"/>
    <w:rsid w:val="00896946"/>
    <w:rsid w:val="00896E82"/>
    <w:rsid w:val="00897022"/>
    <w:rsid w:val="00897B45"/>
    <w:rsid w:val="00897C4F"/>
    <w:rsid w:val="00897E14"/>
    <w:rsid w:val="00897F30"/>
    <w:rsid w:val="008A008A"/>
    <w:rsid w:val="008A0129"/>
    <w:rsid w:val="008A0784"/>
    <w:rsid w:val="008A0EC4"/>
    <w:rsid w:val="008A12FB"/>
    <w:rsid w:val="008A188A"/>
    <w:rsid w:val="008A1B46"/>
    <w:rsid w:val="008A1EA8"/>
    <w:rsid w:val="008A1FBE"/>
    <w:rsid w:val="008A2068"/>
    <w:rsid w:val="008A220C"/>
    <w:rsid w:val="008A22D6"/>
    <w:rsid w:val="008A2874"/>
    <w:rsid w:val="008A29D0"/>
    <w:rsid w:val="008A30F7"/>
    <w:rsid w:val="008A32AC"/>
    <w:rsid w:val="008A3788"/>
    <w:rsid w:val="008A3CB8"/>
    <w:rsid w:val="008A41CB"/>
    <w:rsid w:val="008A4396"/>
    <w:rsid w:val="008A4A93"/>
    <w:rsid w:val="008A505C"/>
    <w:rsid w:val="008A5193"/>
    <w:rsid w:val="008A58F2"/>
    <w:rsid w:val="008A59CA"/>
    <w:rsid w:val="008A59E3"/>
    <w:rsid w:val="008A5DA4"/>
    <w:rsid w:val="008A61B9"/>
    <w:rsid w:val="008A660B"/>
    <w:rsid w:val="008A6EB8"/>
    <w:rsid w:val="008A746A"/>
    <w:rsid w:val="008A7CB2"/>
    <w:rsid w:val="008A7CD4"/>
    <w:rsid w:val="008A7D19"/>
    <w:rsid w:val="008B04A6"/>
    <w:rsid w:val="008B0710"/>
    <w:rsid w:val="008B0D4F"/>
    <w:rsid w:val="008B1133"/>
    <w:rsid w:val="008B12CE"/>
    <w:rsid w:val="008B132E"/>
    <w:rsid w:val="008B142A"/>
    <w:rsid w:val="008B17EB"/>
    <w:rsid w:val="008B1B6F"/>
    <w:rsid w:val="008B1F43"/>
    <w:rsid w:val="008B2A67"/>
    <w:rsid w:val="008B3321"/>
    <w:rsid w:val="008B344F"/>
    <w:rsid w:val="008B3817"/>
    <w:rsid w:val="008B3D3D"/>
    <w:rsid w:val="008B454F"/>
    <w:rsid w:val="008B4554"/>
    <w:rsid w:val="008B4748"/>
    <w:rsid w:val="008B491E"/>
    <w:rsid w:val="008B4B12"/>
    <w:rsid w:val="008B4F96"/>
    <w:rsid w:val="008B5220"/>
    <w:rsid w:val="008B5491"/>
    <w:rsid w:val="008B55F3"/>
    <w:rsid w:val="008B5962"/>
    <w:rsid w:val="008B5B4A"/>
    <w:rsid w:val="008B6066"/>
    <w:rsid w:val="008B62D5"/>
    <w:rsid w:val="008B6638"/>
    <w:rsid w:val="008B6800"/>
    <w:rsid w:val="008B6862"/>
    <w:rsid w:val="008B6AF0"/>
    <w:rsid w:val="008B6B78"/>
    <w:rsid w:val="008B7FF1"/>
    <w:rsid w:val="008C0266"/>
    <w:rsid w:val="008C03D2"/>
    <w:rsid w:val="008C06DC"/>
    <w:rsid w:val="008C0B5A"/>
    <w:rsid w:val="008C0C4C"/>
    <w:rsid w:val="008C0E92"/>
    <w:rsid w:val="008C1AB7"/>
    <w:rsid w:val="008C1E2A"/>
    <w:rsid w:val="008C22C0"/>
    <w:rsid w:val="008C24A8"/>
    <w:rsid w:val="008C25C0"/>
    <w:rsid w:val="008C29FD"/>
    <w:rsid w:val="008C2D81"/>
    <w:rsid w:val="008C3155"/>
    <w:rsid w:val="008C35AB"/>
    <w:rsid w:val="008C3624"/>
    <w:rsid w:val="008C370D"/>
    <w:rsid w:val="008C3F06"/>
    <w:rsid w:val="008C4312"/>
    <w:rsid w:val="008C46D8"/>
    <w:rsid w:val="008C48BE"/>
    <w:rsid w:val="008C4BDD"/>
    <w:rsid w:val="008C4C03"/>
    <w:rsid w:val="008C5291"/>
    <w:rsid w:val="008C53A2"/>
    <w:rsid w:val="008C552B"/>
    <w:rsid w:val="008C5537"/>
    <w:rsid w:val="008C5596"/>
    <w:rsid w:val="008C583B"/>
    <w:rsid w:val="008C5B25"/>
    <w:rsid w:val="008C61EC"/>
    <w:rsid w:val="008C639F"/>
    <w:rsid w:val="008C6445"/>
    <w:rsid w:val="008C71E1"/>
    <w:rsid w:val="008C725C"/>
    <w:rsid w:val="008C7743"/>
    <w:rsid w:val="008C7843"/>
    <w:rsid w:val="008D0287"/>
    <w:rsid w:val="008D0557"/>
    <w:rsid w:val="008D0D73"/>
    <w:rsid w:val="008D10A5"/>
    <w:rsid w:val="008D132F"/>
    <w:rsid w:val="008D14C2"/>
    <w:rsid w:val="008D179C"/>
    <w:rsid w:val="008D1923"/>
    <w:rsid w:val="008D1A21"/>
    <w:rsid w:val="008D1BD0"/>
    <w:rsid w:val="008D1C1C"/>
    <w:rsid w:val="008D1D64"/>
    <w:rsid w:val="008D2204"/>
    <w:rsid w:val="008D223D"/>
    <w:rsid w:val="008D25D3"/>
    <w:rsid w:val="008D2949"/>
    <w:rsid w:val="008D2959"/>
    <w:rsid w:val="008D2CFB"/>
    <w:rsid w:val="008D3CCC"/>
    <w:rsid w:val="008D3D19"/>
    <w:rsid w:val="008D3E4B"/>
    <w:rsid w:val="008D3F0B"/>
    <w:rsid w:val="008D43B6"/>
    <w:rsid w:val="008D4415"/>
    <w:rsid w:val="008D44F4"/>
    <w:rsid w:val="008D45F4"/>
    <w:rsid w:val="008D481C"/>
    <w:rsid w:val="008D4BD5"/>
    <w:rsid w:val="008D53F8"/>
    <w:rsid w:val="008D651E"/>
    <w:rsid w:val="008D6693"/>
    <w:rsid w:val="008D67A1"/>
    <w:rsid w:val="008D687F"/>
    <w:rsid w:val="008D6C2E"/>
    <w:rsid w:val="008D6CC0"/>
    <w:rsid w:val="008D7019"/>
    <w:rsid w:val="008D7058"/>
    <w:rsid w:val="008D70F7"/>
    <w:rsid w:val="008D7344"/>
    <w:rsid w:val="008D7605"/>
    <w:rsid w:val="008D7BB7"/>
    <w:rsid w:val="008E05DF"/>
    <w:rsid w:val="008E081C"/>
    <w:rsid w:val="008E08C3"/>
    <w:rsid w:val="008E094D"/>
    <w:rsid w:val="008E0A74"/>
    <w:rsid w:val="008E0BFC"/>
    <w:rsid w:val="008E1467"/>
    <w:rsid w:val="008E14DF"/>
    <w:rsid w:val="008E1AC5"/>
    <w:rsid w:val="008E1FB3"/>
    <w:rsid w:val="008E3148"/>
    <w:rsid w:val="008E31CB"/>
    <w:rsid w:val="008E3419"/>
    <w:rsid w:val="008E3C0D"/>
    <w:rsid w:val="008E3F35"/>
    <w:rsid w:val="008E3F92"/>
    <w:rsid w:val="008E4087"/>
    <w:rsid w:val="008E4216"/>
    <w:rsid w:val="008E46CF"/>
    <w:rsid w:val="008E48D2"/>
    <w:rsid w:val="008E4D80"/>
    <w:rsid w:val="008E50B5"/>
    <w:rsid w:val="008E5534"/>
    <w:rsid w:val="008E5B4F"/>
    <w:rsid w:val="008E619A"/>
    <w:rsid w:val="008E61FF"/>
    <w:rsid w:val="008E6243"/>
    <w:rsid w:val="008E64FF"/>
    <w:rsid w:val="008E678D"/>
    <w:rsid w:val="008E6AD2"/>
    <w:rsid w:val="008E6F78"/>
    <w:rsid w:val="008E716A"/>
    <w:rsid w:val="008E740B"/>
    <w:rsid w:val="008E79AF"/>
    <w:rsid w:val="008E7B03"/>
    <w:rsid w:val="008F01C7"/>
    <w:rsid w:val="008F037E"/>
    <w:rsid w:val="008F0D27"/>
    <w:rsid w:val="008F0E10"/>
    <w:rsid w:val="008F10FA"/>
    <w:rsid w:val="008F11B6"/>
    <w:rsid w:val="008F12F3"/>
    <w:rsid w:val="008F133A"/>
    <w:rsid w:val="008F1468"/>
    <w:rsid w:val="008F1A2B"/>
    <w:rsid w:val="008F1B41"/>
    <w:rsid w:val="008F22F0"/>
    <w:rsid w:val="008F2875"/>
    <w:rsid w:val="008F2C42"/>
    <w:rsid w:val="008F2E7D"/>
    <w:rsid w:val="008F367D"/>
    <w:rsid w:val="008F37B4"/>
    <w:rsid w:val="008F3A17"/>
    <w:rsid w:val="008F3ADF"/>
    <w:rsid w:val="008F3AF0"/>
    <w:rsid w:val="008F3DE0"/>
    <w:rsid w:val="008F3E0B"/>
    <w:rsid w:val="008F40C2"/>
    <w:rsid w:val="008F440E"/>
    <w:rsid w:val="008F4BB4"/>
    <w:rsid w:val="008F4E2B"/>
    <w:rsid w:val="008F53CC"/>
    <w:rsid w:val="008F541C"/>
    <w:rsid w:val="008F5426"/>
    <w:rsid w:val="008F550D"/>
    <w:rsid w:val="008F5A40"/>
    <w:rsid w:val="008F5D3C"/>
    <w:rsid w:val="008F5DAA"/>
    <w:rsid w:val="008F6033"/>
    <w:rsid w:val="008F6232"/>
    <w:rsid w:val="008F666A"/>
    <w:rsid w:val="008F6727"/>
    <w:rsid w:val="008F6B7D"/>
    <w:rsid w:val="008F6CDB"/>
    <w:rsid w:val="008F7579"/>
    <w:rsid w:val="008F7702"/>
    <w:rsid w:val="008F7CC5"/>
    <w:rsid w:val="00900134"/>
    <w:rsid w:val="0090024A"/>
    <w:rsid w:val="009004AE"/>
    <w:rsid w:val="0090085B"/>
    <w:rsid w:val="00900873"/>
    <w:rsid w:val="00900928"/>
    <w:rsid w:val="00900B01"/>
    <w:rsid w:val="00900DF2"/>
    <w:rsid w:val="00901170"/>
    <w:rsid w:val="0090138E"/>
    <w:rsid w:val="009013AA"/>
    <w:rsid w:val="009015F3"/>
    <w:rsid w:val="00901BB8"/>
    <w:rsid w:val="00901D64"/>
    <w:rsid w:val="00902040"/>
    <w:rsid w:val="00902306"/>
    <w:rsid w:val="0090266D"/>
    <w:rsid w:val="00902959"/>
    <w:rsid w:val="009029C8"/>
    <w:rsid w:val="00902FAF"/>
    <w:rsid w:val="0090312A"/>
    <w:rsid w:val="00903264"/>
    <w:rsid w:val="00903E38"/>
    <w:rsid w:val="00903E57"/>
    <w:rsid w:val="0090403B"/>
    <w:rsid w:val="0090436B"/>
    <w:rsid w:val="00904751"/>
    <w:rsid w:val="00904A8B"/>
    <w:rsid w:val="00904E0E"/>
    <w:rsid w:val="00904E4C"/>
    <w:rsid w:val="009058B8"/>
    <w:rsid w:val="009058DC"/>
    <w:rsid w:val="00905A80"/>
    <w:rsid w:val="00905F66"/>
    <w:rsid w:val="00906165"/>
    <w:rsid w:val="00906318"/>
    <w:rsid w:val="009063F8"/>
    <w:rsid w:val="009064E1"/>
    <w:rsid w:val="00906BCC"/>
    <w:rsid w:val="009071EE"/>
    <w:rsid w:val="00907254"/>
    <w:rsid w:val="0090786C"/>
    <w:rsid w:val="00907AC8"/>
    <w:rsid w:val="00907BDB"/>
    <w:rsid w:val="00910517"/>
    <w:rsid w:val="009109E9"/>
    <w:rsid w:val="00910AA2"/>
    <w:rsid w:val="00911277"/>
    <w:rsid w:val="009112B6"/>
    <w:rsid w:val="009115FA"/>
    <w:rsid w:val="00911732"/>
    <w:rsid w:val="00911871"/>
    <w:rsid w:val="00911B39"/>
    <w:rsid w:val="00911B46"/>
    <w:rsid w:val="00911C01"/>
    <w:rsid w:val="00911D80"/>
    <w:rsid w:val="00912199"/>
    <w:rsid w:val="009121AB"/>
    <w:rsid w:val="009123D7"/>
    <w:rsid w:val="009125BA"/>
    <w:rsid w:val="0091266D"/>
    <w:rsid w:val="009128B5"/>
    <w:rsid w:val="00912AE3"/>
    <w:rsid w:val="00912CB3"/>
    <w:rsid w:val="00913074"/>
    <w:rsid w:val="009132F6"/>
    <w:rsid w:val="0091334A"/>
    <w:rsid w:val="0091345D"/>
    <w:rsid w:val="009139D4"/>
    <w:rsid w:val="00913BD7"/>
    <w:rsid w:val="00913D1C"/>
    <w:rsid w:val="00913D57"/>
    <w:rsid w:val="009142B4"/>
    <w:rsid w:val="009144B4"/>
    <w:rsid w:val="00914761"/>
    <w:rsid w:val="00914803"/>
    <w:rsid w:val="0091496D"/>
    <w:rsid w:val="00914D34"/>
    <w:rsid w:val="0091509E"/>
    <w:rsid w:val="00915456"/>
    <w:rsid w:val="00915504"/>
    <w:rsid w:val="009157F6"/>
    <w:rsid w:val="00915D9D"/>
    <w:rsid w:val="009160A6"/>
    <w:rsid w:val="0091630A"/>
    <w:rsid w:val="00916409"/>
    <w:rsid w:val="009167EC"/>
    <w:rsid w:val="0091690A"/>
    <w:rsid w:val="00916AB2"/>
    <w:rsid w:val="00916B74"/>
    <w:rsid w:val="00916BE0"/>
    <w:rsid w:val="00916DB5"/>
    <w:rsid w:val="00916F93"/>
    <w:rsid w:val="009171B2"/>
    <w:rsid w:val="009172EE"/>
    <w:rsid w:val="0091751A"/>
    <w:rsid w:val="00917523"/>
    <w:rsid w:val="00917C54"/>
    <w:rsid w:val="0092040F"/>
    <w:rsid w:val="009204CF"/>
    <w:rsid w:val="00920988"/>
    <w:rsid w:val="00920A89"/>
    <w:rsid w:val="00921335"/>
    <w:rsid w:val="00921AE0"/>
    <w:rsid w:val="009220ED"/>
    <w:rsid w:val="00922652"/>
    <w:rsid w:val="00922BA1"/>
    <w:rsid w:val="00923881"/>
    <w:rsid w:val="00923927"/>
    <w:rsid w:val="00923B05"/>
    <w:rsid w:val="00923B3E"/>
    <w:rsid w:val="00923F65"/>
    <w:rsid w:val="00924338"/>
    <w:rsid w:val="0092553B"/>
    <w:rsid w:val="0092575B"/>
    <w:rsid w:val="009257C8"/>
    <w:rsid w:val="009259F0"/>
    <w:rsid w:val="009260C1"/>
    <w:rsid w:val="009262AD"/>
    <w:rsid w:val="00926526"/>
    <w:rsid w:val="0092655E"/>
    <w:rsid w:val="00926950"/>
    <w:rsid w:val="00926B2A"/>
    <w:rsid w:val="00926CFD"/>
    <w:rsid w:val="00926FCA"/>
    <w:rsid w:val="00927378"/>
    <w:rsid w:val="009274E9"/>
    <w:rsid w:val="00927674"/>
    <w:rsid w:val="009276AD"/>
    <w:rsid w:val="0092786D"/>
    <w:rsid w:val="00927B46"/>
    <w:rsid w:val="00927C98"/>
    <w:rsid w:val="00927D6F"/>
    <w:rsid w:val="00927E22"/>
    <w:rsid w:val="00927EC5"/>
    <w:rsid w:val="009301BD"/>
    <w:rsid w:val="0093029B"/>
    <w:rsid w:val="00931045"/>
    <w:rsid w:val="009312B1"/>
    <w:rsid w:val="0093153A"/>
    <w:rsid w:val="00931A7F"/>
    <w:rsid w:val="00931FD6"/>
    <w:rsid w:val="00931FEF"/>
    <w:rsid w:val="009321F3"/>
    <w:rsid w:val="00932229"/>
    <w:rsid w:val="0093239B"/>
    <w:rsid w:val="009324A4"/>
    <w:rsid w:val="0093256B"/>
    <w:rsid w:val="00932BD7"/>
    <w:rsid w:val="00933375"/>
    <w:rsid w:val="009335D2"/>
    <w:rsid w:val="00933D90"/>
    <w:rsid w:val="00934040"/>
    <w:rsid w:val="009346AE"/>
    <w:rsid w:val="00935199"/>
    <w:rsid w:val="009357F0"/>
    <w:rsid w:val="00935A6C"/>
    <w:rsid w:val="0093655C"/>
    <w:rsid w:val="00936674"/>
    <w:rsid w:val="00936992"/>
    <w:rsid w:val="00936AA9"/>
    <w:rsid w:val="00936F92"/>
    <w:rsid w:val="009371BF"/>
    <w:rsid w:val="00937676"/>
    <w:rsid w:val="00937711"/>
    <w:rsid w:val="009377EF"/>
    <w:rsid w:val="00937C1B"/>
    <w:rsid w:val="00937C44"/>
    <w:rsid w:val="0094000A"/>
    <w:rsid w:val="00940094"/>
    <w:rsid w:val="00940138"/>
    <w:rsid w:val="009404A3"/>
    <w:rsid w:val="009406B4"/>
    <w:rsid w:val="009408F2"/>
    <w:rsid w:val="00940B88"/>
    <w:rsid w:val="00940BEA"/>
    <w:rsid w:val="00940D87"/>
    <w:rsid w:val="00940EFE"/>
    <w:rsid w:val="00940F72"/>
    <w:rsid w:val="00941069"/>
    <w:rsid w:val="0094117A"/>
    <w:rsid w:val="00941235"/>
    <w:rsid w:val="00941287"/>
    <w:rsid w:val="00941701"/>
    <w:rsid w:val="00941707"/>
    <w:rsid w:val="00941D1C"/>
    <w:rsid w:val="00941E8F"/>
    <w:rsid w:val="0094212E"/>
    <w:rsid w:val="00942436"/>
    <w:rsid w:val="00942592"/>
    <w:rsid w:val="00942884"/>
    <w:rsid w:val="00942B34"/>
    <w:rsid w:val="0094330A"/>
    <w:rsid w:val="00943876"/>
    <w:rsid w:val="00943B0B"/>
    <w:rsid w:val="009446A3"/>
    <w:rsid w:val="00944912"/>
    <w:rsid w:val="009449DA"/>
    <w:rsid w:val="00944D2C"/>
    <w:rsid w:val="00944DF4"/>
    <w:rsid w:val="00944FDA"/>
    <w:rsid w:val="00945062"/>
    <w:rsid w:val="00945084"/>
    <w:rsid w:val="00945324"/>
    <w:rsid w:val="009454A4"/>
    <w:rsid w:val="009458B8"/>
    <w:rsid w:val="00945CCE"/>
    <w:rsid w:val="00945E00"/>
    <w:rsid w:val="00945E9B"/>
    <w:rsid w:val="00946537"/>
    <w:rsid w:val="009467D5"/>
    <w:rsid w:val="009467E0"/>
    <w:rsid w:val="00946C72"/>
    <w:rsid w:val="00946CB8"/>
    <w:rsid w:val="00946CED"/>
    <w:rsid w:val="00947378"/>
    <w:rsid w:val="00947A40"/>
    <w:rsid w:val="00947A70"/>
    <w:rsid w:val="00947ABA"/>
    <w:rsid w:val="00947E29"/>
    <w:rsid w:val="009500A5"/>
    <w:rsid w:val="00950223"/>
    <w:rsid w:val="00950500"/>
    <w:rsid w:val="009510F4"/>
    <w:rsid w:val="00951182"/>
    <w:rsid w:val="0095133F"/>
    <w:rsid w:val="00951825"/>
    <w:rsid w:val="00951AE5"/>
    <w:rsid w:val="009524F2"/>
    <w:rsid w:val="00952DC3"/>
    <w:rsid w:val="00953020"/>
    <w:rsid w:val="009531E5"/>
    <w:rsid w:val="009534AD"/>
    <w:rsid w:val="0095368D"/>
    <w:rsid w:val="009536D0"/>
    <w:rsid w:val="00953754"/>
    <w:rsid w:val="0095392E"/>
    <w:rsid w:val="00953F93"/>
    <w:rsid w:val="009543DD"/>
    <w:rsid w:val="0095483B"/>
    <w:rsid w:val="00954879"/>
    <w:rsid w:val="0095492E"/>
    <w:rsid w:val="00954CB4"/>
    <w:rsid w:val="00954CC1"/>
    <w:rsid w:val="00954E5F"/>
    <w:rsid w:val="009551F2"/>
    <w:rsid w:val="009552BB"/>
    <w:rsid w:val="009556C1"/>
    <w:rsid w:val="0095571A"/>
    <w:rsid w:val="0095590B"/>
    <w:rsid w:val="0095592A"/>
    <w:rsid w:val="009560FC"/>
    <w:rsid w:val="0095616A"/>
    <w:rsid w:val="00956202"/>
    <w:rsid w:val="00956618"/>
    <w:rsid w:val="00956A4F"/>
    <w:rsid w:val="00956E12"/>
    <w:rsid w:val="0095701B"/>
    <w:rsid w:val="0095748F"/>
    <w:rsid w:val="00957751"/>
    <w:rsid w:val="00957849"/>
    <w:rsid w:val="00957FF9"/>
    <w:rsid w:val="00960224"/>
    <w:rsid w:val="0096023A"/>
    <w:rsid w:val="0096086D"/>
    <w:rsid w:val="00961066"/>
    <w:rsid w:val="0096109B"/>
    <w:rsid w:val="00961127"/>
    <w:rsid w:val="009612ED"/>
    <w:rsid w:val="00961465"/>
    <w:rsid w:val="009616AE"/>
    <w:rsid w:val="009619AF"/>
    <w:rsid w:val="0096294B"/>
    <w:rsid w:val="00962D8B"/>
    <w:rsid w:val="00962FCB"/>
    <w:rsid w:val="00963039"/>
    <w:rsid w:val="009632B5"/>
    <w:rsid w:val="00963301"/>
    <w:rsid w:val="0096332C"/>
    <w:rsid w:val="009633CB"/>
    <w:rsid w:val="00963B8A"/>
    <w:rsid w:val="00963D4B"/>
    <w:rsid w:val="009644F5"/>
    <w:rsid w:val="00964FA3"/>
    <w:rsid w:val="00965061"/>
    <w:rsid w:val="009650CC"/>
    <w:rsid w:val="00965795"/>
    <w:rsid w:val="009657C0"/>
    <w:rsid w:val="00965D09"/>
    <w:rsid w:val="00965F37"/>
    <w:rsid w:val="00966103"/>
    <w:rsid w:val="00966521"/>
    <w:rsid w:val="009665BF"/>
    <w:rsid w:val="009665D1"/>
    <w:rsid w:val="00966621"/>
    <w:rsid w:val="009667DB"/>
    <w:rsid w:val="00966B5F"/>
    <w:rsid w:val="00966D55"/>
    <w:rsid w:val="009671B2"/>
    <w:rsid w:val="009675C9"/>
    <w:rsid w:val="00967A0D"/>
    <w:rsid w:val="00967AB6"/>
    <w:rsid w:val="00967CA6"/>
    <w:rsid w:val="00967FB1"/>
    <w:rsid w:val="00970302"/>
    <w:rsid w:val="009704C3"/>
    <w:rsid w:val="00970519"/>
    <w:rsid w:val="0097070E"/>
    <w:rsid w:val="00970890"/>
    <w:rsid w:val="00970F49"/>
    <w:rsid w:val="009712E9"/>
    <w:rsid w:val="0097151A"/>
    <w:rsid w:val="00971C52"/>
    <w:rsid w:val="009720C6"/>
    <w:rsid w:val="009722D8"/>
    <w:rsid w:val="009725FC"/>
    <w:rsid w:val="009729BD"/>
    <w:rsid w:val="00973AD1"/>
    <w:rsid w:val="0097426B"/>
    <w:rsid w:val="0097426E"/>
    <w:rsid w:val="009742B9"/>
    <w:rsid w:val="00974483"/>
    <w:rsid w:val="0097449A"/>
    <w:rsid w:val="00974518"/>
    <w:rsid w:val="0097491F"/>
    <w:rsid w:val="00974A9F"/>
    <w:rsid w:val="00974DBC"/>
    <w:rsid w:val="00974E75"/>
    <w:rsid w:val="00975553"/>
    <w:rsid w:val="00975577"/>
    <w:rsid w:val="00975673"/>
    <w:rsid w:val="009756F5"/>
    <w:rsid w:val="00975AD0"/>
    <w:rsid w:val="00975CE0"/>
    <w:rsid w:val="00975DF8"/>
    <w:rsid w:val="009763EF"/>
    <w:rsid w:val="009767B8"/>
    <w:rsid w:val="009767C3"/>
    <w:rsid w:val="00976F72"/>
    <w:rsid w:val="0097746B"/>
    <w:rsid w:val="009776F4"/>
    <w:rsid w:val="00977CCF"/>
    <w:rsid w:val="009800D0"/>
    <w:rsid w:val="00980958"/>
    <w:rsid w:val="0098118D"/>
    <w:rsid w:val="009811E6"/>
    <w:rsid w:val="00981680"/>
    <w:rsid w:val="0098192B"/>
    <w:rsid w:val="00982498"/>
    <w:rsid w:val="009825CD"/>
    <w:rsid w:val="009827B0"/>
    <w:rsid w:val="00982A77"/>
    <w:rsid w:val="00982D69"/>
    <w:rsid w:val="00982E8B"/>
    <w:rsid w:val="009830C3"/>
    <w:rsid w:val="009831C0"/>
    <w:rsid w:val="00983736"/>
    <w:rsid w:val="00983933"/>
    <w:rsid w:val="009846F9"/>
    <w:rsid w:val="009848B6"/>
    <w:rsid w:val="00984CB6"/>
    <w:rsid w:val="00985345"/>
    <w:rsid w:val="00986C51"/>
    <w:rsid w:val="00986D7D"/>
    <w:rsid w:val="00986E4C"/>
    <w:rsid w:val="0098709A"/>
    <w:rsid w:val="009872A2"/>
    <w:rsid w:val="00987A26"/>
    <w:rsid w:val="00987AC7"/>
    <w:rsid w:val="00987D1F"/>
    <w:rsid w:val="00987DF8"/>
    <w:rsid w:val="00987FEE"/>
    <w:rsid w:val="0099018C"/>
    <w:rsid w:val="0099037E"/>
    <w:rsid w:val="009903D4"/>
    <w:rsid w:val="00990404"/>
    <w:rsid w:val="00990803"/>
    <w:rsid w:val="0099099D"/>
    <w:rsid w:val="00990D7D"/>
    <w:rsid w:val="00990D8C"/>
    <w:rsid w:val="00990F60"/>
    <w:rsid w:val="00991197"/>
    <w:rsid w:val="0099125C"/>
    <w:rsid w:val="00991468"/>
    <w:rsid w:val="00991532"/>
    <w:rsid w:val="00991A47"/>
    <w:rsid w:val="00991F8C"/>
    <w:rsid w:val="009921E3"/>
    <w:rsid w:val="009924A1"/>
    <w:rsid w:val="00992597"/>
    <w:rsid w:val="00992D69"/>
    <w:rsid w:val="00992F12"/>
    <w:rsid w:val="00993563"/>
    <w:rsid w:val="0099359F"/>
    <w:rsid w:val="00993ACA"/>
    <w:rsid w:val="00993CA4"/>
    <w:rsid w:val="00993F32"/>
    <w:rsid w:val="009942A1"/>
    <w:rsid w:val="00994564"/>
    <w:rsid w:val="00994EE1"/>
    <w:rsid w:val="00995355"/>
    <w:rsid w:val="009954B2"/>
    <w:rsid w:val="009957CD"/>
    <w:rsid w:val="00995BF6"/>
    <w:rsid w:val="00995F91"/>
    <w:rsid w:val="009960F8"/>
    <w:rsid w:val="0099627D"/>
    <w:rsid w:val="009967E0"/>
    <w:rsid w:val="00996843"/>
    <w:rsid w:val="00996AD6"/>
    <w:rsid w:val="00996DE2"/>
    <w:rsid w:val="009972EC"/>
    <w:rsid w:val="009974D2"/>
    <w:rsid w:val="00997838"/>
    <w:rsid w:val="00997A2C"/>
    <w:rsid w:val="00997F5B"/>
    <w:rsid w:val="009A04ED"/>
    <w:rsid w:val="009A06D9"/>
    <w:rsid w:val="009A0B29"/>
    <w:rsid w:val="009A0D58"/>
    <w:rsid w:val="009A0FD1"/>
    <w:rsid w:val="009A13CA"/>
    <w:rsid w:val="009A16F8"/>
    <w:rsid w:val="009A1AA9"/>
    <w:rsid w:val="009A1EC0"/>
    <w:rsid w:val="009A227C"/>
    <w:rsid w:val="009A23CC"/>
    <w:rsid w:val="009A2566"/>
    <w:rsid w:val="009A2A5E"/>
    <w:rsid w:val="009A2B1F"/>
    <w:rsid w:val="009A2CB5"/>
    <w:rsid w:val="009A320C"/>
    <w:rsid w:val="009A3589"/>
    <w:rsid w:val="009A4087"/>
    <w:rsid w:val="009A4105"/>
    <w:rsid w:val="009A4417"/>
    <w:rsid w:val="009A47F9"/>
    <w:rsid w:val="009A4B38"/>
    <w:rsid w:val="009A4B73"/>
    <w:rsid w:val="009A4CB6"/>
    <w:rsid w:val="009A51EB"/>
    <w:rsid w:val="009A58DD"/>
    <w:rsid w:val="009A58E9"/>
    <w:rsid w:val="009A5A50"/>
    <w:rsid w:val="009A5BB9"/>
    <w:rsid w:val="009A5C2F"/>
    <w:rsid w:val="009A5EA1"/>
    <w:rsid w:val="009A6072"/>
    <w:rsid w:val="009A66F1"/>
    <w:rsid w:val="009A67FE"/>
    <w:rsid w:val="009A6822"/>
    <w:rsid w:val="009A6AAF"/>
    <w:rsid w:val="009A6AC3"/>
    <w:rsid w:val="009A6C46"/>
    <w:rsid w:val="009A6E30"/>
    <w:rsid w:val="009A775F"/>
    <w:rsid w:val="009B041B"/>
    <w:rsid w:val="009B0628"/>
    <w:rsid w:val="009B0930"/>
    <w:rsid w:val="009B0FC2"/>
    <w:rsid w:val="009B0FEF"/>
    <w:rsid w:val="009B114B"/>
    <w:rsid w:val="009B16CE"/>
    <w:rsid w:val="009B1B0E"/>
    <w:rsid w:val="009B1BF6"/>
    <w:rsid w:val="009B1BFA"/>
    <w:rsid w:val="009B1CDB"/>
    <w:rsid w:val="009B1F3B"/>
    <w:rsid w:val="009B200B"/>
    <w:rsid w:val="009B20EA"/>
    <w:rsid w:val="009B214C"/>
    <w:rsid w:val="009B2B38"/>
    <w:rsid w:val="009B2CFF"/>
    <w:rsid w:val="009B3031"/>
    <w:rsid w:val="009B34CD"/>
    <w:rsid w:val="009B3837"/>
    <w:rsid w:val="009B3971"/>
    <w:rsid w:val="009B39B7"/>
    <w:rsid w:val="009B39CD"/>
    <w:rsid w:val="009B4094"/>
    <w:rsid w:val="009B45A9"/>
    <w:rsid w:val="009B4975"/>
    <w:rsid w:val="009B4F70"/>
    <w:rsid w:val="009B524D"/>
    <w:rsid w:val="009B57C4"/>
    <w:rsid w:val="009B58F3"/>
    <w:rsid w:val="009B5FC7"/>
    <w:rsid w:val="009B67F2"/>
    <w:rsid w:val="009B683A"/>
    <w:rsid w:val="009B6A60"/>
    <w:rsid w:val="009B6CB8"/>
    <w:rsid w:val="009B6FF9"/>
    <w:rsid w:val="009B77CC"/>
    <w:rsid w:val="009B7BF7"/>
    <w:rsid w:val="009C0B9E"/>
    <w:rsid w:val="009C128B"/>
    <w:rsid w:val="009C1357"/>
    <w:rsid w:val="009C16A7"/>
    <w:rsid w:val="009C1CC8"/>
    <w:rsid w:val="009C1CF6"/>
    <w:rsid w:val="009C1FB7"/>
    <w:rsid w:val="009C211E"/>
    <w:rsid w:val="009C237F"/>
    <w:rsid w:val="009C25AF"/>
    <w:rsid w:val="009C2712"/>
    <w:rsid w:val="009C27D8"/>
    <w:rsid w:val="009C2C41"/>
    <w:rsid w:val="009C31CF"/>
    <w:rsid w:val="009C32B4"/>
    <w:rsid w:val="009C3516"/>
    <w:rsid w:val="009C3624"/>
    <w:rsid w:val="009C3C5E"/>
    <w:rsid w:val="009C3D70"/>
    <w:rsid w:val="009C3D7C"/>
    <w:rsid w:val="009C3E14"/>
    <w:rsid w:val="009C3E35"/>
    <w:rsid w:val="009C405B"/>
    <w:rsid w:val="009C42EA"/>
    <w:rsid w:val="009C45DD"/>
    <w:rsid w:val="009C49D7"/>
    <w:rsid w:val="009C4C03"/>
    <w:rsid w:val="009C5363"/>
    <w:rsid w:val="009C5624"/>
    <w:rsid w:val="009C5855"/>
    <w:rsid w:val="009C6064"/>
    <w:rsid w:val="009C65D8"/>
    <w:rsid w:val="009C67CD"/>
    <w:rsid w:val="009C686B"/>
    <w:rsid w:val="009C6D4C"/>
    <w:rsid w:val="009C7129"/>
    <w:rsid w:val="009C7147"/>
    <w:rsid w:val="009C731B"/>
    <w:rsid w:val="009C7549"/>
    <w:rsid w:val="009C7DD9"/>
    <w:rsid w:val="009D0062"/>
    <w:rsid w:val="009D00F4"/>
    <w:rsid w:val="009D0FE6"/>
    <w:rsid w:val="009D1153"/>
    <w:rsid w:val="009D14D2"/>
    <w:rsid w:val="009D16BE"/>
    <w:rsid w:val="009D1781"/>
    <w:rsid w:val="009D1F29"/>
    <w:rsid w:val="009D1F81"/>
    <w:rsid w:val="009D23CB"/>
    <w:rsid w:val="009D2420"/>
    <w:rsid w:val="009D2796"/>
    <w:rsid w:val="009D2BA2"/>
    <w:rsid w:val="009D2BFF"/>
    <w:rsid w:val="009D2D1B"/>
    <w:rsid w:val="009D2F22"/>
    <w:rsid w:val="009D3420"/>
    <w:rsid w:val="009D381B"/>
    <w:rsid w:val="009D3A1F"/>
    <w:rsid w:val="009D3A64"/>
    <w:rsid w:val="009D3A88"/>
    <w:rsid w:val="009D3F8D"/>
    <w:rsid w:val="009D4348"/>
    <w:rsid w:val="009D44F8"/>
    <w:rsid w:val="009D4852"/>
    <w:rsid w:val="009D48E4"/>
    <w:rsid w:val="009D4907"/>
    <w:rsid w:val="009D4B44"/>
    <w:rsid w:val="009D4B82"/>
    <w:rsid w:val="009D4BCE"/>
    <w:rsid w:val="009D4E4F"/>
    <w:rsid w:val="009D4ED3"/>
    <w:rsid w:val="009D5173"/>
    <w:rsid w:val="009D5367"/>
    <w:rsid w:val="009D54DA"/>
    <w:rsid w:val="009D54EF"/>
    <w:rsid w:val="009D5738"/>
    <w:rsid w:val="009D57E9"/>
    <w:rsid w:val="009D58BE"/>
    <w:rsid w:val="009D5BFF"/>
    <w:rsid w:val="009D5F35"/>
    <w:rsid w:val="009D61A7"/>
    <w:rsid w:val="009D6B02"/>
    <w:rsid w:val="009D6BD3"/>
    <w:rsid w:val="009D6F2F"/>
    <w:rsid w:val="009D6FC6"/>
    <w:rsid w:val="009D73F8"/>
    <w:rsid w:val="009D78EF"/>
    <w:rsid w:val="009D7C8A"/>
    <w:rsid w:val="009D7EDD"/>
    <w:rsid w:val="009E001F"/>
    <w:rsid w:val="009E0123"/>
    <w:rsid w:val="009E0146"/>
    <w:rsid w:val="009E08D4"/>
    <w:rsid w:val="009E0D2D"/>
    <w:rsid w:val="009E104D"/>
    <w:rsid w:val="009E1333"/>
    <w:rsid w:val="009E1680"/>
    <w:rsid w:val="009E19E8"/>
    <w:rsid w:val="009E1B4A"/>
    <w:rsid w:val="009E1C81"/>
    <w:rsid w:val="009E233C"/>
    <w:rsid w:val="009E26C8"/>
    <w:rsid w:val="009E2B73"/>
    <w:rsid w:val="009E2F51"/>
    <w:rsid w:val="009E2FAC"/>
    <w:rsid w:val="009E30FF"/>
    <w:rsid w:val="009E3100"/>
    <w:rsid w:val="009E333D"/>
    <w:rsid w:val="009E3BCD"/>
    <w:rsid w:val="009E3EFA"/>
    <w:rsid w:val="009E4143"/>
    <w:rsid w:val="009E434D"/>
    <w:rsid w:val="009E4467"/>
    <w:rsid w:val="009E449B"/>
    <w:rsid w:val="009E4925"/>
    <w:rsid w:val="009E4BCB"/>
    <w:rsid w:val="009E50F0"/>
    <w:rsid w:val="009E56CE"/>
    <w:rsid w:val="009E5A0E"/>
    <w:rsid w:val="009E61FA"/>
    <w:rsid w:val="009E63CE"/>
    <w:rsid w:val="009E641E"/>
    <w:rsid w:val="009E6735"/>
    <w:rsid w:val="009E6B42"/>
    <w:rsid w:val="009E6B4A"/>
    <w:rsid w:val="009E6C64"/>
    <w:rsid w:val="009E6D24"/>
    <w:rsid w:val="009E7179"/>
    <w:rsid w:val="009E737B"/>
    <w:rsid w:val="009E765E"/>
    <w:rsid w:val="009E7F01"/>
    <w:rsid w:val="009F019D"/>
    <w:rsid w:val="009F0266"/>
    <w:rsid w:val="009F054F"/>
    <w:rsid w:val="009F0E93"/>
    <w:rsid w:val="009F1072"/>
    <w:rsid w:val="009F1366"/>
    <w:rsid w:val="009F13F5"/>
    <w:rsid w:val="009F18D6"/>
    <w:rsid w:val="009F1F32"/>
    <w:rsid w:val="009F20B1"/>
    <w:rsid w:val="009F22AA"/>
    <w:rsid w:val="009F2356"/>
    <w:rsid w:val="009F2668"/>
    <w:rsid w:val="009F33B5"/>
    <w:rsid w:val="009F3406"/>
    <w:rsid w:val="009F3417"/>
    <w:rsid w:val="009F344A"/>
    <w:rsid w:val="009F3A47"/>
    <w:rsid w:val="009F3ACF"/>
    <w:rsid w:val="009F3BF6"/>
    <w:rsid w:val="009F3F55"/>
    <w:rsid w:val="009F4095"/>
    <w:rsid w:val="009F419A"/>
    <w:rsid w:val="009F4B72"/>
    <w:rsid w:val="009F4C0A"/>
    <w:rsid w:val="009F4D38"/>
    <w:rsid w:val="009F5578"/>
    <w:rsid w:val="009F57C2"/>
    <w:rsid w:val="009F58FF"/>
    <w:rsid w:val="009F5E3F"/>
    <w:rsid w:val="009F60C7"/>
    <w:rsid w:val="009F6294"/>
    <w:rsid w:val="009F64C5"/>
    <w:rsid w:val="009F6520"/>
    <w:rsid w:val="009F65E0"/>
    <w:rsid w:val="009F6C6F"/>
    <w:rsid w:val="009F70BF"/>
    <w:rsid w:val="009F7110"/>
    <w:rsid w:val="009F7122"/>
    <w:rsid w:val="009F71BF"/>
    <w:rsid w:val="009F735B"/>
    <w:rsid w:val="009F73CC"/>
    <w:rsid w:val="009F7470"/>
    <w:rsid w:val="009F771A"/>
    <w:rsid w:val="009F7837"/>
    <w:rsid w:val="009F7C77"/>
    <w:rsid w:val="00A00041"/>
    <w:rsid w:val="00A00152"/>
    <w:rsid w:val="00A0019A"/>
    <w:rsid w:val="00A001DD"/>
    <w:rsid w:val="00A00229"/>
    <w:rsid w:val="00A002EC"/>
    <w:rsid w:val="00A003C4"/>
    <w:rsid w:val="00A00623"/>
    <w:rsid w:val="00A00AD8"/>
    <w:rsid w:val="00A00CDB"/>
    <w:rsid w:val="00A00CF4"/>
    <w:rsid w:val="00A00E52"/>
    <w:rsid w:val="00A00F03"/>
    <w:rsid w:val="00A01532"/>
    <w:rsid w:val="00A01A79"/>
    <w:rsid w:val="00A01BD8"/>
    <w:rsid w:val="00A01C94"/>
    <w:rsid w:val="00A01D03"/>
    <w:rsid w:val="00A01E5C"/>
    <w:rsid w:val="00A01E74"/>
    <w:rsid w:val="00A02292"/>
    <w:rsid w:val="00A025AF"/>
    <w:rsid w:val="00A02698"/>
    <w:rsid w:val="00A02892"/>
    <w:rsid w:val="00A028D7"/>
    <w:rsid w:val="00A029AE"/>
    <w:rsid w:val="00A02A1D"/>
    <w:rsid w:val="00A02D3C"/>
    <w:rsid w:val="00A0319C"/>
    <w:rsid w:val="00A032AF"/>
    <w:rsid w:val="00A032C5"/>
    <w:rsid w:val="00A03514"/>
    <w:rsid w:val="00A0365C"/>
    <w:rsid w:val="00A0369D"/>
    <w:rsid w:val="00A03971"/>
    <w:rsid w:val="00A03A7C"/>
    <w:rsid w:val="00A03DA1"/>
    <w:rsid w:val="00A03DA7"/>
    <w:rsid w:val="00A04C44"/>
    <w:rsid w:val="00A04E76"/>
    <w:rsid w:val="00A0517B"/>
    <w:rsid w:val="00A052AA"/>
    <w:rsid w:val="00A05AE7"/>
    <w:rsid w:val="00A05BB7"/>
    <w:rsid w:val="00A05EE2"/>
    <w:rsid w:val="00A069AA"/>
    <w:rsid w:val="00A06C63"/>
    <w:rsid w:val="00A06DE0"/>
    <w:rsid w:val="00A07722"/>
    <w:rsid w:val="00A07D9A"/>
    <w:rsid w:val="00A10427"/>
    <w:rsid w:val="00A10786"/>
    <w:rsid w:val="00A107BC"/>
    <w:rsid w:val="00A1094B"/>
    <w:rsid w:val="00A10A75"/>
    <w:rsid w:val="00A10C3F"/>
    <w:rsid w:val="00A10D0D"/>
    <w:rsid w:val="00A10DD6"/>
    <w:rsid w:val="00A113D0"/>
    <w:rsid w:val="00A11472"/>
    <w:rsid w:val="00A115D1"/>
    <w:rsid w:val="00A11641"/>
    <w:rsid w:val="00A11B40"/>
    <w:rsid w:val="00A11F02"/>
    <w:rsid w:val="00A122EA"/>
    <w:rsid w:val="00A12324"/>
    <w:rsid w:val="00A125EB"/>
    <w:rsid w:val="00A12865"/>
    <w:rsid w:val="00A128F5"/>
    <w:rsid w:val="00A12C93"/>
    <w:rsid w:val="00A131EB"/>
    <w:rsid w:val="00A13499"/>
    <w:rsid w:val="00A13580"/>
    <w:rsid w:val="00A13D2A"/>
    <w:rsid w:val="00A1432D"/>
    <w:rsid w:val="00A1498C"/>
    <w:rsid w:val="00A14A72"/>
    <w:rsid w:val="00A14E04"/>
    <w:rsid w:val="00A15154"/>
    <w:rsid w:val="00A155CE"/>
    <w:rsid w:val="00A15676"/>
    <w:rsid w:val="00A15A4A"/>
    <w:rsid w:val="00A15EC4"/>
    <w:rsid w:val="00A16379"/>
    <w:rsid w:val="00A163B0"/>
    <w:rsid w:val="00A164A7"/>
    <w:rsid w:val="00A16508"/>
    <w:rsid w:val="00A1679D"/>
    <w:rsid w:val="00A16C52"/>
    <w:rsid w:val="00A1737A"/>
    <w:rsid w:val="00A17456"/>
    <w:rsid w:val="00A176CC"/>
    <w:rsid w:val="00A177D4"/>
    <w:rsid w:val="00A17B53"/>
    <w:rsid w:val="00A212D7"/>
    <w:rsid w:val="00A215B6"/>
    <w:rsid w:val="00A217DF"/>
    <w:rsid w:val="00A21B3C"/>
    <w:rsid w:val="00A21CEC"/>
    <w:rsid w:val="00A22036"/>
    <w:rsid w:val="00A2223D"/>
    <w:rsid w:val="00A22352"/>
    <w:rsid w:val="00A22DCB"/>
    <w:rsid w:val="00A22ECC"/>
    <w:rsid w:val="00A233A4"/>
    <w:rsid w:val="00A23664"/>
    <w:rsid w:val="00A23709"/>
    <w:rsid w:val="00A2375A"/>
    <w:rsid w:val="00A2377F"/>
    <w:rsid w:val="00A2389A"/>
    <w:rsid w:val="00A23BA8"/>
    <w:rsid w:val="00A23CF4"/>
    <w:rsid w:val="00A23D45"/>
    <w:rsid w:val="00A24968"/>
    <w:rsid w:val="00A2499F"/>
    <w:rsid w:val="00A24A4F"/>
    <w:rsid w:val="00A24BD6"/>
    <w:rsid w:val="00A24CF9"/>
    <w:rsid w:val="00A250C6"/>
    <w:rsid w:val="00A25157"/>
    <w:rsid w:val="00A25835"/>
    <w:rsid w:val="00A2594D"/>
    <w:rsid w:val="00A25BDC"/>
    <w:rsid w:val="00A25F5C"/>
    <w:rsid w:val="00A2623D"/>
    <w:rsid w:val="00A262B0"/>
    <w:rsid w:val="00A2633F"/>
    <w:rsid w:val="00A26453"/>
    <w:rsid w:val="00A26A42"/>
    <w:rsid w:val="00A26A53"/>
    <w:rsid w:val="00A26AB9"/>
    <w:rsid w:val="00A26C83"/>
    <w:rsid w:val="00A26CDC"/>
    <w:rsid w:val="00A27234"/>
    <w:rsid w:val="00A273E7"/>
    <w:rsid w:val="00A3042E"/>
    <w:rsid w:val="00A30C4C"/>
    <w:rsid w:val="00A30D01"/>
    <w:rsid w:val="00A30DEF"/>
    <w:rsid w:val="00A30F1A"/>
    <w:rsid w:val="00A3105C"/>
    <w:rsid w:val="00A3125F"/>
    <w:rsid w:val="00A3187F"/>
    <w:rsid w:val="00A31A58"/>
    <w:rsid w:val="00A325C5"/>
    <w:rsid w:val="00A32CC9"/>
    <w:rsid w:val="00A331EB"/>
    <w:rsid w:val="00A33DD6"/>
    <w:rsid w:val="00A3429C"/>
    <w:rsid w:val="00A344F5"/>
    <w:rsid w:val="00A34689"/>
    <w:rsid w:val="00A346D9"/>
    <w:rsid w:val="00A34742"/>
    <w:rsid w:val="00A34782"/>
    <w:rsid w:val="00A347B3"/>
    <w:rsid w:val="00A348A6"/>
    <w:rsid w:val="00A35568"/>
    <w:rsid w:val="00A3584D"/>
    <w:rsid w:val="00A359FA"/>
    <w:rsid w:val="00A35B69"/>
    <w:rsid w:val="00A35CF2"/>
    <w:rsid w:val="00A35EEA"/>
    <w:rsid w:val="00A35F76"/>
    <w:rsid w:val="00A3627A"/>
    <w:rsid w:val="00A36643"/>
    <w:rsid w:val="00A36A77"/>
    <w:rsid w:val="00A36B18"/>
    <w:rsid w:val="00A36CF5"/>
    <w:rsid w:val="00A36FC2"/>
    <w:rsid w:val="00A37B5D"/>
    <w:rsid w:val="00A37BA7"/>
    <w:rsid w:val="00A40109"/>
    <w:rsid w:val="00A40432"/>
    <w:rsid w:val="00A40532"/>
    <w:rsid w:val="00A40D7A"/>
    <w:rsid w:val="00A40F18"/>
    <w:rsid w:val="00A4110B"/>
    <w:rsid w:val="00A411A4"/>
    <w:rsid w:val="00A41326"/>
    <w:rsid w:val="00A4145E"/>
    <w:rsid w:val="00A4162C"/>
    <w:rsid w:val="00A42083"/>
    <w:rsid w:val="00A4211C"/>
    <w:rsid w:val="00A42548"/>
    <w:rsid w:val="00A42631"/>
    <w:rsid w:val="00A42757"/>
    <w:rsid w:val="00A42BB1"/>
    <w:rsid w:val="00A42E00"/>
    <w:rsid w:val="00A4313D"/>
    <w:rsid w:val="00A43759"/>
    <w:rsid w:val="00A43C27"/>
    <w:rsid w:val="00A43C88"/>
    <w:rsid w:val="00A43E4D"/>
    <w:rsid w:val="00A44601"/>
    <w:rsid w:val="00A44666"/>
    <w:rsid w:val="00A446E2"/>
    <w:rsid w:val="00A4507D"/>
    <w:rsid w:val="00A451D2"/>
    <w:rsid w:val="00A4541F"/>
    <w:rsid w:val="00A45488"/>
    <w:rsid w:val="00A45697"/>
    <w:rsid w:val="00A45FC2"/>
    <w:rsid w:val="00A462BC"/>
    <w:rsid w:val="00A467DE"/>
    <w:rsid w:val="00A46C88"/>
    <w:rsid w:val="00A472E0"/>
    <w:rsid w:val="00A477A0"/>
    <w:rsid w:val="00A47803"/>
    <w:rsid w:val="00A478E8"/>
    <w:rsid w:val="00A47B8C"/>
    <w:rsid w:val="00A47E78"/>
    <w:rsid w:val="00A47F02"/>
    <w:rsid w:val="00A50038"/>
    <w:rsid w:val="00A5048E"/>
    <w:rsid w:val="00A5060C"/>
    <w:rsid w:val="00A5060D"/>
    <w:rsid w:val="00A506A4"/>
    <w:rsid w:val="00A506FA"/>
    <w:rsid w:val="00A5079C"/>
    <w:rsid w:val="00A50D21"/>
    <w:rsid w:val="00A50EBF"/>
    <w:rsid w:val="00A51147"/>
    <w:rsid w:val="00A5124D"/>
    <w:rsid w:val="00A51386"/>
    <w:rsid w:val="00A51679"/>
    <w:rsid w:val="00A51FE1"/>
    <w:rsid w:val="00A520D3"/>
    <w:rsid w:val="00A521F2"/>
    <w:rsid w:val="00A523E1"/>
    <w:rsid w:val="00A52AD7"/>
    <w:rsid w:val="00A52E5C"/>
    <w:rsid w:val="00A52FAD"/>
    <w:rsid w:val="00A5320D"/>
    <w:rsid w:val="00A53670"/>
    <w:rsid w:val="00A536D1"/>
    <w:rsid w:val="00A536D9"/>
    <w:rsid w:val="00A53860"/>
    <w:rsid w:val="00A538AA"/>
    <w:rsid w:val="00A53A1A"/>
    <w:rsid w:val="00A53A73"/>
    <w:rsid w:val="00A53ACF"/>
    <w:rsid w:val="00A53AD7"/>
    <w:rsid w:val="00A53C70"/>
    <w:rsid w:val="00A53F5C"/>
    <w:rsid w:val="00A5446D"/>
    <w:rsid w:val="00A54470"/>
    <w:rsid w:val="00A550E1"/>
    <w:rsid w:val="00A55716"/>
    <w:rsid w:val="00A55CCC"/>
    <w:rsid w:val="00A55DA8"/>
    <w:rsid w:val="00A560F9"/>
    <w:rsid w:val="00A5628C"/>
    <w:rsid w:val="00A56EBC"/>
    <w:rsid w:val="00A57131"/>
    <w:rsid w:val="00A5750C"/>
    <w:rsid w:val="00A577FC"/>
    <w:rsid w:val="00A5799D"/>
    <w:rsid w:val="00A57B8B"/>
    <w:rsid w:val="00A57FF3"/>
    <w:rsid w:val="00A60698"/>
    <w:rsid w:val="00A6077B"/>
    <w:rsid w:val="00A608B2"/>
    <w:rsid w:val="00A60AA8"/>
    <w:rsid w:val="00A60B01"/>
    <w:rsid w:val="00A60C63"/>
    <w:rsid w:val="00A61057"/>
    <w:rsid w:val="00A61426"/>
    <w:rsid w:val="00A614C6"/>
    <w:rsid w:val="00A616F3"/>
    <w:rsid w:val="00A61824"/>
    <w:rsid w:val="00A61883"/>
    <w:rsid w:val="00A61A8F"/>
    <w:rsid w:val="00A61E72"/>
    <w:rsid w:val="00A621F4"/>
    <w:rsid w:val="00A6229B"/>
    <w:rsid w:val="00A622E1"/>
    <w:rsid w:val="00A623DF"/>
    <w:rsid w:val="00A623ED"/>
    <w:rsid w:val="00A62467"/>
    <w:rsid w:val="00A624DB"/>
    <w:rsid w:val="00A627D9"/>
    <w:rsid w:val="00A62829"/>
    <w:rsid w:val="00A62AFF"/>
    <w:rsid w:val="00A62D16"/>
    <w:rsid w:val="00A63007"/>
    <w:rsid w:val="00A63194"/>
    <w:rsid w:val="00A6342D"/>
    <w:rsid w:val="00A634C6"/>
    <w:rsid w:val="00A6364B"/>
    <w:rsid w:val="00A63F98"/>
    <w:rsid w:val="00A640DB"/>
    <w:rsid w:val="00A646AC"/>
    <w:rsid w:val="00A64B8C"/>
    <w:rsid w:val="00A64DC3"/>
    <w:rsid w:val="00A64E08"/>
    <w:rsid w:val="00A64F84"/>
    <w:rsid w:val="00A65364"/>
    <w:rsid w:val="00A653E4"/>
    <w:rsid w:val="00A6559E"/>
    <w:rsid w:val="00A65737"/>
    <w:rsid w:val="00A65BA6"/>
    <w:rsid w:val="00A65BBF"/>
    <w:rsid w:val="00A65C6F"/>
    <w:rsid w:val="00A6641B"/>
    <w:rsid w:val="00A66C29"/>
    <w:rsid w:val="00A66D12"/>
    <w:rsid w:val="00A66D62"/>
    <w:rsid w:val="00A67D30"/>
    <w:rsid w:val="00A67D52"/>
    <w:rsid w:val="00A67D6F"/>
    <w:rsid w:val="00A7004B"/>
    <w:rsid w:val="00A702F5"/>
    <w:rsid w:val="00A7066F"/>
    <w:rsid w:val="00A708D2"/>
    <w:rsid w:val="00A70DBF"/>
    <w:rsid w:val="00A70E4D"/>
    <w:rsid w:val="00A70E7C"/>
    <w:rsid w:val="00A70FC9"/>
    <w:rsid w:val="00A7151C"/>
    <w:rsid w:val="00A7167A"/>
    <w:rsid w:val="00A7169B"/>
    <w:rsid w:val="00A717D4"/>
    <w:rsid w:val="00A71B86"/>
    <w:rsid w:val="00A71CB7"/>
    <w:rsid w:val="00A71CF3"/>
    <w:rsid w:val="00A720E2"/>
    <w:rsid w:val="00A726C9"/>
    <w:rsid w:val="00A7280A"/>
    <w:rsid w:val="00A72A43"/>
    <w:rsid w:val="00A733FC"/>
    <w:rsid w:val="00A73462"/>
    <w:rsid w:val="00A7349F"/>
    <w:rsid w:val="00A73879"/>
    <w:rsid w:val="00A73A32"/>
    <w:rsid w:val="00A73C3A"/>
    <w:rsid w:val="00A744AA"/>
    <w:rsid w:val="00A74738"/>
    <w:rsid w:val="00A7473D"/>
    <w:rsid w:val="00A74A71"/>
    <w:rsid w:val="00A74A7A"/>
    <w:rsid w:val="00A751BE"/>
    <w:rsid w:val="00A76029"/>
    <w:rsid w:val="00A76316"/>
    <w:rsid w:val="00A76320"/>
    <w:rsid w:val="00A7634D"/>
    <w:rsid w:val="00A763BE"/>
    <w:rsid w:val="00A7646C"/>
    <w:rsid w:val="00A76604"/>
    <w:rsid w:val="00A766FF"/>
    <w:rsid w:val="00A76D0B"/>
    <w:rsid w:val="00A76E24"/>
    <w:rsid w:val="00A76F2E"/>
    <w:rsid w:val="00A77177"/>
    <w:rsid w:val="00A80087"/>
    <w:rsid w:val="00A803BA"/>
    <w:rsid w:val="00A80EAA"/>
    <w:rsid w:val="00A818C1"/>
    <w:rsid w:val="00A81A9E"/>
    <w:rsid w:val="00A81BFB"/>
    <w:rsid w:val="00A81C2B"/>
    <w:rsid w:val="00A81E66"/>
    <w:rsid w:val="00A81F44"/>
    <w:rsid w:val="00A82008"/>
    <w:rsid w:val="00A8241A"/>
    <w:rsid w:val="00A82444"/>
    <w:rsid w:val="00A82487"/>
    <w:rsid w:val="00A82BDF"/>
    <w:rsid w:val="00A82E46"/>
    <w:rsid w:val="00A82F5B"/>
    <w:rsid w:val="00A83364"/>
    <w:rsid w:val="00A83998"/>
    <w:rsid w:val="00A84048"/>
    <w:rsid w:val="00A843D5"/>
    <w:rsid w:val="00A850F8"/>
    <w:rsid w:val="00A8536E"/>
    <w:rsid w:val="00A85777"/>
    <w:rsid w:val="00A85854"/>
    <w:rsid w:val="00A85946"/>
    <w:rsid w:val="00A85CDD"/>
    <w:rsid w:val="00A85F37"/>
    <w:rsid w:val="00A86100"/>
    <w:rsid w:val="00A86279"/>
    <w:rsid w:val="00A86C0B"/>
    <w:rsid w:val="00A86CDB"/>
    <w:rsid w:val="00A87405"/>
    <w:rsid w:val="00A87546"/>
    <w:rsid w:val="00A87C6B"/>
    <w:rsid w:val="00A87EAB"/>
    <w:rsid w:val="00A90068"/>
    <w:rsid w:val="00A902FF"/>
    <w:rsid w:val="00A903CE"/>
    <w:rsid w:val="00A9053E"/>
    <w:rsid w:val="00A90880"/>
    <w:rsid w:val="00A91202"/>
    <w:rsid w:val="00A9147A"/>
    <w:rsid w:val="00A91491"/>
    <w:rsid w:val="00A917EC"/>
    <w:rsid w:val="00A91958"/>
    <w:rsid w:val="00A91AB8"/>
    <w:rsid w:val="00A91F16"/>
    <w:rsid w:val="00A92457"/>
    <w:rsid w:val="00A92547"/>
    <w:rsid w:val="00A9271A"/>
    <w:rsid w:val="00A9276E"/>
    <w:rsid w:val="00A92947"/>
    <w:rsid w:val="00A92BE2"/>
    <w:rsid w:val="00A92C7E"/>
    <w:rsid w:val="00A92CBA"/>
    <w:rsid w:val="00A92E4E"/>
    <w:rsid w:val="00A93287"/>
    <w:rsid w:val="00A932F2"/>
    <w:rsid w:val="00A9380B"/>
    <w:rsid w:val="00A938A8"/>
    <w:rsid w:val="00A93BD4"/>
    <w:rsid w:val="00A93EBF"/>
    <w:rsid w:val="00A9432C"/>
    <w:rsid w:val="00A94798"/>
    <w:rsid w:val="00A94822"/>
    <w:rsid w:val="00A94A2C"/>
    <w:rsid w:val="00A94A60"/>
    <w:rsid w:val="00A95F47"/>
    <w:rsid w:val="00A9622B"/>
    <w:rsid w:val="00A96327"/>
    <w:rsid w:val="00A96831"/>
    <w:rsid w:val="00A96B24"/>
    <w:rsid w:val="00A972C5"/>
    <w:rsid w:val="00A97550"/>
    <w:rsid w:val="00A97652"/>
    <w:rsid w:val="00A97A96"/>
    <w:rsid w:val="00A97B3B"/>
    <w:rsid w:val="00A97D8C"/>
    <w:rsid w:val="00AA0127"/>
    <w:rsid w:val="00AA04BD"/>
    <w:rsid w:val="00AA054A"/>
    <w:rsid w:val="00AA05AB"/>
    <w:rsid w:val="00AA05D0"/>
    <w:rsid w:val="00AA0986"/>
    <w:rsid w:val="00AA0ACC"/>
    <w:rsid w:val="00AA0F65"/>
    <w:rsid w:val="00AA11DC"/>
    <w:rsid w:val="00AA1527"/>
    <w:rsid w:val="00AA166E"/>
    <w:rsid w:val="00AA1A36"/>
    <w:rsid w:val="00AA200A"/>
    <w:rsid w:val="00AA20BD"/>
    <w:rsid w:val="00AA21B6"/>
    <w:rsid w:val="00AA259B"/>
    <w:rsid w:val="00AA26C9"/>
    <w:rsid w:val="00AA274A"/>
    <w:rsid w:val="00AA2F10"/>
    <w:rsid w:val="00AA2F1C"/>
    <w:rsid w:val="00AA30C4"/>
    <w:rsid w:val="00AA3159"/>
    <w:rsid w:val="00AA3179"/>
    <w:rsid w:val="00AA3369"/>
    <w:rsid w:val="00AA3770"/>
    <w:rsid w:val="00AA3A9B"/>
    <w:rsid w:val="00AA3D27"/>
    <w:rsid w:val="00AA43D4"/>
    <w:rsid w:val="00AA4478"/>
    <w:rsid w:val="00AA4514"/>
    <w:rsid w:val="00AA4694"/>
    <w:rsid w:val="00AA4E84"/>
    <w:rsid w:val="00AA4F32"/>
    <w:rsid w:val="00AA5040"/>
    <w:rsid w:val="00AA5688"/>
    <w:rsid w:val="00AA574B"/>
    <w:rsid w:val="00AA57C6"/>
    <w:rsid w:val="00AA5889"/>
    <w:rsid w:val="00AA5BE1"/>
    <w:rsid w:val="00AA6212"/>
    <w:rsid w:val="00AA6595"/>
    <w:rsid w:val="00AA67DD"/>
    <w:rsid w:val="00AA6803"/>
    <w:rsid w:val="00AA69C9"/>
    <w:rsid w:val="00AA71D9"/>
    <w:rsid w:val="00AA7272"/>
    <w:rsid w:val="00AA7574"/>
    <w:rsid w:val="00AA7674"/>
    <w:rsid w:val="00AA7A97"/>
    <w:rsid w:val="00AA7DB0"/>
    <w:rsid w:val="00AA7E8A"/>
    <w:rsid w:val="00AA7EC4"/>
    <w:rsid w:val="00AB029C"/>
    <w:rsid w:val="00AB029D"/>
    <w:rsid w:val="00AB037A"/>
    <w:rsid w:val="00AB03AA"/>
    <w:rsid w:val="00AB03DD"/>
    <w:rsid w:val="00AB081D"/>
    <w:rsid w:val="00AB0FB9"/>
    <w:rsid w:val="00AB1BB2"/>
    <w:rsid w:val="00AB1BBF"/>
    <w:rsid w:val="00AB2B73"/>
    <w:rsid w:val="00AB2C11"/>
    <w:rsid w:val="00AB2C4D"/>
    <w:rsid w:val="00AB2E77"/>
    <w:rsid w:val="00AB3094"/>
    <w:rsid w:val="00AB33DA"/>
    <w:rsid w:val="00AB346E"/>
    <w:rsid w:val="00AB385E"/>
    <w:rsid w:val="00AB4177"/>
    <w:rsid w:val="00AB474E"/>
    <w:rsid w:val="00AB4D60"/>
    <w:rsid w:val="00AB569A"/>
    <w:rsid w:val="00AB5B00"/>
    <w:rsid w:val="00AB5D1E"/>
    <w:rsid w:val="00AB686A"/>
    <w:rsid w:val="00AB7262"/>
    <w:rsid w:val="00AB749D"/>
    <w:rsid w:val="00AB74D6"/>
    <w:rsid w:val="00AB758F"/>
    <w:rsid w:val="00AB7618"/>
    <w:rsid w:val="00AB77D3"/>
    <w:rsid w:val="00AB7839"/>
    <w:rsid w:val="00AC04DF"/>
    <w:rsid w:val="00AC04F2"/>
    <w:rsid w:val="00AC0503"/>
    <w:rsid w:val="00AC0540"/>
    <w:rsid w:val="00AC0569"/>
    <w:rsid w:val="00AC0C67"/>
    <w:rsid w:val="00AC0DC8"/>
    <w:rsid w:val="00AC1115"/>
    <w:rsid w:val="00AC128A"/>
    <w:rsid w:val="00AC13DC"/>
    <w:rsid w:val="00AC1B31"/>
    <w:rsid w:val="00AC1B63"/>
    <w:rsid w:val="00AC1D55"/>
    <w:rsid w:val="00AC1DBF"/>
    <w:rsid w:val="00AC1E0B"/>
    <w:rsid w:val="00AC1E14"/>
    <w:rsid w:val="00AC1F3E"/>
    <w:rsid w:val="00AC24B4"/>
    <w:rsid w:val="00AC2BC8"/>
    <w:rsid w:val="00AC2BC9"/>
    <w:rsid w:val="00AC2E1F"/>
    <w:rsid w:val="00AC320E"/>
    <w:rsid w:val="00AC33A5"/>
    <w:rsid w:val="00AC3B41"/>
    <w:rsid w:val="00AC3C01"/>
    <w:rsid w:val="00AC41FB"/>
    <w:rsid w:val="00AC488C"/>
    <w:rsid w:val="00AC4995"/>
    <w:rsid w:val="00AC4BBD"/>
    <w:rsid w:val="00AC4E48"/>
    <w:rsid w:val="00AC5232"/>
    <w:rsid w:val="00AC527D"/>
    <w:rsid w:val="00AC56F8"/>
    <w:rsid w:val="00AC5889"/>
    <w:rsid w:val="00AC5D8C"/>
    <w:rsid w:val="00AC5DCB"/>
    <w:rsid w:val="00AC5EEA"/>
    <w:rsid w:val="00AC62DD"/>
    <w:rsid w:val="00AC64CC"/>
    <w:rsid w:val="00AC66F2"/>
    <w:rsid w:val="00AC67AB"/>
    <w:rsid w:val="00AC68E2"/>
    <w:rsid w:val="00AC69C9"/>
    <w:rsid w:val="00AC6AE3"/>
    <w:rsid w:val="00AC6AF5"/>
    <w:rsid w:val="00AC6B07"/>
    <w:rsid w:val="00AC6B22"/>
    <w:rsid w:val="00AC781B"/>
    <w:rsid w:val="00AC7A52"/>
    <w:rsid w:val="00AC7A65"/>
    <w:rsid w:val="00AC7B7B"/>
    <w:rsid w:val="00AC7EA9"/>
    <w:rsid w:val="00AD01D8"/>
    <w:rsid w:val="00AD029B"/>
    <w:rsid w:val="00AD038F"/>
    <w:rsid w:val="00AD104C"/>
    <w:rsid w:val="00AD1119"/>
    <w:rsid w:val="00AD15ED"/>
    <w:rsid w:val="00AD1630"/>
    <w:rsid w:val="00AD19F0"/>
    <w:rsid w:val="00AD1C87"/>
    <w:rsid w:val="00AD1F2B"/>
    <w:rsid w:val="00AD1FA6"/>
    <w:rsid w:val="00AD2159"/>
    <w:rsid w:val="00AD21EE"/>
    <w:rsid w:val="00AD2917"/>
    <w:rsid w:val="00AD29C6"/>
    <w:rsid w:val="00AD3164"/>
    <w:rsid w:val="00AD378C"/>
    <w:rsid w:val="00AD3B42"/>
    <w:rsid w:val="00AD3FBF"/>
    <w:rsid w:val="00AD4175"/>
    <w:rsid w:val="00AD42F5"/>
    <w:rsid w:val="00AD4A05"/>
    <w:rsid w:val="00AD4BBB"/>
    <w:rsid w:val="00AD4E27"/>
    <w:rsid w:val="00AD5014"/>
    <w:rsid w:val="00AD5282"/>
    <w:rsid w:val="00AD5457"/>
    <w:rsid w:val="00AD669D"/>
    <w:rsid w:val="00AD66B5"/>
    <w:rsid w:val="00AD6DB2"/>
    <w:rsid w:val="00AD7202"/>
    <w:rsid w:val="00AD7226"/>
    <w:rsid w:val="00AD7701"/>
    <w:rsid w:val="00AD7805"/>
    <w:rsid w:val="00AD7A51"/>
    <w:rsid w:val="00AD7DDB"/>
    <w:rsid w:val="00AE04C3"/>
    <w:rsid w:val="00AE05F0"/>
    <w:rsid w:val="00AE0946"/>
    <w:rsid w:val="00AE0B7E"/>
    <w:rsid w:val="00AE0F8F"/>
    <w:rsid w:val="00AE107B"/>
    <w:rsid w:val="00AE1081"/>
    <w:rsid w:val="00AE1192"/>
    <w:rsid w:val="00AE11BA"/>
    <w:rsid w:val="00AE1254"/>
    <w:rsid w:val="00AE1272"/>
    <w:rsid w:val="00AE1520"/>
    <w:rsid w:val="00AE16AB"/>
    <w:rsid w:val="00AE1815"/>
    <w:rsid w:val="00AE1ADB"/>
    <w:rsid w:val="00AE1B57"/>
    <w:rsid w:val="00AE1CC9"/>
    <w:rsid w:val="00AE2364"/>
    <w:rsid w:val="00AE2590"/>
    <w:rsid w:val="00AE2DC4"/>
    <w:rsid w:val="00AE2E48"/>
    <w:rsid w:val="00AE2EAF"/>
    <w:rsid w:val="00AE337F"/>
    <w:rsid w:val="00AE373A"/>
    <w:rsid w:val="00AE3891"/>
    <w:rsid w:val="00AE3A65"/>
    <w:rsid w:val="00AE3D7C"/>
    <w:rsid w:val="00AE4122"/>
    <w:rsid w:val="00AE4B0F"/>
    <w:rsid w:val="00AE4ED7"/>
    <w:rsid w:val="00AE52F7"/>
    <w:rsid w:val="00AE5643"/>
    <w:rsid w:val="00AE571A"/>
    <w:rsid w:val="00AE6393"/>
    <w:rsid w:val="00AE63E4"/>
    <w:rsid w:val="00AE67D9"/>
    <w:rsid w:val="00AE6919"/>
    <w:rsid w:val="00AE6923"/>
    <w:rsid w:val="00AE693F"/>
    <w:rsid w:val="00AE6AC9"/>
    <w:rsid w:val="00AE6D5E"/>
    <w:rsid w:val="00AE6DE8"/>
    <w:rsid w:val="00AE6FB3"/>
    <w:rsid w:val="00AE710F"/>
    <w:rsid w:val="00AE71AF"/>
    <w:rsid w:val="00AE78C4"/>
    <w:rsid w:val="00AE7F89"/>
    <w:rsid w:val="00AF030C"/>
    <w:rsid w:val="00AF0327"/>
    <w:rsid w:val="00AF086A"/>
    <w:rsid w:val="00AF0AE4"/>
    <w:rsid w:val="00AF0F57"/>
    <w:rsid w:val="00AF0F6A"/>
    <w:rsid w:val="00AF1257"/>
    <w:rsid w:val="00AF14CC"/>
    <w:rsid w:val="00AF185E"/>
    <w:rsid w:val="00AF1AF0"/>
    <w:rsid w:val="00AF1E3D"/>
    <w:rsid w:val="00AF1FF7"/>
    <w:rsid w:val="00AF2253"/>
    <w:rsid w:val="00AF23DD"/>
    <w:rsid w:val="00AF2AAF"/>
    <w:rsid w:val="00AF2E24"/>
    <w:rsid w:val="00AF3570"/>
    <w:rsid w:val="00AF372A"/>
    <w:rsid w:val="00AF373E"/>
    <w:rsid w:val="00AF3787"/>
    <w:rsid w:val="00AF4254"/>
    <w:rsid w:val="00AF43CC"/>
    <w:rsid w:val="00AF4549"/>
    <w:rsid w:val="00AF48A8"/>
    <w:rsid w:val="00AF4BF6"/>
    <w:rsid w:val="00AF4DE4"/>
    <w:rsid w:val="00AF4EBE"/>
    <w:rsid w:val="00AF5415"/>
    <w:rsid w:val="00AF5428"/>
    <w:rsid w:val="00AF5691"/>
    <w:rsid w:val="00AF57D1"/>
    <w:rsid w:val="00AF58F6"/>
    <w:rsid w:val="00AF5E42"/>
    <w:rsid w:val="00AF5E63"/>
    <w:rsid w:val="00AF5E8C"/>
    <w:rsid w:val="00AF6088"/>
    <w:rsid w:val="00AF6589"/>
    <w:rsid w:val="00AF668A"/>
    <w:rsid w:val="00AF66BE"/>
    <w:rsid w:val="00AF6ACC"/>
    <w:rsid w:val="00AF6F32"/>
    <w:rsid w:val="00AF7434"/>
    <w:rsid w:val="00AF7619"/>
    <w:rsid w:val="00AF7A69"/>
    <w:rsid w:val="00AF7ED4"/>
    <w:rsid w:val="00B010DA"/>
    <w:rsid w:val="00B0139C"/>
    <w:rsid w:val="00B014C1"/>
    <w:rsid w:val="00B01C14"/>
    <w:rsid w:val="00B01DF1"/>
    <w:rsid w:val="00B02951"/>
    <w:rsid w:val="00B02CA4"/>
    <w:rsid w:val="00B032A8"/>
    <w:rsid w:val="00B0332B"/>
    <w:rsid w:val="00B03D8B"/>
    <w:rsid w:val="00B03F0F"/>
    <w:rsid w:val="00B04490"/>
    <w:rsid w:val="00B04B3F"/>
    <w:rsid w:val="00B04D3A"/>
    <w:rsid w:val="00B04E7B"/>
    <w:rsid w:val="00B05050"/>
    <w:rsid w:val="00B05073"/>
    <w:rsid w:val="00B05460"/>
    <w:rsid w:val="00B05A0D"/>
    <w:rsid w:val="00B05BEF"/>
    <w:rsid w:val="00B06344"/>
    <w:rsid w:val="00B068FF"/>
    <w:rsid w:val="00B06EC3"/>
    <w:rsid w:val="00B0717A"/>
    <w:rsid w:val="00B07316"/>
    <w:rsid w:val="00B07616"/>
    <w:rsid w:val="00B10339"/>
    <w:rsid w:val="00B103C3"/>
    <w:rsid w:val="00B103E2"/>
    <w:rsid w:val="00B10421"/>
    <w:rsid w:val="00B10877"/>
    <w:rsid w:val="00B11509"/>
    <w:rsid w:val="00B11A30"/>
    <w:rsid w:val="00B1298D"/>
    <w:rsid w:val="00B1345F"/>
    <w:rsid w:val="00B137FC"/>
    <w:rsid w:val="00B139A4"/>
    <w:rsid w:val="00B139C6"/>
    <w:rsid w:val="00B144C2"/>
    <w:rsid w:val="00B14788"/>
    <w:rsid w:val="00B14867"/>
    <w:rsid w:val="00B15128"/>
    <w:rsid w:val="00B152B7"/>
    <w:rsid w:val="00B158CF"/>
    <w:rsid w:val="00B15B74"/>
    <w:rsid w:val="00B15B91"/>
    <w:rsid w:val="00B16013"/>
    <w:rsid w:val="00B16335"/>
    <w:rsid w:val="00B16A7B"/>
    <w:rsid w:val="00B16F31"/>
    <w:rsid w:val="00B170C6"/>
    <w:rsid w:val="00B17400"/>
    <w:rsid w:val="00B175BF"/>
    <w:rsid w:val="00B17D08"/>
    <w:rsid w:val="00B202D3"/>
    <w:rsid w:val="00B20A1A"/>
    <w:rsid w:val="00B20A78"/>
    <w:rsid w:val="00B20AD4"/>
    <w:rsid w:val="00B20F33"/>
    <w:rsid w:val="00B21BE9"/>
    <w:rsid w:val="00B21F44"/>
    <w:rsid w:val="00B223C1"/>
    <w:rsid w:val="00B2247C"/>
    <w:rsid w:val="00B22E6E"/>
    <w:rsid w:val="00B23029"/>
    <w:rsid w:val="00B23100"/>
    <w:rsid w:val="00B23296"/>
    <w:rsid w:val="00B232CA"/>
    <w:rsid w:val="00B233E1"/>
    <w:rsid w:val="00B23479"/>
    <w:rsid w:val="00B23654"/>
    <w:rsid w:val="00B2451C"/>
    <w:rsid w:val="00B24D28"/>
    <w:rsid w:val="00B24E92"/>
    <w:rsid w:val="00B24F0B"/>
    <w:rsid w:val="00B25038"/>
    <w:rsid w:val="00B256E9"/>
    <w:rsid w:val="00B257E9"/>
    <w:rsid w:val="00B25B8F"/>
    <w:rsid w:val="00B25BFB"/>
    <w:rsid w:val="00B26227"/>
    <w:rsid w:val="00B26257"/>
    <w:rsid w:val="00B263FE"/>
    <w:rsid w:val="00B26F64"/>
    <w:rsid w:val="00B278B1"/>
    <w:rsid w:val="00B27933"/>
    <w:rsid w:val="00B27D06"/>
    <w:rsid w:val="00B27DB1"/>
    <w:rsid w:val="00B27FAF"/>
    <w:rsid w:val="00B3008D"/>
    <w:rsid w:val="00B3037F"/>
    <w:rsid w:val="00B30421"/>
    <w:rsid w:val="00B3052E"/>
    <w:rsid w:val="00B3054E"/>
    <w:rsid w:val="00B31341"/>
    <w:rsid w:val="00B3166C"/>
    <w:rsid w:val="00B3171A"/>
    <w:rsid w:val="00B31F70"/>
    <w:rsid w:val="00B32194"/>
    <w:rsid w:val="00B32264"/>
    <w:rsid w:val="00B326C6"/>
    <w:rsid w:val="00B32A3C"/>
    <w:rsid w:val="00B32CA4"/>
    <w:rsid w:val="00B32E9F"/>
    <w:rsid w:val="00B33331"/>
    <w:rsid w:val="00B33791"/>
    <w:rsid w:val="00B33A56"/>
    <w:rsid w:val="00B33ACD"/>
    <w:rsid w:val="00B33EC3"/>
    <w:rsid w:val="00B345EE"/>
    <w:rsid w:val="00B3473B"/>
    <w:rsid w:val="00B34AFA"/>
    <w:rsid w:val="00B34E33"/>
    <w:rsid w:val="00B34EF6"/>
    <w:rsid w:val="00B34F68"/>
    <w:rsid w:val="00B35564"/>
    <w:rsid w:val="00B35B40"/>
    <w:rsid w:val="00B35C34"/>
    <w:rsid w:val="00B35C8C"/>
    <w:rsid w:val="00B3608F"/>
    <w:rsid w:val="00B360B6"/>
    <w:rsid w:val="00B362EB"/>
    <w:rsid w:val="00B36419"/>
    <w:rsid w:val="00B36A53"/>
    <w:rsid w:val="00B36E74"/>
    <w:rsid w:val="00B3775B"/>
    <w:rsid w:val="00B40CBD"/>
    <w:rsid w:val="00B40DA6"/>
    <w:rsid w:val="00B40DAE"/>
    <w:rsid w:val="00B4116D"/>
    <w:rsid w:val="00B4118B"/>
    <w:rsid w:val="00B413BC"/>
    <w:rsid w:val="00B41B6C"/>
    <w:rsid w:val="00B41CEC"/>
    <w:rsid w:val="00B41E59"/>
    <w:rsid w:val="00B4211B"/>
    <w:rsid w:val="00B42496"/>
    <w:rsid w:val="00B42654"/>
    <w:rsid w:val="00B429C6"/>
    <w:rsid w:val="00B42AB9"/>
    <w:rsid w:val="00B42B1F"/>
    <w:rsid w:val="00B43081"/>
    <w:rsid w:val="00B439E3"/>
    <w:rsid w:val="00B43ABA"/>
    <w:rsid w:val="00B43ABD"/>
    <w:rsid w:val="00B43DC6"/>
    <w:rsid w:val="00B43EDB"/>
    <w:rsid w:val="00B43FB9"/>
    <w:rsid w:val="00B44136"/>
    <w:rsid w:val="00B44738"/>
    <w:rsid w:val="00B44782"/>
    <w:rsid w:val="00B44ADD"/>
    <w:rsid w:val="00B44D55"/>
    <w:rsid w:val="00B44F4D"/>
    <w:rsid w:val="00B4506E"/>
    <w:rsid w:val="00B45223"/>
    <w:rsid w:val="00B45413"/>
    <w:rsid w:val="00B45A95"/>
    <w:rsid w:val="00B45F52"/>
    <w:rsid w:val="00B469DF"/>
    <w:rsid w:val="00B46C1B"/>
    <w:rsid w:val="00B4709E"/>
    <w:rsid w:val="00B472E8"/>
    <w:rsid w:val="00B47459"/>
    <w:rsid w:val="00B474E6"/>
    <w:rsid w:val="00B4782F"/>
    <w:rsid w:val="00B47864"/>
    <w:rsid w:val="00B50179"/>
    <w:rsid w:val="00B50278"/>
    <w:rsid w:val="00B504BE"/>
    <w:rsid w:val="00B50657"/>
    <w:rsid w:val="00B50AFA"/>
    <w:rsid w:val="00B50CE9"/>
    <w:rsid w:val="00B50EBD"/>
    <w:rsid w:val="00B5155D"/>
    <w:rsid w:val="00B51718"/>
    <w:rsid w:val="00B51812"/>
    <w:rsid w:val="00B518C2"/>
    <w:rsid w:val="00B51B4D"/>
    <w:rsid w:val="00B51C7E"/>
    <w:rsid w:val="00B51D78"/>
    <w:rsid w:val="00B5218D"/>
    <w:rsid w:val="00B524D4"/>
    <w:rsid w:val="00B524E6"/>
    <w:rsid w:val="00B5314D"/>
    <w:rsid w:val="00B53295"/>
    <w:rsid w:val="00B53310"/>
    <w:rsid w:val="00B5349D"/>
    <w:rsid w:val="00B53693"/>
    <w:rsid w:val="00B53A68"/>
    <w:rsid w:val="00B53DE5"/>
    <w:rsid w:val="00B541F5"/>
    <w:rsid w:val="00B5449D"/>
    <w:rsid w:val="00B548D1"/>
    <w:rsid w:val="00B54C88"/>
    <w:rsid w:val="00B553F0"/>
    <w:rsid w:val="00B55727"/>
    <w:rsid w:val="00B5587D"/>
    <w:rsid w:val="00B559DD"/>
    <w:rsid w:val="00B56114"/>
    <w:rsid w:val="00B56323"/>
    <w:rsid w:val="00B56668"/>
    <w:rsid w:val="00B56B89"/>
    <w:rsid w:val="00B56CB5"/>
    <w:rsid w:val="00B5728B"/>
    <w:rsid w:val="00B57C5D"/>
    <w:rsid w:val="00B57E2C"/>
    <w:rsid w:val="00B57EBE"/>
    <w:rsid w:val="00B57ECB"/>
    <w:rsid w:val="00B6003A"/>
    <w:rsid w:val="00B60C16"/>
    <w:rsid w:val="00B60E18"/>
    <w:rsid w:val="00B60F18"/>
    <w:rsid w:val="00B611B1"/>
    <w:rsid w:val="00B6135A"/>
    <w:rsid w:val="00B61B90"/>
    <w:rsid w:val="00B620A9"/>
    <w:rsid w:val="00B624E0"/>
    <w:rsid w:val="00B62522"/>
    <w:rsid w:val="00B62984"/>
    <w:rsid w:val="00B63039"/>
    <w:rsid w:val="00B63186"/>
    <w:rsid w:val="00B63C4A"/>
    <w:rsid w:val="00B644C4"/>
    <w:rsid w:val="00B6457E"/>
    <w:rsid w:val="00B647B2"/>
    <w:rsid w:val="00B648B8"/>
    <w:rsid w:val="00B64F53"/>
    <w:rsid w:val="00B65043"/>
    <w:rsid w:val="00B65939"/>
    <w:rsid w:val="00B659FC"/>
    <w:rsid w:val="00B66580"/>
    <w:rsid w:val="00B66756"/>
    <w:rsid w:val="00B669AB"/>
    <w:rsid w:val="00B66A4F"/>
    <w:rsid w:val="00B66E8B"/>
    <w:rsid w:val="00B66FA4"/>
    <w:rsid w:val="00B67202"/>
    <w:rsid w:val="00B67315"/>
    <w:rsid w:val="00B67854"/>
    <w:rsid w:val="00B67B9F"/>
    <w:rsid w:val="00B67D49"/>
    <w:rsid w:val="00B700C2"/>
    <w:rsid w:val="00B706CB"/>
    <w:rsid w:val="00B70757"/>
    <w:rsid w:val="00B70942"/>
    <w:rsid w:val="00B70AC6"/>
    <w:rsid w:val="00B7101D"/>
    <w:rsid w:val="00B71708"/>
    <w:rsid w:val="00B72051"/>
    <w:rsid w:val="00B72A34"/>
    <w:rsid w:val="00B72AD3"/>
    <w:rsid w:val="00B72DAF"/>
    <w:rsid w:val="00B72E6F"/>
    <w:rsid w:val="00B72ED0"/>
    <w:rsid w:val="00B731A4"/>
    <w:rsid w:val="00B73291"/>
    <w:rsid w:val="00B73335"/>
    <w:rsid w:val="00B734A6"/>
    <w:rsid w:val="00B73620"/>
    <w:rsid w:val="00B73816"/>
    <w:rsid w:val="00B73851"/>
    <w:rsid w:val="00B73984"/>
    <w:rsid w:val="00B7436D"/>
    <w:rsid w:val="00B74728"/>
    <w:rsid w:val="00B74AEC"/>
    <w:rsid w:val="00B74B34"/>
    <w:rsid w:val="00B74D8C"/>
    <w:rsid w:val="00B74EF8"/>
    <w:rsid w:val="00B7513F"/>
    <w:rsid w:val="00B75533"/>
    <w:rsid w:val="00B755A3"/>
    <w:rsid w:val="00B7576B"/>
    <w:rsid w:val="00B75783"/>
    <w:rsid w:val="00B76177"/>
    <w:rsid w:val="00B76368"/>
    <w:rsid w:val="00B7638C"/>
    <w:rsid w:val="00B7649F"/>
    <w:rsid w:val="00B766B0"/>
    <w:rsid w:val="00B76714"/>
    <w:rsid w:val="00B76BE5"/>
    <w:rsid w:val="00B76C9C"/>
    <w:rsid w:val="00B77870"/>
    <w:rsid w:val="00B800D0"/>
    <w:rsid w:val="00B80316"/>
    <w:rsid w:val="00B80451"/>
    <w:rsid w:val="00B80522"/>
    <w:rsid w:val="00B8071C"/>
    <w:rsid w:val="00B807FD"/>
    <w:rsid w:val="00B808D8"/>
    <w:rsid w:val="00B80DDD"/>
    <w:rsid w:val="00B80E87"/>
    <w:rsid w:val="00B80EC6"/>
    <w:rsid w:val="00B81194"/>
    <w:rsid w:val="00B81820"/>
    <w:rsid w:val="00B81945"/>
    <w:rsid w:val="00B81B26"/>
    <w:rsid w:val="00B823A0"/>
    <w:rsid w:val="00B82706"/>
    <w:rsid w:val="00B82C6A"/>
    <w:rsid w:val="00B82C7A"/>
    <w:rsid w:val="00B82CA8"/>
    <w:rsid w:val="00B8305F"/>
    <w:rsid w:val="00B83297"/>
    <w:rsid w:val="00B834CF"/>
    <w:rsid w:val="00B8384A"/>
    <w:rsid w:val="00B83879"/>
    <w:rsid w:val="00B839E6"/>
    <w:rsid w:val="00B84087"/>
    <w:rsid w:val="00B843BA"/>
    <w:rsid w:val="00B84516"/>
    <w:rsid w:val="00B84942"/>
    <w:rsid w:val="00B84B56"/>
    <w:rsid w:val="00B84C66"/>
    <w:rsid w:val="00B84CEE"/>
    <w:rsid w:val="00B85103"/>
    <w:rsid w:val="00B851B1"/>
    <w:rsid w:val="00B85A0A"/>
    <w:rsid w:val="00B85AAA"/>
    <w:rsid w:val="00B85E5F"/>
    <w:rsid w:val="00B85E7B"/>
    <w:rsid w:val="00B863D0"/>
    <w:rsid w:val="00B864D0"/>
    <w:rsid w:val="00B865A1"/>
    <w:rsid w:val="00B8688F"/>
    <w:rsid w:val="00B86950"/>
    <w:rsid w:val="00B86A99"/>
    <w:rsid w:val="00B86CF7"/>
    <w:rsid w:val="00B86F61"/>
    <w:rsid w:val="00B87222"/>
    <w:rsid w:val="00B875B1"/>
    <w:rsid w:val="00B87638"/>
    <w:rsid w:val="00B90020"/>
    <w:rsid w:val="00B90242"/>
    <w:rsid w:val="00B90444"/>
    <w:rsid w:val="00B90AE2"/>
    <w:rsid w:val="00B90B0D"/>
    <w:rsid w:val="00B90B1C"/>
    <w:rsid w:val="00B90F62"/>
    <w:rsid w:val="00B9288C"/>
    <w:rsid w:val="00B92A2D"/>
    <w:rsid w:val="00B92DFE"/>
    <w:rsid w:val="00B92FBA"/>
    <w:rsid w:val="00B93042"/>
    <w:rsid w:val="00B932FF"/>
    <w:rsid w:val="00B93373"/>
    <w:rsid w:val="00B93835"/>
    <w:rsid w:val="00B939A1"/>
    <w:rsid w:val="00B939F3"/>
    <w:rsid w:val="00B93E61"/>
    <w:rsid w:val="00B93ED7"/>
    <w:rsid w:val="00B942D9"/>
    <w:rsid w:val="00B94394"/>
    <w:rsid w:val="00B9482B"/>
    <w:rsid w:val="00B94DF1"/>
    <w:rsid w:val="00B95030"/>
    <w:rsid w:val="00B951CA"/>
    <w:rsid w:val="00B951EA"/>
    <w:rsid w:val="00B954CF"/>
    <w:rsid w:val="00B955C9"/>
    <w:rsid w:val="00B95845"/>
    <w:rsid w:val="00B95C3F"/>
    <w:rsid w:val="00B95FD3"/>
    <w:rsid w:val="00B963EB"/>
    <w:rsid w:val="00B96577"/>
    <w:rsid w:val="00B968BA"/>
    <w:rsid w:val="00B96A66"/>
    <w:rsid w:val="00B97024"/>
    <w:rsid w:val="00B975B1"/>
    <w:rsid w:val="00B97766"/>
    <w:rsid w:val="00B9787F"/>
    <w:rsid w:val="00B97F57"/>
    <w:rsid w:val="00BA05A6"/>
    <w:rsid w:val="00BA0664"/>
    <w:rsid w:val="00BA07F0"/>
    <w:rsid w:val="00BA095F"/>
    <w:rsid w:val="00BA0AFB"/>
    <w:rsid w:val="00BA11FE"/>
    <w:rsid w:val="00BA1371"/>
    <w:rsid w:val="00BA138B"/>
    <w:rsid w:val="00BA1828"/>
    <w:rsid w:val="00BA18BA"/>
    <w:rsid w:val="00BA1BC0"/>
    <w:rsid w:val="00BA1E26"/>
    <w:rsid w:val="00BA1E3B"/>
    <w:rsid w:val="00BA2032"/>
    <w:rsid w:val="00BA2145"/>
    <w:rsid w:val="00BA2552"/>
    <w:rsid w:val="00BA2985"/>
    <w:rsid w:val="00BA29C8"/>
    <w:rsid w:val="00BA2D15"/>
    <w:rsid w:val="00BA2E24"/>
    <w:rsid w:val="00BA2E34"/>
    <w:rsid w:val="00BA2EC5"/>
    <w:rsid w:val="00BA2FAF"/>
    <w:rsid w:val="00BA367C"/>
    <w:rsid w:val="00BA3BF5"/>
    <w:rsid w:val="00BA4EF4"/>
    <w:rsid w:val="00BA50ED"/>
    <w:rsid w:val="00BA5487"/>
    <w:rsid w:val="00BA59AA"/>
    <w:rsid w:val="00BA5F2E"/>
    <w:rsid w:val="00BA60EB"/>
    <w:rsid w:val="00BA620D"/>
    <w:rsid w:val="00BA621C"/>
    <w:rsid w:val="00BA629A"/>
    <w:rsid w:val="00BA7210"/>
    <w:rsid w:val="00BA736A"/>
    <w:rsid w:val="00BB00FE"/>
    <w:rsid w:val="00BB0466"/>
    <w:rsid w:val="00BB054A"/>
    <w:rsid w:val="00BB056A"/>
    <w:rsid w:val="00BB0777"/>
    <w:rsid w:val="00BB08B2"/>
    <w:rsid w:val="00BB0DEB"/>
    <w:rsid w:val="00BB0FE6"/>
    <w:rsid w:val="00BB105F"/>
    <w:rsid w:val="00BB156B"/>
    <w:rsid w:val="00BB1BE4"/>
    <w:rsid w:val="00BB1E2A"/>
    <w:rsid w:val="00BB1EF2"/>
    <w:rsid w:val="00BB1FE3"/>
    <w:rsid w:val="00BB2505"/>
    <w:rsid w:val="00BB2707"/>
    <w:rsid w:val="00BB281C"/>
    <w:rsid w:val="00BB2EDE"/>
    <w:rsid w:val="00BB31C8"/>
    <w:rsid w:val="00BB32A5"/>
    <w:rsid w:val="00BB32BF"/>
    <w:rsid w:val="00BB3A2C"/>
    <w:rsid w:val="00BB3A5A"/>
    <w:rsid w:val="00BB3E18"/>
    <w:rsid w:val="00BB4217"/>
    <w:rsid w:val="00BB44E8"/>
    <w:rsid w:val="00BB4982"/>
    <w:rsid w:val="00BB4A1F"/>
    <w:rsid w:val="00BB505F"/>
    <w:rsid w:val="00BB54D3"/>
    <w:rsid w:val="00BB54F8"/>
    <w:rsid w:val="00BB564B"/>
    <w:rsid w:val="00BB5FF2"/>
    <w:rsid w:val="00BB601E"/>
    <w:rsid w:val="00BB648B"/>
    <w:rsid w:val="00BB6C6E"/>
    <w:rsid w:val="00BB6D0D"/>
    <w:rsid w:val="00BB70A7"/>
    <w:rsid w:val="00BB71F8"/>
    <w:rsid w:val="00BB72E3"/>
    <w:rsid w:val="00BB7A3D"/>
    <w:rsid w:val="00BC038E"/>
    <w:rsid w:val="00BC0476"/>
    <w:rsid w:val="00BC0AEE"/>
    <w:rsid w:val="00BC138F"/>
    <w:rsid w:val="00BC1520"/>
    <w:rsid w:val="00BC18DD"/>
    <w:rsid w:val="00BC1BF5"/>
    <w:rsid w:val="00BC28EC"/>
    <w:rsid w:val="00BC2E0E"/>
    <w:rsid w:val="00BC319F"/>
    <w:rsid w:val="00BC3212"/>
    <w:rsid w:val="00BC33C2"/>
    <w:rsid w:val="00BC35D8"/>
    <w:rsid w:val="00BC389C"/>
    <w:rsid w:val="00BC3D51"/>
    <w:rsid w:val="00BC4385"/>
    <w:rsid w:val="00BC456E"/>
    <w:rsid w:val="00BC474E"/>
    <w:rsid w:val="00BC4A7C"/>
    <w:rsid w:val="00BC4BAD"/>
    <w:rsid w:val="00BC5020"/>
    <w:rsid w:val="00BC50D6"/>
    <w:rsid w:val="00BC513D"/>
    <w:rsid w:val="00BC52D3"/>
    <w:rsid w:val="00BC541A"/>
    <w:rsid w:val="00BC5626"/>
    <w:rsid w:val="00BC5736"/>
    <w:rsid w:val="00BC57C6"/>
    <w:rsid w:val="00BC5833"/>
    <w:rsid w:val="00BC58AB"/>
    <w:rsid w:val="00BC6C0F"/>
    <w:rsid w:val="00BC6C7A"/>
    <w:rsid w:val="00BC7688"/>
    <w:rsid w:val="00BC7A33"/>
    <w:rsid w:val="00BC7A3F"/>
    <w:rsid w:val="00BC7D7F"/>
    <w:rsid w:val="00BD082E"/>
    <w:rsid w:val="00BD0BE4"/>
    <w:rsid w:val="00BD130E"/>
    <w:rsid w:val="00BD133D"/>
    <w:rsid w:val="00BD1712"/>
    <w:rsid w:val="00BD176C"/>
    <w:rsid w:val="00BD1AD3"/>
    <w:rsid w:val="00BD1C4C"/>
    <w:rsid w:val="00BD1C76"/>
    <w:rsid w:val="00BD1DE3"/>
    <w:rsid w:val="00BD1EC8"/>
    <w:rsid w:val="00BD1FC6"/>
    <w:rsid w:val="00BD256D"/>
    <w:rsid w:val="00BD258B"/>
    <w:rsid w:val="00BD268B"/>
    <w:rsid w:val="00BD292D"/>
    <w:rsid w:val="00BD29DE"/>
    <w:rsid w:val="00BD2A82"/>
    <w:rsid w:val="00BD33E2"/>
    <w:rsid w:val="00BD45D4"/>
    <w:rsid w:val="00BD488B"/>
    <w:rsid w:val="00BD4A06"/>
    <w:rsid w:val="00BD4B2E"/>
    <w:rsid w:val="00BD4D91"/>
    <w:rsid w:val="00BD4E05"/>
    <w:rsid w:val="00BD4E6B"/>
    <w:rsid w:val="00BD50BE"/>
    <w:rsid w:val="00BD50F3"/>
    <w:rsid w:val="00BD5122"/>
    <w:rsid w:val="00BD5562"/>
    <w:rsid w:val="00BD56D1"/>
    <w:rsid w:val="00BD5809"/>
    <w:rsid w:val="00BD5A6E"/>
    <w:rsid w:val="00BD5F4C"/>
    <w:rsid w:val="00BD60AA"/>
    <w:rsid w:val="00BD6227"/>
    <w:rsid w:val="00BD66BC"/>
    <w:rsid w:val="00BD675F"/>
    <w:rsid w:val="00BD69AD"/>
    <w:rsid w:val="00BD6DB1"/>
    <w:rsid w:val="00BD700B"/>
    <w:rsid w:val="00BD76AC"/>
    <w:rsid w:val="00BD773B"/>
    <w:rsid w:val="00BD7D71"/>
    <w:rsid w:val="00BD7E33"/>
    <w:rsid w:val="00BE015C"/>
    <w:rsid w:val="00BE0FC1"/>
    <w:rsid w:val="00BE12D6"/>
    <w:rsid w:val="00BE1425"/>
    <w:rsid w:val="00BE1451"/>
    <w:rsid w:val="00BE19B3"/>
    <w:rsid w:val="00BE1BD6"/>
    <w:rsid w:val="00BE1F25"/>
    <w:rsid w:val="00BE1F34"/>
    <w:rsid w:val="00BE2170"/>
    <w:rsid w:val="00BE21CC"/>
    <w:rsid w:val="00BE239D"/>
    <w:rsid w:val="00BE282D"/>
    <w:rsid w:val="00BE284F"/>
    <w:rsid w:val="00BE2866"/>
    <w:rsid w:val="00BE2892"/>
    <w:rsid w:val="00BE2AB9"/>
    <w:rsid w:val="00BE2BC6"/>
    <w:rsid w:val="00BE2DB5"/>
    <w:rsid w:val="00BE2DF0"/>
    <w:rsid w:val="00BE3386"/>
    <w:rsid w:val="00BE37BE"/>
    <w:rsid w:val="00BE3BA3"/>
    <w:rsid w:val="00BE3C41"/>
    <w:rsid w:val="00BE3C77"/>
    <w:rsid w:val="00BE4213"/>
    <w:rsid w:val="00BE4C82"/>
    <w:rsid w:val="00BE4E73"/>
    <w:rsid w:val="00BE4F94"/>
    <w:rsid w:val="00BE5275"/>
    <w:rsid w:val="00BE5853"/>
    <w:rsid w:val="00BE6492"/>
    <w:rsid w:val="00BE651D"/>
    <w:rsid w:val="00BE669B"/>
    <w:rsid w:val="00BE69E5"/>
    <w:rsid w:val="00BE724D"/>
    <w:rsid w:val="00BE76D9"/>
    <w:rsid w:val="00BE78E4"/>
    <w:rsid w:val="00BE7D4C"/>
    <w:rsid w:val="00BF003F"/>
    <w:rsid w:val="00BF007D"/>
    <w:rsid w:val="00BF00F8"/>
    <w:rsid w:val="00BF0162"/>
    <w:rsid w:val="00BF0410"/>
    <w:rsid w:val="00BF06D0"/>
    <w:rsid w:val="00BF0AA6"/>
    <w:rsid w:val="00BF0B05"/>
    <w:rsid w:val="00BF0C4B"/>
    <w:rsid w:val="00BF0CDE"/>
    <w:rsid w:val="00BF0D85"/>
    <w:rsid w:val="00BF1245"/>
    <w:rsid w:val="00BF1358"/>
    <w:rsid w:val="00BF13B7"/>
    <w:rsid w:val="00BF18CC"/>
    <w:rsid w:val="00BF1C6F"/>
    <w:rsid w:val="00BF1CB7"/>
    <w:rsid w:val="00BF1CD4"/>
    <w:rsid w:val="00BF23D8"/>
    <w:rsid w:val="00BF2A1F"/>
    <w:rsid w:val="00BF367E"/>
    <w:rsid w:val="00BF3736"/>
    <w:rsid w:val="00BF3785"/>
    <w:rsid w:val="00BF390D"/>
    <w:rsid w:val="00BF3BFE"/>
    <w:rsid w:val="00BF3C5A"/>
    <w:rsid w:val="00BF3D1C"/>
    <w:rsid w:val="00BF3D58"/>
    <w:rsid w:val="00BF4772"/>
    <w:rsid w:val="00BF482F"/>
    <w:rsid w:val="00BF4B15"/>
    <w:rsid w:val="00BF4B68"/>
    <w:rsid w:val="00BF526A"/>
    <w:rsid w:val="00BF5362"/>
    <w:rsid w:val="00BF5472"/>
    <w:rsid w:val="00BF56F0"/>
    <w:rsid w:val="00BF584C"/>
    <w:rsid w:val="00BF5E0C"/>
    <w:rsid w:val="00BF5F6F"/>
    <w:rsid w:val="00BF6681"/>
    <w:rsid w:val="00BF6C2D"/>
    <w:rsid w:val="00BF6DCF"/>
    <w:rsid w:val="00BF6EDC"/>
    <w:rsid w:val="00BF6F98"/>
    <w:rsid w:val="00BF767E"/>
    <w:rsid w:val="00BF7BB2"/>
    <w:rsid w:val="00BF7E13"/>
    <w:rsid w:val="00C00A9D"/>
    <w:rsid w:val="00C00ABA"/>
    <w:rsid w:val="00C00E83"/>
    <w:rsid w:val="00C011A4"/>
    <w:rsid w:val="00C014B0"/>
    <w:rsid w:val="00C015F5"/>
    <w:rsid w:val="00C01811"/>
    <w:rsid w:val="00C01F14"/>
    <w:rsid w:val="00C021B3"/>
    <w:rsid w:val="00C02317"/>
    <w:rsid w:val="00C023EC"/>
    <w:rsid w:val="00C0371E"/>
    <w:rsid w:val="00C03955"/>
    <w:rsid w:val="00C04109"/>
    <w:rsid w:val="00C04DE9"/>
    <w:rsid w:val="00C05586"/>
    <w:rsid w:val="00C05596"/>
    <w:rsid w:val="00C05721"/>
    <w:rsid w:val="00C057B5"/>
    <w:rsid w:val="00C0599D"/>
    <w:rsid w:val="00C05E3F"/>
    <w:rsid w:val="00C0630A"/>
    <w:rsid w:val="00C0682C"/>
    <w:rsid w:val="00C0694B"/>
    <w:rsid w:val="00C073FD"/>
    <w:rsid w:val="00C07521"/>
    <w:rsid w:val="00C07CB9"/>
    <w:rsid w:val="00C108DF"/>
    <w:rsid w:val="00C10AAE"/>
    <w:rsid w:val="00C10CE2"/>
    <w:rsid w:val="00C10F4D"/>
    <w:rsid w:val="00C10F87"/>
    <w:rsid w:val="00C11051"/>
    <w:rsid w:val="00C1117F"/>
    <w:rsid w:val="00C1188E"/>
    <w:rsid w:val="00C11BF5"/>
    <w:rsid w:val="00C12047"/>
    <w:rsid w:val="00C124A3"/>
    <w:rsid w:val="00C128D1"/>
    <w:rsid w:val="00C12F4D"/>
    <w:rsid w:val="00C12FCD"/>
    <w:rsid w:val="00C13067"/>
    <w:rsid w:val="00C13096"/>
    <w:rsid w:val="00C13359"/>
    <w:rsid w:val="00C13E1E"/>
    <w:rsid w:val="00C142D6"/>
    <w:rsid w:val="00C143C5"/>
    <w:rsid w:val="00C144AE"/>
    <w:rsid w:val="00C145AD"/>
    <w:rsid w:val="00C146BA"/>
    <w:rsid w:val="00C1479F"/>
    <w:rsid w:val="00C1509D"/>
    <w:rsid w:val="00C152BA"/>
    <w:rsid w:val="00C15422"/>
    <w:rsid w:val="00C156C7"/>
    <w:rsid w:val="00C15723"/>
    <w:rsid w:val="00C15821"/>
    <w:rsid w:val="00C159E3"/>
    <w:rsid w:val="00C15AD0"/>
    <w:rsid w:val="00C16794"/>
    <w:rsid w:val="00C16B99"/>
    <w:rsid w:val="00C16D3F"/>
    <w:rsid w:val="00C1714B"/>
    <w:rsid w:val="00C17EAD"/>
    <w:rsid w:val="00C2065E"/>
    <w:rsid w:val="00C207E5"/>
    <w:rsid w:val="00C208EF"/>
    <w:rsid w:val="00C20B1D"/>
    <w:rsid w:val="00C20D42"/>
    <w:rsid w:val="00C20D69"/>
    <w:rsid w:val="00C20DDB"/>
    <w:rsid w:val="00C20DE4"/>
    <w:rsid w:val="00C210CE"/>
    <w:rsid w:val="00C21199"/>
    <w:rsid w:val="00C212DB"/>
    <w:rsid w:val="00C21F0F"/>
    <w:rsid w:val="00C21F5C"/>
    <w:rsid w:val="00C2251A"/>
    <w:rsid w:val="00C226FF"/>
    <w:rsid w:val="00C22834"/>
    <w:rsid w:val="00C22A2C"/>
    <w:rsid w:val="00C22ADE"/>
    <w:rsid w:val="00C22AF1"/>
    <w:rsid w:val="00C22B06"/>
    <w:rsid w:val="00C22BDF"/>
    <w:rsid w:val="00C22FE4"/>
    <w:rsid w:val="00C2335D"/>
    <w:rsid w:val="00C233AB"/>
    <w:rsid w:val="00C2340A"/>
    <w:rsid w:val="00C23692"/>
    <w:rsid w:val="00C23A04"/>
    <w:rsid w:val="00C23C5B"/>
    <w:rsid w:val="00C23C86"/>
    <w:rsid w:val="00C23D00"/>
    <w:rsid w:val="00C24360"/>
    <w:rsid w:val="00C246F9"/>
    <w:rsid w:val="00C24B8B"/>
    <w:rsid w:val="00C255E8"/>
    <w:rsid w:val="00C25632"/>
    <w:rsid w:val="00C25BB6"/>
    <w:rsid w:val="00C25BE7"/>
    <w:rsid w:val="00C25CD1"/>
    <w:rsid w:val="00C25DB3"/>
    <w:rsid w:val="00C2653A"/>
    <w:rsid w:val="00C269B0"/>
    <w:rsid w:val="00C26A42"/>
    <w:rsid w:val="00C26AE5"/>
    <w:rsid w:val="00C27117"/>
    <w:rsid w:val="00C2724D"/>
    <w:rsid w:val="00C27344"/>
    <w:rsid w:val="00C2741F"/>
    <w:rsid w:val="00C274A9"/>
    <w:rsid w:val="00C277A6"/>
    <w:rsid w:val="00C27D07"/>
    <w:rsid w:val="00C27E0C"/>
    <w:rsid w:val="00C27EA7"/>
    <w:rsid w:val="00C300FD"/>
    <w:rsid w:val="00C30377"/>
    <w:rsid w:val="00C30496"/>
    <w:rsid w:val="00C30560"/>
    <w:rsid w:val="00C30999"/>
    <w:rsid w:val="00C30BD8"/>
    <w:rsid w:val="00C30F53"/>
    <w:rsid w:val="00C31228"/>
    <w:rsid w:val="00C318ED"/>
    <w:rsid w:val="00C31B2D"/>
    <w:rsid w:val="00C31BBE"/>
    <w:rsid w:val="00C3242F"/>
    <w:rsid w:val="00C32F5B"/>
    <w:rsid w:val="00C33099"/>
    <w:rsid w:val="00C3353C"/>
    <w:rsid w:val="00C33C00"/>
    <w:rsid w:val="00C33D55"/>
    <w:rsid w:val="00C33FCB"/>
    <w:rsid w:val="00C340F9"/>
    <w:rsid w:val="00C344F6"/>
    <w:rsid w:val="00C34584"/>
    <w:rsid w:val="00C346CC"/>
    <w:rsid w:val="00C34A61"/>
    <w:rsid w:val="00C34A8B"/>
    <w:rsid w:val="00C34D18"/>
    <w:rsid w:val="00C35397"/>
    <w:rsid w:val="00C35694"/>
    <w:rsid w:val="00C360A2"/>
    <w:rsid w:val="00C361E6"/>
    <w:rsid w:val="00C36414"/>
    <w:rsid w:val="00C364DD"/>
    <w:rsid w:val="00C36904"/>
    <w:rsid w:val="00C36968"/>
    <w:rsid w:val="00C36CF3"/>
    <w:rsid w:val="00C36EF0"/>
    <w:rsid w:val="00C37154"/>
    <w:rsid w:val="00C37470"/>
    <w:rsid w:val="00C37592"/>
    <w:rsid w:val="00C376CD"/>
    <w:rsid w:val="00C3777A"/>
    <w:rsid w:val="00C37782"/>
    <w:rsid w:val="00C37EE7"/>
    <w:rsid w:val="00C40161"/>
    <w:rsid w:val="00C40885"/>
    <w:rsid w:val="00C409E9"/>
    <w:rsid w:val="00C40AA4"/>
    <w:rsid w:val="00C4118B"/>
    <w:rsid w:val="00C4144F"/>
    <w:rsid w:val="00C41BCB"/>
    <w:rsid w:val="00C41DDE"/>
    <w:rsid w:val="00C424C9"/>
    <w:rsid w:val="00C425D8"/>
    <w:rsid w:val="00C429AD"/>
    <w:rsid w:val="00C42C81"/>
    <w:rsid w:val="00C4327F"/>
    <w:rsid w:val="00C43AB0"/>
    <w:rsid w:val="00C44384"/>
    <w:rsid w:val="00C44477"/>
    <w:rsid w:val="00C44D41"/>
    <w:rsid w:val="00C44E04"/>
    <w:rsid w:val="00C44EDD"/>
    <w:rsid w:val="00C44FF6"/>
    <w:rsid w:val="00C4504F"/>
    <w:rsid w:val="00C452EC"/>
    <w:rsid w:val="00C45AB6"/>
    <w:rsid w:val="00C45AEC"/>
    <w:rsid w:val="00C45D7D"/>
    <w:rsid w:val="00C461ED"/>
    <w:rsid w:val="00C465A3"/>
    <w:rsid w:val="00C465B4"/>
    <w:rsid w:val="00C468ED"/>
    <w:rsid w:val="00C469CF"/>
    <w:rsid w:val="00C46A0B"/>
    <w:rsid w:val="00C46CBE"/>
    <w:rsid w:val="00C47B87"/>
    <w:rsid w:val="00C47ECC"/>
    <w:rsid w:val="00C50108"/>
    <w:rsid w:val="00C50745"/>
    <w:rsid w:val="00C50D73"/>
    <w:rsid w:val="00C50E55"/>
    <w:rsid w:val="00C51570"/>
    <w:rsid w:val="00C51A4D"/>
    <w:rsid w:val="00C51EEA"/>
    <w:rsid w:val="00C52010"/>
    <w:rsid w:val="00C52242"/>
    <w:rsid w:val="00C522D1"/>
    <w:rsid w:val="00C524D0"/>
    <w:rsid w:val="00C52500"/>
    <w:rsid w:val="00C52AD0"/>
    <w:rsid w:val="00C52CC8"/>
    <w:rsid w:val="00C52DC2"/>
    <w:rsid w:val="00C5320E"/>
    <w:rsid w:val="00C53464"/>
    <w:rsid w:val="00C53A54"/>
    <w:rsid w:val="00C53AEA"/>
    <w:rsid w:val="00C53C5C"/>
    <w:rsid w:val="00C53D73"/>
    <w:rsid w:val="00C54234"/>
    <w:rsid w:val="00C54499"/>
    <w:rsid w:val="00C54552"/>
    <w:rsid w:val="00C546D1"/>
    <w:rsid w:val="00C54857"/>
    <w:rsid w:val="00C54DDD"/>
    <w:rsid w:val="00C55414"/>
    <w:rsid w:val="00C55565"/>
    <w:rsid w:val="00C555F0"/>
    <w:rsid w:val="00C556AD"/>
    <w:rsid w:val="00C55C1D"/>
    <w:rsid w:val="00C55CB2"/>
    <w:rsid w:val="00C55DD6"/>
    <w:rsid w:val="00C561DC"/>
    <w:rsid w:val="00C5658B"/>
    <w:rsid w:val="00C56AC5"/>
    <w:rsid w:val="00C56EE2"/>
    <w:rsid w:val="00C56F66"/>
    <w:rsid w:val="00C57485"/>
    <w:rsid w:val="00C57CBB"/>
    <w:rsid w:val="00C57E50"/>
    <w:rsid w:val="00C6014D"/>
    <w:rsid w:val="00C608D8"/>
    <w:rsid w:val="00C60A02"/>
    <w:rsid w:val="00C60D39"/>
    <w:rsid w:val="00C60F31"/>
    <w:rsid w:val="00C6105D"/>
    <w:rsid w:val="00C6131B"/>
    <w:rsid w:val="00C6143F"/>
    <w:rsid w:val="00C61472"/>
    <w:rsid w:val="00C61713"/>
    <w:rsid w:val="00C61B51"/>
    <w:rsid w:val="00C61D02"/>
    <w:rsid w:val="00C61FBC"/>
    <w:rsid w:val="00C62EDA"/>
    <w:rsid w:val="00C63664"/>
    <w:rsid w:val="00C63849"/>
    <w:rsid w:val="00C63A88"/>
    <w:rsid w:val="00C63AF2"/>
    <w:rsid w:val="00C63B95"/>
    <w:rsid w:val="00C64AA3"/>
    <w:rsid w:val="00C650BE"/>
    <w:rsid w:val="00C652AE"/>
    <w:rsid w:val="00C6548D"/>
    <w:rsid w:val="00C65F2E"/>
    <w:rsid w:val="00C66DC3"/>
    <w:rsid w:val="00C66E1B"/>
    <w:rsid w:val="00C67459"/>
    <w:rsid w:val="00C675B3"/>
    <w:rsid w:val="00C67862"/>
    <w:rsid w:val="00C67E6A"/>
    <w:rsid w:val="00C67FD0"/>
    <w:rsid w:val="00C70092"/>
    <w:rsid w:val="00C70594"/>
    <w:rsid w:val="00C7076B"/>
    <w:rsid w:val="00C70D6D"/>
    <w:rsid w:val="00C713C8"/>
    <w:rsid w:val="00C713F5"/>
    <w:rsid w:val="00C7146E"/>
    <w:rsid w:val="00C7168F"/>
    <w:rsid w:val="00C7174E"/>
    <w:rsid w:val="00C71BCB"/>
    <w:rsid w:val="00C71FFC"/>
    <w:rsid w:val="00C72212"/>
    <w:rsid w:val="00C72394"/>
    <w:rsid w:val="00C724E1"/>
    <w:rsid w:val="00C7271C"/>
    <w:rsid w:val="00C72733"/>
    <w:rsid w:val="00C72D2F"/>
    <w:rsid w:val="00C731FA"/>
    <w:rsid w:val="00C736F8"/>
    <w:rsid w:val="00C7382C"/>
    <w:rsid w:val="00C73957"/>
    <w:rsid w:val="00C73DA6"/>
    <w:rsid w:val="00C74190"/>
    <w:rsid w:val="00C7423B"/>
    <w:rsid w:val="00C745CA"/>
    <w:rsid w:val="00C74BFC"/>
    <w:rsid w:val="00C74C07"/>
    <w:rsid w:val="00C74D85"/>
    <w:rsid w:val="00C74EA5"/>
    <w:rsid w:val="00C74ECF"/>
    <w:rsid w:val="00C75252"/>
    <w:rsid w:val="00C755A6"/>
    <w:rsid w:val="00C75BDB"/>
    <w:rsid w:val="00C7621F"/>
    <w:rsid w:val="00C76669"/>
    <w:rsid w:val="00C76C53"/>
    <w:rsid w:val="00C76F7D"/>
    <w:rsid w:val="00C777AE"/>
    <w:rsid w:val="00C77B17"/>
    <w:rsid w:val="00C77F7B"/>
    <w:rsid w:val="00C801D2"/>
    <w:rsid w:val="00C80213"/>
    <w:rsid w:val="00C8070E"/>
    <w:rsid w:val="00C80E20"/>
    <w:rsid w:val="00C811BF"/>
    <w:rsid w:val="00C819A4"/>
    <w:rsid w:val="00C819E1"/>
    <w:rsid w:val="00C81BA4"/>
    <w:rsid w:val="00C832B0"/>
    <w:rsid w:val="00C83757"/>
    <w:rsid w:val="00C838E8"/>
    <w:rsid w:val="00C839D4"/>
    <w:rsid w:val="00C839F2"/>
    <w:rsid w:val="00C83B57"/>
    <w:rsid w:val="00C83BCA"/>
    <w:rsid w:val="00C83EC7"/>
    <w:rsid w:val="00C83F40"/>
    <w:rsid w:val="00C846E7"/>
    <w:rsid w:val="00C8486E"/>
    <w:rsid w:val="00C84A37"/>
    <w:rsid w:val="00C84D4C"/>
    <w:rsid w:val="00C84E21"/>
    <w:rsid w:val="00C85048"/>
    <w:rsid w:val="00C8551B"/>
    <w:rsid w:val="00C857E5"/>
    <w:rsid w:val="00C85B94"/>
    <w:rsid w:val="00C85C53"/>
    <w:rsid w:val="00C85FD7"/>
    <w:rsid w:val="00C865B8"/>
    <w:rsid w:val="00C86756"/>
    <w:rsid w:val="00C86B69"/>
    <w:rsid w:val="00C86FC0"/>
    <w:rsid w:val="00C875F2"/>
    <w:rsid w:val="00C878BA"/>
    <w:rsid w:val="00C87906"/>
    <w:rsid w:val="00C87B54"/>
    <w:rsid w:val="00C87D31"/>
    <w:rsid w:val="00C87E62"/>
    <w:rsid w:val="00C87F5D"/>
    <w:rsid w:val="00C9049A"/>
    <w:rsid w:val="00C90A32"/>
    <w:rsid w:val="00C90A4B"/>
    <w:rsid w:val="00C9108C"/>
    <w:rsid w:val="00C91336"/>
    <w:rsid w:val="00C91391"/>
    <w:rsid w:val="00C91AE0"/>
    <w:rsid w:val="00C91B2F"/>
    <w:rsid w:val="00C91BE0"/>
    <w:rsid w:val="00C91DE5"/>
    <w:rsid w:val="00C91E10"/>
    <w:rsid w:val="00C925D6"/>
    <w:rsid w:val="00C92840"/>
    <w:rsid w:val="00C928B2"/>
    <w:rsid w:val="00C934A9"/>
    <w:rsid w:val="00C93702"/>
    <w:rsid w:val="00C93919"/>
    <w:rsid w:val="00C93D92"/>
    <w:rsid w:val="00C947F4"/>
    <w:rsid w:val="00C94FF1"/>
    <w:rsid w:val="00C95470"/>
    <w:rsid w:val="00C95F29"/>
    <w:rsid w:val="00C96038"/>
    <w:rsid w:val="00C963C2"/>
    <w:rsid w:val="00C964AB"/>
    <w:rsid w:val="00C96F23"/>
    <w:rsid w:val="00C97040"/>
    <w:rsid w:val="00C9733E"/>
    <w:rsid w:val="00C97750"/>
    <w:rsid w:val="00C97871"/>
    <w:rsid w:val="00C97BB7"/>
    <w:rsid w:val="00C97CA4"/>
    <w:rsid w:val="00C97DE9"/>
    <w:rsid w:val="00C97FF9"/>
    <w:rsid w:val="00CA01D9"/>
    <w:rsid w:val="00CA03FB"/>
    <w:rsid w:val="00CA09DC"/>
    <w:rsid w:val="00CA0EC8"/>
    <w:rsid w:val="00CA1171"/>
    <w:rsid w:val="00CA1218"/>
    <w:rsid w:val="00CA13D9"/>
    <w:rsid w:val="00CA1522"/>
    <w:rsid w:val="00CA167B"/>
    <w:rsid w:val="00CA169B"/>
    <w:rsid w:val="00CA178B"/>
    <w:rsid w:val="00CA19A2"/>
    <w:rsid w:val="00CA1A4B"/>
    <w:rsid w:val="00CA1CBF"/>
    <w:rsid w:val="00CA1EB8"/>
    <w:rsid w:val="00CA20D0"/>
    <w:rsid w:val="00CA2667"/>
    <w:rsid w:val="00CA2E14"/>
    <w:rsid w:val="00CA2E22"/>
    <w:rsid w:val="00CA3066"/>
    <w:rsid w:val="00CA34B3"/>
    <w:rsid w:val="00CA380E"/>
    <w:rsid w:val="00CA3FBF"/>
    <w:rsid w:val="00CA4206"/>
    <w:rsid w:val="00CA4478"/>
    <w:rsid w:val="00CA471E"/>
    <w:rsid w:val="00CA479E"/>
    <w:rsid w:val="00CA4BC1"/>
    <w:rsid w:val="00CA4E57"/>
    <w:rsid w:val="00CA595C"/>
    <w:rsid w:val="00CA5990"/>
    <w:rsid w:val="00CA5BC3"/>
    <w:rsid w:val="00CA5EF2"/>
    <w:rsid w:val="00CA66DC"/>
    <w:rsid w:val="00CA72BC"/>
    <w:rsid w:val="00CA7562"/>
    <w:rsid w:val="00CA78A1"/>
    <w:rsid w:val="00CA7BF7"/>
    <w:rsid w:val="00CA7C1C"/>
    <w:rsid w:val="00CA7C8E"/>
    <w:rsid w:val="00CB008A"/>
    <w:rsid w:val="00CB0364"/>
    <w:rsid w:val="00CB07C6"/>
    <w:rsid w:val="00CB09F8"/>
    <w:rsid w:val="00CB0A57"/>
    <w:rsid w:val="00CB136E"/>
    <w:rsid w:val="00CB1393"/>
    <w:rsid w:val="00CB14ED"/>
    <w:rsid w:val="00CB182D"/>
    <w:rsid w:val="00CB1D71"/>
    <w:rsid w:val="00CB32C7"/>
    <w:rsid w:val="00CB3581"/>
    <w:rsid w:val="00CB3B7E"/>
    <w:rsid w:val="00CB427C"/>
    <w:rsid w:val="00CB4539"/>
    <w:rsid w:val="00CB48C7"/>
    <w:rsid w:val="00CB5240"/>
    <w:rsid w:val="00CB524B"/>
    <w:rsid w:val="00CB5560"/>
    <w:rsid w:val="00CB565B"/>
    <w:rsid w:val="00CB576D"/>
    <w:rsid w:val="00CB5AC9"/>
    <w:rsid w:val="00CB5B29"/>
    <w:rsid w:val="00CB66FD"/>
    <w:rsid w:val="00CB68B2"/>
    <w:rsid w:val="00CB6C87"/>
    <w:rsid w:val="00CB6D66"/>
    <w:rsid w:val="00CB7281"/>
    <w:rsid w:val="00CB758B"/>
    <w:rsid w:val="00CB7773"/>
    <w:rsid w:val="00CB7890"/>
    <w:rsid w:val="00CB7E28"/>
    <w:rsid w:val="00CC0112"/>
    <w:rsid w:val="00CC086C"/>
    <w:rsid w:val="00CC0903"/>
    <w:rsid w:val="00CC0BF1"/>
    <w:rsid w:val="00CC22F7"/>
    <w:rsid w:val="00CC2398"/>
    <w:rsid w:val="00CC2BAB"/>
    <w:rsid w:val="00CC2BD1"/>
    <w:rsid w:val="00CC2C29"/>
    <w:rsid w:val="00CC2CD5"/>
    <w:rsid w:val="00CC34D9"/>
    <w:rsid w:val="00CC3F43"/>
    <w:rsid w:val="00CC408C"/>
    <w:rsid w:val="00CC44B5"/>
    <w:rsid w:val="00CC47BC"/>
    <w:rsid w:val="00CC4860"/>
    <w:rsid w:val="00CC491A"/>
    <w:rsid w:val="00CC4F1A"/>
    <w:rsid w:val="00CC4F57"/>
    <w:rsid w:val="00CC5376"/>
    <w:rsid w:val="00CC53BE"/>
    <w:rsid w:val="00CC5484"/>
    <w:rsid w:val="00CC57B4"/>
    <w:rsid w:val="00CC5C97"/>
    <w:rsid w:val="00CC61C2"/>
    <w:rsid w:val="00CC683C"/>
    <w:rsid w:val="00CC6979"/>
    <w:rsid w:val="00CC6ABA"/>
    <w:rsid w:val="00CC7089"/>
    <w:rsid w:val="00CC7292"/>
    <w:rsid w:val="00CC7312"/>
    <w:rsid w:val="00CC74DF"/>
    <w:rsid w:val="00CC7AAD"/>
    <w:rsid w:val="00CC7AEE"/>
    <w:rsid w:val="00CC7DEC"/>
    <w:rsid w:val="00CC7F29"/>
    <w:rsid w:val="00CD06CC"/>
    <w:rsid w:val="00CD0C90"/>
    <w:rsid w:val="00CD1287"/>
    <w:rsid w:val="00CD17B0"/>
    <w:rsid w:val="00CD1D5D"/>
    <w:rsid w:val="00CD1E1D"/>
    <w:rsid w:val="00CD1EE4"/>
    <w:rsid w:val="00CD24A9"/>
    <w:rsid w:val="00CD26CC"/>
    <w:rsid w:val="00CD2832"/>
    <w:rsid w:val="00CD3747"/>
    <w:rsid w:val="00CD388A"/>
    <w:rsid w:val="00CD395C"/>
    <w:rsid w:val="00CD3ECD"/>
    <w:rsid w:val="00CD3EEC"/>
    <w:rsid w:val="00CD3F27"/>
    <w:rsid w:val="00CD42D3"/>
    <w:rsid w:val="00CD485B"/>
    <w:rsid w:val="00CD4869"/>
    <w:rsid w:val="00CD54E9"/>
    <w:rsid w:val="00CD5638"/>
    <w:rsid w:val="00CD5676"/>
    <w:rsid w:val="00CD5722"/>
    <w:rsid w:val="00CD5831"/>
    <w:rsid w:val="00CD5877"/>
    <w:rsid w:val="00CD5AF6"/>
    <w:rsid w:val="00CD5BFC"/>
    <w:rsid w:val="00CD5E43"/>
    <w:rsid w:val="00CD60BC"/>
    <w:rsid w:val="00CD6580"/>
    <w:rsid w:val="00CD66B6"/>
    <w:rsid w:val="00CD6F05"/>
    <w:rsid w:val="00CD76DE"/>
    <w:rsid w:val="00CD7884"/>
    <w:rsid w:val="00CD7F79"/>
    <w:rsid w:val="00CE0076"/>
    <w:rsid w:val="00CE020A"/>
    <w:rsid w:val="00CE0431"/>
    <w:rsid w:val="00CE0BEF"/>
    <w:rsid w:val="00CE0D4C"/>
    <w:rsid w:val="00CE0F0F"/>
    <w:rsid w:val="00CE1015"/>
    <w:rsid w:val="00CE104D"/>
    <w:rsid w:val="00CE10AB"/>
    <w:rsid w:val="00CE1300"/>
    <w:rsid w:val="00CE183A"/>
    <w:rsid w:val="00CE200D"/>
    <w:rsid w:val="00CE20D5"/>
    <w:rsid w:val="00CE2483"/>
    <w:rsid w:val="00CE2771"/>
    <w:rsid w:val="00CE2870"/>
    <w:rsid w:val="00CE292A"/>
    <w:rsid w:val="00CE29FB"/>
    <w:rsid w:val="00CE2B5F"/>
    <w:rsid w:val="00CE2F40"/>
    <w:rsid w:val="00CE30EA"/>
    <w:rsid w:val="00CE3AF4"/>
    <w:rsid w:val="00CE3DCC"/>
    <w:rsid w:val="00CE43B8"/>
    <w:rsid w:val="00CE46DB"/>
    <w:rsid w:val="00CE4892"/>
    <w:rsid w:val="00CE49D8"/>
    <w:rsid w:val="00CE4E0D"/>
    <w:rsid w:val="00CE4EEB"/>
    <w:rsid w:val="00CE4FEE"/>
    <w:rsid w:val="00CE51FB"/>
    <w:rsid w:val="00CE5594"/>
    <w:rsid w:val="00CE5E61"/>
    <w:rsid w:val="00CE7583"/>
    <w:rsid w:val="00CE7603"/>
    <w:rsid w:val="00CE7BFF"/>
    <w:rsid w:val="00CF056F"/>
    <w:rsid w:val="00CF0665"/>
    <w:rsid w:val="00CF0C93"/>
    <w:rsid w:val="00CF1198"/>
    <w:rsid w:val="00CF19F1"/>
    <w:rsid w:val="00CF1BEC"/>
    <w:rsid w:val="00CF1CE3"/>
    <w:rsid w:val="00CF1E45"/>
    <w:rsid w:val="00CF212C"/>
    <w:rsid w:val="00CF2A48"/>
    <w:rsid w:val="00CF2A89"/>
    <w:rsid w:val="00CF391F"/>
    <w:rsid w:val="00CF3A3B"/>
    <w:rsid w:val="00CF3CA6"/>
    <w:rsid w:val="00CF4142"/>
    <w:rsid w:val="00CF4275"/>
    <w:rsid w:val="00CF4342"/>
    <w:rsid w:val="00CF4417"/>
    <w:rsid w:val="00CF4676"/>
    <w:rsid w:val="00CF48FC"/>
    <w:rsid w:val="00CF4F36"/>
    <w:rsid w:val="00CF51E5"/>
    <w:rsid w:val="00CF533C"/>
    <w:rsid w:val="00CF538C"/>
    <w:rsid w:val="00CF5689"/>
    <w:rsid w:val="00CF597C"/>
    <w:rsid w:val="00CF64BE"/>
    <w:rsid w:val="00CF6952"/>
    <w:rsid w:val="00CF69CE"/>
    <w:rsid w:val="00CF6D0E"/>
    <w:rsid w:val="00CF6FF5"/>
    <w:rsid w:val="00CF7537"/>
    <w:rsid w:val="00CF7561"/>
    <w:rsid w:val="00CF75C6"/>
    <w:rsid w:val="00CF7A7A"/>
    <w:rsid w:val="00CF7A94"/>
    <w:rsid w:val="00D001D5"/>
    <w:rsid w:val="00D002F1"/>
    <w:rsid w:val="00D008F1"/>
    <w:rsid w:val="00D00AEA"/>
    <w:rsid w:val="00D00BC5"/>
    <w:rsid w:val="00D00EC9"/>
    <w:rsid w:val="00D01B0D"/>
    <w:rsid w:val="00D01B1D"/>
    <w:rsid w:val="00D01DE4"/>
    <w:rsid w:val="00D01E6A"/>
    <w:rsid w:val="00D02143"/>
    <w:rsid w:val="00D026E3"/>
    <w:rsid w:val="00D02E6C"/>
    <w:rsid w:val="00D02EC5"/>
    <w:rsid w:val="00D03163"/>
    <w:rsid w:val="00D03A75"/>
    <w:rsid w:val="00D03B0C"/>
    <w:rsid w:val="00D03CC1"/>
    <w:rsid w:val="00D03F17"/>
    <w:rsid w:val="00D04081"/>
    <w:rsid w:val="00D042D7"/>
    <w:rsid w:val="00D04486"/>
    <w:rsid w:val="00D04C0D"/>
    <w:rsid w:val="00D05422"/>
    <w:rsid w:val="00D054A6"/>
    <w:rsid w:val="00D057DB"/>
    <w:rsid w:val="00D058E4"/>
    <w:rsid w:val="00D059EA"/>
    <w:rsid w:val="00D059EC"/>
    <w:rsid w:val="00D05DE7"/>
    <w:rsid w:val="00D05F31"/>
    <w:rsid w:val="00D060D4"/>
    <w:rsid w:val="00D060EC"/>
    <w:rsid w:val="00D06110"/>
    <w:rsid w:val="00D0612D"/>
    <w:rsid w:val="00D06634"/>
    <w:rsid w:val="00D06824"/>
    <w:rsid w:val="00D06D42"/>
    <w:rsid w:val="00D071E9"/>
    <w:rsid w:val="00D079FB"/>
    <w:rsid w:val="00D07E0E"/>
    <w:rsid w:val="00D07EB4"/>
    <w:rsid w:val="00D10078"/>
    <w:rsid w:val="00D102FB"/>
    <w:rsid w:val="00D1057B"/>
    <w:rsid w:val="00D1062F"/>
    <w:rsid w:val="00D107B1"/>
    <w:rsid w:val="00D10D01"/>
    <w:rsid w:val="00D11005"/>
    <w:rsid w:val="00D110DA"/>
    <w:rsid w:val="00D11552"/>
    <w:rsid w:val="00D11BBD"/>
    <w:rsid w:val="00D12765"/>
    <w:rsid w:val="00D12777"/>
    <w:rsid w:val="00D12EE4"/>
    <w:rsid w:val="00D13262"/>
    <w:rsid w:val="00D13722"/>
    <w:rsid w:val="00D13812"/>
    <w:rsid w:val="00D14357"/>
    <w:rsid w:val="00D14405"/>
    <w:rsid w:val="00D1470B"/>
    <w:rsid w:val="00D14993"/>
    <w:rsid w:val="00D15426"/>
    <w:rsid w:val="00D15691"/>
    <w:rsid w:val="00D15D7D"/>
    <w:rsid w:val="00D16112"/>
    <w:rsid w:val="00D16283"/>
    <w:rsid w:val="00D16488"/>
    <w:rsid w:val="00D165FF"/>
    <w:rsid w:val="00D16628"/>
    <w:rsid w:val="00D16717"/>
    <w:rsid w:val="00D16945"/>
    <w:rsid w:val="00D16CE7"/>
    <w:rsid w:val="00D16F44"/>
    <w:rsid w:val="00D170C3"/>
    <w:rsid w:val="00D17ABE"/>
    <w:rsid w:val="00D201F8"/>
    <w:rsid w:val="00D20395"/>
    <w:rsid w:val="00D203BF"/>
    <w:rsid w:val="00D20A2C"/>
    <w:rsid w:val="00D20BBA"/>
    <w:rsid w:val="00D2117B"/>
    <w:rsid w:val="00D215DF"/>
    <w:rsid w:val="00D216B4"/>
    <w:rsid w:val="00D21A20"/>
    <w:rsid w:val="00D21E25"/>
    <w:rsid w:val="00D22406"/>
    <w:rsid w:val="00D22B4D"/>
    <w:rsid w:val="00D23068"/>
    <w:rsid w:val="00D230E9"/>
    <w:rsid w:val="00D23156"/>
    <w:rsid w:val="00D2315A"/>
    <w:rsid w:val="00D233AD"/>
    <w:rsid w:val="00D23523"/>
    <w:rsid w:val="00D23FA6"/>
    <w:rsid w:val="00D240D5"/>
    <w:rsid w:val="00D24160"/>
    <w:rsid w:val="00D241B4"/>
    <w:rsid w:val="00D242D3"/>
    <w:rsid w:val="00D2515C"/>
    <w:rsid w:val="00D25168"/>
    <w:rsid w:val="00D251EA"/>
    <w:rsid w:val="00D2521B"/>
    <w:rsid w:val="00D25813"/>
    <w:rsid w:val="00D25C2B"/>
    <w:rsid w:val="00D263A3"/>
    <w:rsid w:val="00D266BB"/>
    <w:rsid w:val="00D26832"/>
    <w:rsid w:val="00D26E46"/>
    <w:rsid w:val="00D27135"/>
    <w:rsid w:val="00D273C5"/>
    <w:rsid w:val="00D274A8"/>
    <w:rsid w:val="00D2755D"/>
    <w:rsid w:val="00D27629"/>
    <w:rsid w:val="00D279EB"/>
    <w:rsid w:val="00D27A96"/>
    <w:rsid w:val="00D27D83"/>
    <w:rsid w:val="00D3029A"/>
    <w:rsid w:val="00D304F8"/>
    <w:rsid w:val="00D30559"/>
    <w:rsid w:val="00D306C8"/>
    <w:rsid w:val="00D306E2"/>
    <w:rsid w:val="00D30BCE"/>
    <w:rsid w:val="00D3184E"/>
    <w:rsid w:val="00D31ADD"/>
    <w:rsid w:val="00D31F20"/>
    <w:rsid w:val="00D322C9"/>
    <w:rsid w:val="00D32605"/>
    <w:rsid w:val="00D32AAB"/>
    <w:rsid w:val="00D32B0F"/>
    <w:rsid w:val="00D32B46"/>
    <w:rsid w:val="00D32D2D"/>
    <w:rsid w:val="00D32DB3"/>
    <w:rsid w:val="00D32F6E"/>
    <w:rsid w:val="00D3396F"/>
    <w:rsid w:val="00D3461C"/>
    <w:rsid w:val="00D346CA"/>
    <w:rsid w:val="00D34B39"/>
    <w:rsid w:val="00D34EA0"/>
    <w:rsid w:val="00D34FCC"/>
    <w:rsid w:val="00D35327"/>
    <w:rsid w:val="00D355CC"/>
    <w:rsid w:val="00D357CC"/>
    <w:rsid w:val="00D36044"/>
    <w:rsid w:val="00D362F6"/>
    <w:rsid w:val="00D3685D"/>
    <w:rsid w:val="00D370F9"/>
    <w:rsid w:val="00D3777F"/>
    <w:rsid w:val="00D3782C"/>
    <w:rsid w:val="00D37B57"/>
    <w:rsid w:val="00D404A1"/>
    <w:rsid w:val="00D41263"/>
    <w:rsid w:val="00D41778"/>
    <w:rsid w:val="00D41B29"/>
    <w:rsid w:val="00D41BC0"/>
    <w:rsid w:val="00D41D14"/>
    <w:rsid w:val="00D41FE8"/>
    <w:rsid w:val="00D42071"/>
    <w:rsid w:val="00D420DC"/>
    <w:rsid w:val="00D42106"/>
    <w:rsid w:val="00D422CD"/>
    <w:rsid w:val="00D42E3C"/>
    <w:rsid w:val="00D43346"/>
    <w:rsid w:val="00D4392D"/>
    <w:rsid w:val="00D439EE"/>
    <w:rsid w:val="00D440BD"/>
    <w:rsid w:val="00D440DA"/>
    <w:rsid w:val="00D4422A"/>
    <w:rsid w:val="00D44263"/>
    <w:rsid w:val="00D4433D"/>
    <w:rsid w:val="00D44489"/>
    <w:rsid w:val="00D44733"/>
    <w:rsid w:val="00D44ABE"/>
    <w:rsid w:val="00D44C0F"/>
    <w:rsid w:val="00D44DC1"/>
    <w:rsid w:val="00D450DF"/>
    <w:rsid w:val="00D4530E"/>
    <w:rsid w:val="00D45749"/>
    <w:rsid w:val="00D4586E"/>
    <w:rsid w:val="00D45A13"/>
    <w:rsid w:val="00D45AD8"/>
    <w:rsid w:val="00D45ADD"/>
    <w:rsid w:val="00D46066"/>
    <w:rsid w:val="00D461BF"/>
    <w:rsid w:val="00D464FB"/>
    <w:rsid w:val="00D46A3C"/>
    <w:rsid w:val="00D4702B"/>
    <w:rsid w:val="00D47654"/>
    <w:rsid w:val="00D47750"/>
    <w:rsid w:val="00D47AFE"/>
    <w:rsid w:val="00D47CB0"/>
    <w:rsid w:val="00D5054A"/>
    <w:rsid w:val="00D505B5"/>
    <w:rsid w:val="00D50809"/>
    <w:rsid w:val="00D508D0"/>
    <w:rsid w:val="00D50E4B"/>
    <w:rsid w:val="00D50FF9"/>
    <w:rsid w:val="00D51481"/>
    <w:rsid w:val="00D51521"/>
    <w:rsid w:val="00D5170D"/>
    <w:rsid w:val="00D5184A"/>
    <w:rsid w:val="00D518B9"/>
    <w:rsid w:val="00D519D8"/>
    <w:rsid w:val="00D51C4F"/>
    <w:rsid w:val="00D51E83"/>
    <w:rsid w:val="00D51F14"/>
    <w:rsid w:val="00D51F70"/>
    <w:rsid w:val="00D5205E"/>
    <w:rsid w:val="00D52B85"/>
    <w:rsid w:val="00D52C16"/>
    <w:rsid w:val="00D53348"/>
    <w:rsid w:val="00D5343F"/>
    <w:rsid w:val="00D53531"/>
    <w:rsid w:val="00D54085"/>
    <w:rsid w:val="00D54306"/>
    <w:rsid w:val="00D5443C"/>
    <w:rsid w:val="00D546E5"/>
    <w:rsid w:val="00D547DB"/>
    <w:rsid w:val="00D547FB"/>
    <w:rsid w:val="00D54C9D"/>
    <w:rsid w:val="00D5507D"/>
    <w:rsid w:val="00D55561"/>
    <w:rsid w:val="00D55656"/>
    <w:rsid w:val="00D5630C"/>
    <w:rsid w:val="00D56745"/>
    <w:rsid w:val="00D56943"/>
    <w:rsid w:val="00D569A3"/>
    <w:rsid w:val="00D56AD9"/>
    <w:rsid w:val="00D56E90"/>
    <w:rsid w:val="00D56F32"/>
    <w:rsid w:val="00D573A3"/>
    <w:rsid w:val="00D573CB"/>
    <w:rsid w:val="00D57629"/>
    <w:rsid w:val="00D5787A"/>
    <w:rsid w:val="00D57B2B"/>
    <w:rsid w:val="00D603E7"/>
    <w:rsid w:val="00D6074B"/>
    <w:rsid w:val="00D6111D"/>
    <w:rsid w:val="00D6122E"/>
    <w:rsid w:val="00D61B78"/>
    <w:rsid w:val="00D61C2C"/>
    <w:rsid w:val="00D61E80"/>
    <w:rsid w:val="00D61F93"/>
    <w:rsid w:val="00D6212A"/>
    <w:rsid w:val="00D624F9"/>
    <w:rsid w:val="00D62607"/>
    <w:rsid w:val="00D6264A"/>
    <w:rsid w:val="00D629CE"/>
    <w:rsid w:val="00D62A2C"/>
    <w:rsid w:val="00D62FC4"/>
    <w:rsid w:val="00D63383"/>
    <w:rsid w:val="00D63505"/>
    <w:rsid w:val="00D6375C"/>
    <w:rsid w:val="00D63934"/>
    <w:rsid w:val="00D63A35"/>
    <w:rsid w:val="00D63E87"/>
    <w:rsid w:val="00D644B3"/>
    <w:rsid w:val="00D645EA"/>
    <w:rsid w:val="00D64849"/>
    <w:rsid w:val="00D64C89"/>
    <w:rsid w:val="00D64D8A"/>
    <w:rsid w:val="00D64F01"/>
    <w:rsid w:val="00D6505C"/>
    <w:rsid w:val="00D65165"/>
    <w:rsid w:val="00D653B7"/>
    <w:rsid w:val="00D65684"/>
    <w:rsid w:val="00D656EA"/>
    <w:rsid w:val="00D65A24"/>
    <w:rsid w:val="00D65C96"/>
    <w:rsid w:val="00D65F5F"/>
    <w:rsid w:val="00D65FA5"/>
    <w:rsid w:val="00D66BA8"/>
    <w:rsid w:val="00D66BDE"/>
    <w:rsid w:val="00D66C89"/>
    <w:rsid w:val="00D6751C"/>
    <w:rsid w:val="00D6782C"/>
    <w:rsid w:val="00D678FE"/>
    <w:rsid w:val="00D679DD"/>
    <w:rsid w:val="00D67A0E"/>
    <w:rsid w:val="00D67B1D"/>
    <w:rsid w:val="00D67C62"/>
    <w:rsid w:val="00D67D70"/>
    <w:rsid w:val="00D7019F"/>
    <w:rsid w:val="00D70555"/>
    <w:rsid w:val="00D7080A"/>
    <w:rsid w:val="00D7086E"/>
    <w:rsid w:val="00D70915"/>
    <w:rsid w:val="00D70C9C"/>
    <w:rsid w:val="00D70D97"/>
    <w:rsid w:val="00D70F13"/>
    <w:rsid w:val="00D70F9B"/>
    <w:rsid w:val="00D716D7"/>
    <w:rsid w:val="00D717F2"/>
    <w:rsid w:val="00D720A8"/>
    <w:rsid w:val="00D725C3"/>
    <w:rsid w:val="00D72B7F"/>
    <w:rsid w:val="00D731DC"/>
    <w:rsid w:val="00D73540"/>
    <w:rsid w:val="00D73669"/>
    <w:rsid w:val="00D737FF"/>
    <w:rsid w:val="00D73858"/>
    <w:rsid w:val="00D7387D"/>
    <w:rsid w:val="00D73BEE"/>
    <w:rsid w:val="00D73D38"/>
    <w:rsid w:val="00D73E27"/>
    <w:rsid w:val="00D73F89"/>
    <w:rsid w:val="00D7465B"/>
    <w:rsid w:val="00D74A02"/>
    <w:rsid w:val="00D74BAA"/>
    <w:rsid w:val="00D74F8A"/>
    <w:rsid w:val="00D7554B"/>
    <w:rsid w:val="00D755F7"/>
    <w:rsid w:val="00D75798"/>
    <w:rsid w:val="00D75838"/>
    <w:rsid w:val="00D75895"/>
    <w:rsid w:val="00D75AF7"/>
    <w:rsid w:val="00D75B2F"/>
    <w:rsid w:val="00D75FE4"/>
    <w:rsid w:val="00D76362"/>
    <w:rsid w:val="00D765E4"/>
    <w:rsid w:val="00D7677E"/>
    <w:rsid w:val="00D76AAB"/>
    <w:rsid w:val="00D76CEF"/>
    <w:rsid w:val="00D76E69"/>
    <w:rsid w:val="00D77472"/>
    <w:rsid w:val="00D775B1"/>
    <w:rsid w:val="00D779C5"/>
    <w:rsid w:val="00D77B46"/>
    <w:rsid w:val="00D77E0C"/>
    <w:rsid w:val="00D803EF"/>
    <w:rsid w:val="00D80550"/>
    <w:rsid w:val="00D80586"/>
    <w:rsid w:val="00D805F4"/>
    <w:rsid w:val="00D80636"/>
    <w:rsid w:val="00D80A06"/>
    <w:rsid w:val="00D80C97"/>
    <w:rsid w:val="00D81050"/>
    <w:rsid w:val="00D81586"/>
    <w:rsid w:val="00D816CA"/>
    <w:rsid w:val="00D816DA"/>
    <w:rsid w:val="00D818E1"/>
    <w:rsid w:val="00D81AB3"/>
    <w:rsid w:val="00D81BD2"/>
    <w:rsid w:val="00D81D38"/>
    <w:rsid w:val="00D81EFD"/>
    <w:rsid w:val="00D8240D"/>
    <w:rsid w:val="00D82482"/>
    <w:rsid w:val="00D826DF"/>
    <w:rsid w:val="00D83331"/>
    <w:rsid w:val="00D8342F"/>
    <w:rsid w:val="00D839B6"/>
    <w:rsid w:val="00D84079"/>
    <w:rsid w:val="00D849B2"/>
    <w:rsid w:val="00D849C8"/>
    <w:rsid w:val="00D8535D"/>
    <w:rsid w:val="00D8547A"/>
    <w:rsid w:val="00D8554E"/>
    <w:rsid w:val="00D85BF6"/>
    <w:rsid w:val="00D86036"/>
    <w:rsid w:val="00D860D0"/>
    <w:rsid w:val="00D8623A"/>
    <w:rsid w:val="00D8699A"/>
    <w:rsid w:val="00D86D9D"/>
    <w:rsid w:val="00D86DE3"/>
    <w:rsid w:val="00D87336"/>
    <w:rsid w:val="00D87437"/>
    <w:rsid w:val="00D8767E"/>
    <w:rsid w:val="00D87752"/>
    <w:rsid w:val="00D87DA8"/>
    <w:rsid w:val="00D9007C"/>
    <w:rsid w:val="00D901E6"/>
    <w:rsid w:val="00D902C3"/>
    <w:rsid w:val="00D90A07"/>
    <w:rsid w:val="00D90A2E"/>
    <w:rsid w:val="00D90FE5"/>
    <w:rsid w:val="00D91002"/>
    <w:rsid w:val="00D91184"/>
    <w:rsid w:val="00D9146F"/>
    <w:rsid w:val="00D91F0E"/>
    <w:rsid w:val="00D91FA2"/>
    <w:rsid w:val="00D920D3"/>
    <w:rsid w:val="00D927C6"/>
    <w:rsid w:val="00D92E1D"/>
    <w:rsid w:val="00D93051"/>
    <w:rsid w:val="00D9361E"/>
    <w:rsid w:val="00D93689"/>
    <w:rsid w:val="00D93696"/>
    <w:rsid w:val="00D93EAE"/>
    <w:rsid w:val="00D93F22"/>
    <w:rsid w:val="00D940AF"/>
    <w:rsid w:val="00D9414B"/>
    <w:rsid w:val="00D941C1"/>
    <w:rsid w:val="00D94211"/>
    <w:rsid w:val="00D94328"/>
    <w:rsid w:val="00D943EA"/>
    <w:rsid w:val="00D945C6"/>
    <w:rsid w:val="00D94A40"/>
    <w:rsid w:val="00D94D48"/>
    <w:rsid w:val="00D9544C"/>
    <w:rsid w:val="00D9580B"/>
    <w:rsid w:val="00D95CCE"/>
    <w:rsid w:val="00D96A7E"/>
    <w:rsid w:val="00D96DC7"/>
    <w:rsid w:val="00D96F15"/>
    <w:rsid w:val="00D97311"/>
    <w:rsid w:val="00D97547"/>
    <w:rsid w:val="00D975A0"/>
    <w:rsid w:val="00D9774D"/>
    <w:rsid w:val="00D97A0A"/>
    <w:rsid w:val="00D97F37"/>
    <w:rsid w:val="00DA05F6"/>
    <w:rsid w:val="00DA0612"/>
    <w:rsid w:val="00DA0688"/>
    <w:rsid w:val="00DA09D6"/>
    <w:rsid w:val="00DA0BB3"/>
    <w:rsid w:val="00DA1039"/>
    <w:rsid w:val="00DA12F3"/>
    <w:rsid w:val="00DA1B2A"/>
    <w:rsid w:val="00DA1E23"/>
    <w:rsid w:val="00DA22D3"/>
    <w:rsid w:val="00DA2BC3"/>
    <w:rsid w:val="00DA2E8F"/>
    <w:rsid w:val="00DA318C"/>
    <w:rsid w:val="00DA32EC"/>
    <w:rsid w:val="00DA33DA"/>
    <w:rsid w:val="00DA3562"/>
    <w:rsid w:val="00DA370F"/>
    <w:rsid w:val="00DA3A1F"/>
    <w:rsid w:val="00DA3B6E"/>
    <w:rsid w:val="00DA3C42"/>
    <w:rsid w:val="00DA3F13"/>
    <w:rsid w:val="00DA46B4"/>
    <w:rsid w:val="00DA46CB"/>
    <w:rsid w:val="00DA47E1"/>
    <w:rsid w:val="00DA4AA1"/>
    <w:rsid w:val="00DA50B2"/>
    <w:rsid w:val="00DA50DA"/>
    <w:rsid w:val="00DA544F"/>
    <w:rsid w:val="00DA57CF"/>
    <w:rsid w:val="00DA5934"/>
    <w:rsid w:val="00DA594E"/>
    <w:rsid w:val="00DA5ED4"/>
    <w:rsid w:val="00DA62C3"/>
    <w:rsid w:val="00DA64B1"/>
    <w:rsid w:val="00DA64DD"/>
    <w:rsid w:val="00DA6693"/>
    <w:rsid w:val="00DA6975"/>
    <w:rsid w:val="00DA6AF7"/>
    <w:rsid w:val="00DA6CBB"/>
    <w:rsid w:val="00DA6D83"/>
    <w:rsid w:val="00DA6FCD"/>
    <w:rsid w:val="00DA75A3"/>
    <w:rsid w:val="00DA7C29"/>
    <w:rsid w:val="00DA7C7E"/>
    <w:rsid w:val="00DA7D63"/>
    <w:rsid w:val="00DB00A0"/>
    <w:rsid w:val="00DB0210"/>
    <w:rsid w:val="00DB0912"/>
    <w:rsid w:val="00DB1498"/>
    <w:rsid w:val="00DB1704"/>
    <w:rsid w:val="00DB1AD4"/>
    <w:rsid w:val="00DB1DCD"/>
    <w:rsid w:val="00DB260C"/>
    <w:rsid w:val="00DB2674"/>
    <w:rsid w:val="00DB2BA4"/>
    <w:rsid w:val="00DB2DFB"/>
    <w:rsid w:val="00DB347A"/>
    <w:rsid w:val="00DB37FD"/>
    <w:rsid w:val="00DB383A"/>
    <w:rsid w:val="00DB3DAC"/>
    <w:rsid w:val="00DB4E20"/>
    <w:rsid w:val="00DB54A3"/>
    <w:rsid w:val="00DB57B0"/>
    <w:rsid w:val="00DB5A4F"/>
    <w:rsid w:val="00DB5B77"/>
    <w:rsid w:val="00DB5EB1"/>
    <w:rsid w:val="00DB631E"/>
    <w:rsid w:val="00DB64A0"/>
    <w:rsid w:val="00DB6740"/>
    <w:rsid w:val="00DB6AC9"/>
    <w:rsid w:val="00DB7021"/>
    <w:rsid w:val="00DB73DA"/>
    <w:rsid w:val="00DB7591"/>
    <w:rsid w:val="00DB75BD"/>
    <w:rsid w:val="00DB7786"/>
    <w:rsid w:val="00DB7814"/>
    <w:rsid w:val="00DC03B8"/>
    <w:rsid w:val="00DC0427"/>
    <w:rsid w:val="00DC08F6"/>
    <w:rsid w:val="00DC1173"/>
    <w:rsid w:val="00DC135D"/>
    <w:rsid w:val="00DC24AB"/>
    <w:rsid w:val="00DC2A57"/>
    <w:rsid w:val="00DC3097"/>
    <w:rsid w:val="00DC3745"/>
    <w:rsid w:val="00DC3C8F"/>
    <w:rsid w:val="00DC42AD"/>
    <w:rsid w:val="00DC4409"/>
    <w:rsid w:val="00DC49D6"/>
    <w:rsid w:val="00DC4F03"/>
    <w:rsid w:val="00DC5078"/>
    <w:rsid w:val="00DC53AA"/>
    <w:rsid w:val="00DC5E0E"/>
    <w:rsid w:val="00DC6124"/>
    <w:rsid w:val="00DC617F"/>
    <w:rsid w:val="00DC6508"/>
    <w:rsid w:val="00DC662A"/>
    <w:rsid w:val="00DC670C"/>
    <w:rsid w:val="00DC6E0D"/>
    <w:rsid w:val="00DC73F2"/>
    <w:rsid w:val="00DC7645"/>
    <w:rsid w:val="00DC79E0"/>
    <w:rsid w:val="00DD0071"/>
    <w:rsid w:val="00DD02F8"/>
    <w:rsid w:val="00DD04A2"/>
    <w:rsid w:val="00DD071F"/>
    <w:rsid w:val="00DD0D1E"/>
    <w:rsid w:val="00DD0DC8"/>
    <w:rsid w:val="00DD0E56"/>
    <w:rsid w:val="00DD0F21"/>
    <w:rsid w:val="00DD1014"/>
    <w:rsid w:val="00DD13B7"/>
    <w:rsid w:val="00DD13CB"/>
    <w:rsid w:val="00DD1745"/>
    <w:rsid w:val="00DD1A49"/>
    <w:rsid w:val="00DD1BF2"/>
    <w:rsid w:val="00DD1D34"/>
    <w:rsid w:val="00DD1D36"/>
    <w:rsid w:val="00DD1EA1"/>
    <w:rsid w:val="00DD1FDF"/>
    <w:rsid w:val="00DD2512"/>
    <w:rsid w:val="00DD257F"/>
    <w:rsid w:val="00DD266A"/>
    <w:rsid w:val="00DD281A"/>
    <w:rsid w:val="00DD28AA"/>
    <w:rsid w:val="00DD28AD"/>
    <w:rsid w:val="00DD2CDD"/>
    <w:rsid w:val="00DD2F77"/>
    <w:rsid w:val="00DD308B"/>
    <w:rsid w:val="00DD311A"/>
    <w:rsid w:val="00DD316D"/>
    <w:rsid w:val="00DD4479"/>
    <w:rsid w:val="00DD4947"/>
    <w:rsid w:val="00DD576C"/>
    <w:rsid w:val="00DD582D"/>
    <w:rsid w:val="00DD5B89"/>
    <w:rsid w:val="00DD5D08"/>
    <w:rsid w:val="00DD6558"/>
    <w:rsid w:val="00DD6581"/>
    <w:rsid w:val="00DD675C"/>
    <w:rsid w:val="00DD6DFD"/>
    <w:rsid w:val="00DD6F5B"/>
    <w:rsid w:val="00DD7071"/>
    <w:rsid w:val="00DD7394"/>
    <w:rsid w:val="00DD7998"/>
    <w:rsid w:val="00DD7BA8"/>
    <w:rsid w:val="00DD7C00"/>
    <w:rsid w:val="00DE01E5"/>
    <w:rsid w:val="00DE0AAE"/>
    <w:rsid w:val="00DE1097"/>
    <w:rsid w:val="00DE10C3"/>
    <w:rsid w:val="00DE1698"/>
    <w:rsid w:val="00DE17E0"/>
    <w:rsid w:val="00DE1F11"/>
    <w:rsid w:val="00DE1F96"/>
    <w:rsid w:val="00DE20B6"/>
    <w:rsid w:val="00DE21B1"/>
    <w:rsid w:val="00DE2275"/>
    <w:rsid w:val="00DE23AC"/>
    <w:rsid w:val="00DE2680"/>
    <w:rsid w:val="00DE2815"/>
    <w:rsid w:val="00DE2B02"/>
    <w:rsid w:val="00DE3174"/>
    <w:rsid w:val="00DE382B"/>
    <w:rsid w:val="00DE437C"/>
    <w:rsid w:val="00DE4423"/>
    <w:rsid w:val="00DE4597"/>
    <w:rsid w:val="00DE4631"/>
    <w:rsid w:val="00DE46D4"/>
    <w:rsid w:val="00DE484E"/>
    <w:rsid w:val="00DE4A33"/>
    <w:rsid w:val="00DE4DB0"/>
    <w:rsid w:val="00DE51B0"/>
    <w:rsid w:val="00DE5609"/>
    <w:rsid w:val="00DE5BB7"/>
    <w:rsid w:val="00DE5D38"/>
    <w:rsid w:val="00DE5FCD"/>
    <w:rsid w:val="00DE6394"/>
    <w:rsid w:val="00DE64A2"/>
    <w:rsid w:val="00DE656D"/>
    <w:rsid w:val="00DE6632"/>
    <w:rsid w:val="00DE6C7E"/>
    <w:rsid w:val="00DE732C"/>
    <w:rsid w:val="00DE7381"/>
    <w:rsid w:val="00DE740E"/>
    <w:rsid w:val="00DE76D7"/>
    <w:rsid w:val="00DE7A0F"/>
    <w:rsid w:val="00DE7C86"/>
    <w:rsid w:val="00DF00F0"/>
    <w:rsid w:val="00DF01DA"/>
    <w:rsid w:val="00DF04BA"/>
    <w:rsid w:val="00DF11E9"/>
    <w:rsid w:val="00DF14E2"/>
    <w:rsid w:val="00DF17AD"/>
    <w:rsid w:val="00DF1A87"/>
    <w:rsid w:val="00DF1CCA"/>
    <w:rsid w:val="00DF20FB"/>
    <w:rsid w:val="00DF2279"/>
    <w:rsid w:val="00DF2480"/>
    <w:rsid w:val="00DF24F4"/>
    <w:rsid w:val="00DF28C1"/>
    <w:rsid w:val="00DF28F3"/>
    <w:rsid w:val="00DF31A2"/>
    <w:rsid w:val="00DF31C9"/>
    <w:rsid w:val="00DF3542"/>
    <w:rsid w:val="00DF3CEE"/>
    <w:rsid w:val="00DF3EB4"/>
    <w:rsid w:val="00DF4250"/>
    <w:rsid w:val="00DF4CAD"/>
    <w:rsid w:val="00DF5317"/>
    <w:rsid w:val="00DF53BA"/>
    <w:rsid w:val="00DF53C6"/>
    <w:rsid w:val="00DF58AA"/>
    <w:rsid w:val="00DF58DC"/>
    <w:rsid w:val="00DF5A51"/>
    <w:rsid w:val="00DF5CA5"/>
    <w:rsid w:val="00DF60D0"/>
    <w:rsid w:val="00DF6923"/>
    <w:rsid w:val="00DF6D51"/>
    <w:rsid w:val="00DF71B1"/>
    <w:rsid w:val="00DF7321"/>
    <w:rsid w:val="00DF7574"/>
    <w:rsid w:val="00DF7C98"/>
    <w:rsid w:val="00DF7F9D"/>
    <w:rsid w:val="00E0049A"/>
    <w:rsid w:val="00E0065E"/>
    <w:rsid w:val="00E007CC"/>
    <w:rsid w:val="00E00A1C"/>
    <w:rsid w:val="00E00B1B"/>
    <w:rsid w:val="00E00C3B"/>
    <w:rsid w:val="00E00F42"/>
    <w:rsid w:val="00E00F55"/>
    <w:rsid w:val="00E01104"/>
    <w:rsid w:val="00E0119E"/>
    <w:rsid w:val="00E0135F"/>
    <w:rsid w:val="00E018A0"/>
    <w:rsid w:val="00E01A99"/>
    <w:rsid w:val="00E01E9D"/>
    <w:rsid w:val="00E0255E"/>
    <w:rsid w:val="00E0278F"/>
    <w:rsid w:val="00E02C91"/>
    <w:rsid w:val="00E03058"/>
    <w:rsid w:val="00E032BF"/>
    <w:rsid w:val="00E03600"/>
    <w:rsid w:val="00E03690"/>
    <w:rsid w:val="00E040B6"/>
    <w:rsid w:val="00E040E4"/>
    <w:rsid w:val="00E04EB9"/>
    <w:rsid w:val="00E04F00"/>
    <w:rsid w:val="00E0515F"/>
    <w:rsid w:val="00E05219"/>
    <w:rsid w:val="00E055A6"/>
    <w:rsid w:val="00E057D7"/>
    <w:rsid w:val="00E05B3E"/>
    <w:rsid w:val="00E05BFC"/>
    <w:rsid w:val="00E05D0A"/>
    <w:rsid w:val="00E05DC0"/>
    <w:rsid w:val="00E05E4B"/>
    <w:rsid w:val="00E05F63"/>
    <w:rsid w:val="00E0606A"/>
    <w:rsid w:val="00E06193"/>
    <w:rsid w:val="00E06326"/>
    <w:rsid w:val="00E064B6"/>
    <w:rsid w:val="00E06517"/>
    <w:rsid w:val="00E067E9"/>
    <w:rsid w:val="00E06B06"/>
    <w:rsid w:val="00E06F5A"/>
    <w:rsid w:val="00E07379"/>
    <w:rsid w:val="00E07452"/>
    <w:rsid w:val="00E0759A"/>
    <w:rsid w:val="00E076A0"/>
    <w:rsid w:val="00E07D1D"/>
    <w:rsid w:val="00E07D5B"/>
    <w:rsid w:val="00E103BE"/>
    <w:rsid w:val="00E10C4C"/>
    <w:rsid w:val="00E10FA0"/>
    <w:rsid w:val="00E1146B"/>
    <w:rsid w:val="00E11528"/>
    <w:rsid w:val="00E117F3"/>
    <w:rsid w:val="00E1185F"/>
    <w:rsid w:val="00E11A94"/>
    <w:rsid w:val="00E11D77"/>
    <w:rsid w:val="00E1209E"/>
    <w:rsid w:val="00E120BC"/>
    <w:rsid w:val="00E1247E"/>
    <w:rsid w:val="00E12773"/>
    <w:rsid w:val="00E128AF"/>
    <w:rsid w:val="00E12A45"/>
    <w:rsid w:val="00E12B28"/>
    <w:rsid w:val="00E13510"/>
    <w:rsid w:val="00E13573"/>
    <w:rsid w:val="00E13D46"/>
    <w:rsid w:val="00E14367"/>
    <w:rsid w:val="00E145BC"/>
    <w:rsid w:val="00E146E6"/>
    <w:rsid w:val="00E150CF"/>
    <w:rsid w:val="00E1596B"/>
    <w:rsid w:val="00E15BC4"/>
    <w:rsid w:val="00E15BCC"/>
    <w:rsid w:val="00E15D6C"/>
    <w:rsid w:val="00E15F0D"/>
    <w:rsid w:val="00E162A1"/>
    <w:rsid w:val="00E16346"/>
    <w:rsid w:val="00E167CD"/>
    <w:rsid w:val="00E17032"/>
    <w:rsid w:val="00E170E8"/>
    <w:rsid w:val="00E17251"/>
    <w:rsid w:val="00E17486"/>
    <w:rsid w:val="00E17628"/>
    <w:rsid w:val="00E178DF"/>
    <w:rsid w:val="00E17908"/>
    <w:rsid w:val="00E17B59"/>
    <w:rsid w:val="00E17F3E"/>
    <w:rsid w:val="00E20382"/>
    <w:rsid w:val="00E206F2"/>
    <w:rsid w:val="00E206FB"/>
    <w:rsid w:val="00E20A3D"/>
    <w:rsid w:val="00E214E9"/>
    <w:rsid w:val="00E2171E"/>
    <w:rsid w:val="00E217A2"/>
    <w:rsid w:val="00E218EA"/>
    <w:rsid w:val="00E21E5D"/>
    <w:rsid w:val="00E222C1"/>
    <w:rsid w:val="00E22607"/>
    <w:rsid w:val="00E22AA1"/>
    <w:rsid w:val="00E23A4C"/>
    <w:rsid w:val="00E23FDF"/>
    <w:rsid w:val="00E23FF2"/>
    <w:rsid w:val="00E24150"/>
    <w:rsid w:val="00E24216"/>
    <w:rsid w:val="00E244D1"/>
    <w:rsid w:val="00E24EAB"/>
    <w:rsid w:val="00E2530D"/>
    <w:rsid w:val="00E25424"/>
    <w:rsid w:val="00E255B6"/>
    <w:rsid w:val="00E25743"/>
    <w:rsid w:val="00E260E3"/>
    <w:rsid w:val="00E263ED"/>
    <w:rsid w:val="00E2663E"/>
    <w:rsid w:val="00E26701"/>
    <w:rsid w:val="00E2685C"/>
    <w:rsid w:val="00E2701E"/>
    <w:rsid w:val="00E27107"/>
    <w:rsid w:val="00E2736F"/>
    <w:rsid w:val="00E2743B"/>
    <w:rsid w:val="00E27913"/>
    <w:rsid w:val="00E27B1A"/>
    <w:rsid w:val="00E30F9F"/>
    <w:rsid w:val="00E3136C"/>
    <w:rsid w:val="00E31791"/>
    <w:rsid w:val="00E317EB"/>
    <w:rsid w:val="00E31BA5"/>
    <w:rsid w:val="00E31CEC"/>
    <w:rsid w:val="00E321B8"/>
    <w:rsid w:val="00E3229E"/>
    <w:rsid w:val="00E32A15"/>
    <w:rsid w:val="00E32B1F"/>
    <w:rsid w:val="00E32C16"/>
    <w:rsid w:val="00E32CBD"/>
    <w:rsid w:val="00E33117"/>
    <w:rsid w:val="00E337CA"/>
    <w:rsid w:val="00E339B0"/>
    <w:rsid w:val="00E3423F"/>
    <w:rsid w:val="00E3433B"/>
    <w:rsid w:val="00E34548"/>
    <w:rsid w:val="00E34703"/>
    <w:rsid w:val="00E348B9"/>
    <w:rsid w:val="00E3503C"/>
    <w:rsid w:val="00E35247"/>
    <w:rsid w:val="00E3556E"/>
    <w:rsid w:val="00E35866"/>
    <w:rsid w:val="00E35BC0"/>
    <w:rsid w:val="00E360C9"/>
    <w:rsid w:val="00E36495"/>
    <w:rsid w:val="00E36512"/>
    <w:rsid w:val="00E36779"/>
    <w:rsid w:val="00E36A86"/>
    <w:rsid w:val="00E36A9A"/>
    <w:rsid w:val="00E37055"/>
    <w:rsid w:val="00E37374"/>
    <w:rsid w:val="00E3738C"/>
    <w:rsid w:val="00E3745F"/>
    <w:rsid w:val="00E374F9"/>
    <w:rsid w:val="00E37579"/>
    <w:rsid w:val="00E37D12"/>
    <w:rsid w:val="00E37D16"/>
    <w:rsid w:val="00E400B6"/>
    <w:rsid w:val="00E4054A"/>
    <w:rsid w:val="00E4074A"/>
    <w:rsid w:val="00E40789"/>
    <w:rsid w:val="00E40794"/>
    <w:rsid w:val="00E40A1E"/>
    <w:rsid w:val="00E416AD"/>
    <w:rsid w:val="00E416B8"/>
    <w:rsid w:val="00E416FA"/>
    <w:rsid w:val="00E4182E"/>
    <w:rsid w:val="00E41A6C"/>
    <w:rsid w:val="00E41F39"/>
    <w:rsid w:val="00E4207D"/>
    <w:rsid w:val="00E420D2"/>
    <w:rsid w:val="00E4252F"/>
    <w:rsid w:val="00E4262B"/>
    <w:rsid w:val="00E42642"/>
    <w:rsid w:val="00E4278D"/>
    <w:rsid w:val="00E42A75"/>
    <w:rsid w:val="00E42B15"/>
    <w:rsid w:val="00E42C0B"/>
    <w:rsid w:val="00E42C54"/>
    <w:rsid w:val="00E42EAB"/>
    <w:rsid w:val="00E43107"/>
    <w:rsid w:val="00E43289"/>
    <w:rsid w:val="00E4330F"/>
    <w:rsid w:val="00E435D0"/>
    <w:rsid w:val="00E43A4E"/>
    <w:rsid w:val="00E44080"/>
    <w:rsid w:val="00E44101"/>
    <w:rsid w:val="00E447E5"/>
    <w:rsid w:val="00E450DE"/>
    <w:rsid w:val="00E455A8"/>
    <w:rsid w:val="00E46179"/>
    <w:rsid w:val="00E467C3"/>
    <w:rsid w:val="00E4684F"/>
    <w:rsid w:val="00E46A52"/>
    <w:rsid w:val="00E46BAA"/>
    <w:rsid w:val="00E46C96"/>
    <w:rsid w:val="00E472D5"/>
    <w:rsid w:val="00E479C9"/>
    <w:rsid w:val="00E47D1D"/>
    <w:rsid w:val="00E50193"/>
    <w:rsid w:val="00E50273"/>
    <w:rsid w:val="00E5060F"/>
    <w:rsid w:val="00E506E9"/>
    <w:rsid w:val="00E50DB7"/>
    <w:rsid w:val="00E50E59"/>
    <w:rsid w:val="00E510FA"/>
    <w:rsid w:val="00E51971"/>
    <w:rsid w:val="00E51973"/>
    <w:rsid w:val="00E51D85"/>
    <w:rsid w:val="00E5210E"/>
    <w:rsid w:val="00E52A28"/>
    <w:rsid w:val="00E52B0D"/>
    <w:rsid w:val="00E52C60"/>
    <w:rsid w:val="00E52D18"/>
    <w:rsid w:val="00E52D9A"/>
    <w:rsid w:val="00E52E2B"/>
    <w:rsid w:val="00E533B4"/>
    <w:rsid w:val="00E535EC"/>
    <w:rsid w:val="00E53696"/>
    <w:rsid w:val="00E536D3"/>
    <w:rsid w:val="00E537F4"/>
    <w:rsid w:val="00E53B61"/>
    <w:rsid w:val="00E54159"/>
    <w:rsid w:val="00E5419E"/>
    <w:rsid w:val="00E541EA"/>
    <w:rsid w:val="00E5460C"/>
    <w:rsid w:val="00E5466F"/>
    <w:rsid w:val="00E5472A"/>
    <w:rsid w:val="00E54897"/>
    <w:rsid w:val="00E54B4E"/>
    <w:rsid w:val="00E54C08"/>
    <w:rsid w:val="00E55476"/>
    <w:rsid w:val="00E55B9E"/>
    <w:rsid w:val="00E55F7A"/>
    <w:rsid w:val="00E56E5B"/>
    <w:rsid w:val="00E56E98"/>
    <w:rsid w:val="00E57580"/>
    <w:rsid w:val="00E57A24"/>
    <w:rsid w:val="00E57C38"/>
    <w:rsid w:val="00E57CAF"/>
    <w:rsid w:val="00E57D90"/>
    <w:rsid w:val="00E600FB"/>
    <w:rsid w:val="00E6077D"/>
    <w:rsid w:val="00E60864"/>
    <w:rsid w:val="00E60DD3"/>
    <w:rsid w:val="00E60DE2"/>
    <w:rsid w:val="00E61002"/>
    <w:rsid w:val="00E6109E"/>
    <w:rsid w:val="00E61372"/>
    <w:rsid w:val="00E614C3"/>
    <w:rsid w:val="00E6163E"/>
    <w:rsid w:val="00E6177C"/>
    <w:rsid w:val="00E61804"/>
    <w:rsid w:val="00E61B55"/>
    <w:rsid w:val="00E61BC1"/>
    <w:rsid w:val="00E61C8C"/>
    <w:rsid w:val="00E61F78"/>
    <w:rsid w:val="00E6234D"/>
    <w:rsid w:val="00E62668"/>
    <w:rsid w:val="00E62A8E"/>
    <w:rsid w:val="00E63230"/>
    <w:rsid w:val="00E6371E"/>
    <w:rsid w:val="00E63E32"/>
    <w:rsid w:val="00E63F68"/>
    <w:rsid w:val="00E64062"/>
    <w:rsid w:val="00E64571"/>
    <w:rsid w:val="00E646BF"/>
    <w:rsid w:val="00E64A19"/>
    <w:rsid w:val="00E64A8C"/>
    <w:rsid w:val="00E64FC5"/>
    <w:rsid w:val="00E65191"/>
    <w:rsid w:val="00E65223"/>
    <w:rsid w:val="00E65284"/>
    <w:rsid w:val="00E653B3"/>
    <w:rsid w:val="00E65BBD"/>
    <w:rsid w:val="00E65DCD"/>
    <w:rsid w:val="00E65E0B"/>
    <w:rsid w:val="00E66501"/>
    <w:rsid w:val="00E667DE"/>
    <w:rsid w:val="00E668C9"/>
    <w:rsid w:val="00E66C85"/>
    <w:rsid w:val="00E67183"/>
    <w:rsid w:val="00E67319"/>
    <w:rsid w:val="00E67634"/>
    <w:rsid w:val="00E67D81"/>
    <w:rsid w:val="00E67DB9"/>
    <w:rsid w:val="00E70098"/>
    <w:rsid w:val="00E702CA"/>
    <w:rsid w:val="00E70409"/>
    <w:rsid w:val="00E70426"/>
    <w:rsid w:val="00E70753"/>
    <w:rsid w:val="00E70C5D"/>
    <w:rsid w:val="00E7103C"/>
    <w:rsid w:val="00E71176"/>
    <w:rsid w:val="00E71257"/>
    <w:rsid w:val="00E712FE"/>
    <w:rsid w:val="00E713EF"/>
    <w:rsid w:val="00E72054"/>
    <w:rsid w:val="00E7230D"/>
    <w:rsid w:val="00E724A2"/>
    <w:rsid w:val="00E724AB"/>
    <w:rsid w:val="00E727E8"/>
    <w:rsid w:val="00E729BE"/>
    <w:rsid w:val="00E72B73"/>
    <w:rsid w:val="00E72FEB"/>
    <w:rsid w:val="00E73117"/>
    <w:rsid w:val="00E7359C"/>
    <w:rsid w:val="00E73685"/>
    <w:rsid w:val="00E73716"/>
    <w:rsid w:val="00E73AC8"/>
    <w:rsid w:val="00E73E11"/>
    <w:rsid w:val="00E73F8C"/>
    <w:rsid w:val="00E74136"/>
    <w:rsid w:val="00E742D1"/>
    <w:rsid w:val="00E74379"/>
    <w:rsid w:val="00E7437E"/>
    <w:rsid w:val="00E745F4"/>
    <w:rsid w:val="00E74D53"/>
    <w:rsid w:val="00E751DF"/>
    <w:rsid w:val="00E75242"/>
    <w:rsid w:val="00E75283"/>
    <w:rsid w:val="00E753D8"/>
    <w:rsid w:val="00E7561C"/>
    <w:rsid w:val="00E75E03"/>
    <w:rsid w:val="00E75E4B"/>
    <w:rsid w:val="00E761E4"/>
    <w:rsid w:val="00E76429"/>
    <w:rsid w:val="00E7687C"/>
    <w:rsid w:val="00E76D0E"/>
    <w:rsid w:val="00E7709E"/>
    <w:rsid w:val="00E773F3"/>
    <w:rsid w:val="00E77C59"/>
    <w:rsid w:val="00E77DA2"/>
    <w:rsid w:val="00E77FF3"/>
    <w:rsid w:val="00E80506"/>
    <w:rsid w:val="00E80698"/>
    <w:rsid w:val="00E80951"/>
    <w:rsid w:val="00E81059"/>
    <w:rsid w:val="00E812C9"/>
    <w:rsid w:val="00E8134B"/>
    <w:rsid w:val="00E81501"/>
    <w:rsid w:val="00E81704"/>
    <w:rsid w:val="00E8193C"/>
    <w:rsid w:val="00E819B3"/>
    <w:rsid w:val="00E81DD8"/>
    <w:rsid w:val="00E81FF0"/>
    <w:rsid w:val="00E825C9"/>
    <w:rsid w:val="00E8275A"/>
    <w:rsid w:val="00E82B8F"/>
    <w:rsid w:val="00E83107"/>
    <w:rsid w:val="00E83324"/>
    <w:rsid w:val="00E836BB"/>
    <w:rsid w:val="00E847B5"/>
    <w:rsid w:val="00E84881"/>
    <w:rsid w:val="00E84A61"/>
    <w:rsid w:val="00E84ADD"/>
    <w:rsid w:val="00E84C88"/>
    <w:rsid w:val="00E84CBD"/>
    <w:rsid w:val="00E84CD8"/>
    <w:rsid w:val="00E84E31"/>
    <w:rsid w:val="00E84FC9"/>
    <w:rsid w:val="00E852D0"/>
    <w:rsid w:val="00E85497"/>
    <w:rsid w:val="00E85DA0"/>
    <w:rsid w:val="00E87577"/>
    <w:rsid w:val="00E8790B"/>
    <w:rsid w:val="00E902D7"/>
    <w:rsid w:val="00E903F3"/>
    <w:rsid w:val="00E904C5"/>
    <w:rsid w:val="00E9080B"/>
    <w:rsid w:val="00E90B0F"/>
    <w:rsid w:val="00E910F5"/>
    <w:rsid w:val="00E91444"/>
    <w:rsid w:val="00E917C2"/>
    <w:rsid w:val="00E91A50"/>
    <w:rsid w:val="00E91EF5"/>
    <w:rsid w:val="00E91F1F"/>
    <w:rsid w:val="00E91F6F"/>
    <w:rsid w:val="00E920C1"/>
    <w:rsid w:val="00E929EF"/>
    <w:rsid w:val="00E92F49"/>
    <w:rsid w:val="00E930C3"/>
    <w:rsid w:val="00E9327E"/>
    <w:rsid w:val="00E93654"/>
    <w:rsid w:val="00E93795"/>
    <w:rsid w:val="00E939C0"/>
    <w:rsid w:val="00E93A08"/>
    <w:rsid w:val="00E93BC1"/>
    <w:rsid w:val="00E93D49"/>
    <w:rsid w:val="00E940A7"/>
    <w:rsid w:val="00E9471E"/>
    <w:rsid w:val="00E947DB"/>
    <w:rsid w:val="00E94FAC"/>
    <w:rsid w:val="00E951CF"/>
    <w:rsid w:val="00E9549B"/>
    <w:rsid w:val="00E95565"/>
    <w:rsid w:val="00E957C2"/>
    <w:rsid w:val="00E957ED"/>
    <w:rsid w:val="00E95AE7"/>
    <w:rsid w:val="00E95BDA"/>
    <w:rsid w:val="00E95E11"/>
    <w:rsid w:val="00E95EEF"/>
    <w:rsid w:val="00E95FDF"/>
    <w:rsid w:val="00E9634A"/>
    <w:rsid w:val="00E963B7"/>
    <w:rsid w:val="00E965BD"/>
    <w:rsid w:val="00E96BDD"/>
    <w:rsid w:val="00E96FD1"/>
    <w:rsid w:val="00E970CB"/>
    <w:rsid w:val="00E97351"/>
    <w:rsid w:val="00E97545"/>
    <w:rsid w:val="00E97790"/>
    <w:rsid w:val="00E97AB3"/>
    <w:rsid w:val="00E97AEF"/>
    <w:rsid w:val="00E97B53"/>
    <w:rsid w:val="00E97FB1"/>
    <w:rsid w:val="00EA0049"/>
    <w:rsid w:val="00EA00DC"/>
    <w:rsid w:val="00EA010B"/>
    <w:rsid w:val="00EA0233"/>
    <w:rsid w:val="00EA03CE"/>
    <w:rsid w:val="00EA068B"/>
    <w:rsid w:val="00EA06A4"/>
    <w:rsid w:val="00EA0AF7"/>
    <w:rsid w:val="00EA0E31"/>
    <w:rsid w:val="00EA0F4D"/>
    <w:rsid w:val="00EA0FB5"/>
    <w:rsid w:val="00EA10C4"/>
    <w:rsid w:val="00EA150B"/>
    <w:rsid w:val="00EA1883"/>
    <w:rsid w:val="00EA1AE7"/>
    <w:rsid w:val="00EA1FE6"/>
    <w:rsid w:val="00EA2195"/>
    <w:rsid w:val="00EA21BD"/>
    <w:rsid w:val="00EA27B3"/>
    <w:rsid w:val="00EA2A3C"/>
    <w:rsid w:val="00EA2D3A"/>
    <w:rsid w:val="00EA2FB2"/>
    <w:rsid w:val="00EA300D"/>
    <w:rsid w:val="00EA3082"/>
    <w:rsid w:val="00EA36B8"/>
    <w:rsid w:val="00EA3A16"/>
    <w:rsid w:val="00EA3B30"/>
    <w:rsid w:val="00EA3CA8"/>
    <w:rsid w:val="00EA3DDD"/>
    <w:rsid w:val="00EA400A"/>
    <w:rsid w:val="00EA418F"/>
    <w:rsid w:val="00EA4509"/>
    <w:rsid w:val="00EA4615"/>
    <w:rsid w:val="00EA4628"/>
    <w:rsid w:val="00EA471E"/>
    <w:rsid w:val="00EA4860"/>
    <w:rsid w:val="00EA497D"/>
    <w:rsid w:val="00EA4AEE"/>
    <w:rsid w:val="00EA4CA0"/>
    <w:rsid w:val="00EA50C1"/>
    <w:rsid w:val="00EA50E0"/>
    <w:rsid w:val="00EA5711"/>
    <w:rsid w:val="00EA5DE7"/>
    <w:rsid w:val="00EA5E56"/>
    <w:rsid w:val="00EA5F8D"/>
    <w:rsid w:val="00EA63B8"/>
    <w:rsid w:val="00EA6499"/>
    <w:rsid w:val="00EA6556"/>
    <w:rsid w:val="00EA6BF8"/>
    <w:rsid w:val="00EA6CF7"/>
    <w:rsid w:val="00EA6E7E"/>
    <w:rsid w:val="00EA7F37"/>
    <w:rsid w:val="00EB02B3"/>
    <w:rsid w:val="00EB07A4"/>
    <w:rsid w:val="00EB0B10"/>
    <w:rsid w:val="00EB0DE9"/>
    <w:rsid w:val="00EB0E0E"/>
    <w:rsid w:val="00EB12F5"/>
    <w:rsid w:val="00EB13AA"/>
    <w:rsid w:val="00EB19E7"/>
    <w:rsid w:val="00EB1A6E"/>
    <w:rsid w:val="00EB1CB0"/>
    <w:rsid w:val="00EB1D58"/>
    <w:rsid w:val="00EB2262"/>
    <w:rsid w:val="00EB237D"/>
    <w:rsid w:val="00EB242E"/>
    <w:rsid w:val="00EB2637"/>
    <w:rsid w:val="00EB28B0"/>
    <w:rsid w:val="00EB32F7"/>
    <w:rsid w:val="00EB346E"/>
    <w:rsid w:val="00EB34DA"/>
    <w:rsid w:val="00EB36E8"/>
    <w:rsid w:val="00EB3A0E"/>
    <w:rsid w:val="00EB3ED4"/>
    <w:rsid w:val="00EB3F1F"/>
    <w:rsid w:val="00EB40B1"/>
    <w:rsid w:val="00EB48E0"/>
    <w:rsid w:val="00EB4922"/>
    <w:rsid w:val="00EB4E24"/>
    <w:rsid w:val="00EB542A"/>
    <w:rsid w:val="00EB5623"/>
    <w:rsid w:val="00EB5760"/>
    <w:rsid w:val="00EB59FA"/>
    <w:rsid w:val="00EB5F03"/>
    <w:rsid w:val="00EB627E"/>
    <w:rsid w:val="00EB6550"/>
    <w:rsid w:val="00EB6F4C"/>
    <w:rsid w:val="00EB7060"/>
    <w:rsid w:val="00EB71B9"/>
    <w:rsid w:val="00EB71C4"/>
    <w:rsid w:val="00EB7687"/>
    <w:rsid w:val="00EB77D1"/>
    <w:rsid w:val="00EB7B28"/>
    <w:rsid w:val="00EC0196"/>
    <w:rsid w:val="00EC0228"/>
    <w:rsid w:val="00EC04C0"/>
    <w:rsid w:val="00EC0AE0"/>
    <w:rsid w:val="00EC0C99"/>
    <w:rsid w:val="00EC0FBE"/>
    <w:rsid w:val="00EC1403"/>
    <w:rsid w:val="00EC1571"/>
    <w:rsid w:val="00EC17D8"/>
    <w:rsid w:val="00EC1A7A"/>
    <w:rsid w:val="00EC1BBE"/>
    <w:rsid w:val="00EC1C7F"/>
    <w:rsid w:val="00EC2167"/>
    <w:rsid w:val="00EC2227"/>
    <w:rsid w:val="00EC26DA"/>
    <w:rsid w:val="00EC2B83"/>
    <w:rsid w:val="00EC2FE1"/>
    <w:rsid w:val="00EC3032"/>
    <w:rsid w:val="00EC332C"/>
    <w:rsid w:val="00EC3516"/>
    <w:rsid w:val="00EC3B28"/>
    <w:rsid w:val="00EC4CF1"/>
    <w:rsid w:val="00EC5143"/>
    <w:rsid w:val="00EC521A"/>
    <w:rsid w:val="00EC53BF"/>
    <w:rsid w:val="00EC5419"/>
    <w:rsid w:val="00EC56F7"/>
    <w:rsid w:val="00EC57C8"/>
    <w:rsid w:val="00EC592C"/>
    <w:rsid w:val="00EC5B3D"/>
    <w:rsid w:val="00EC5C9E"/>
    <w:rsid w:val="00EC5FCE"/>
    <w:rsid w:val="00EC6080"/>
    <w:rsid w:val="00EC62B8"/>
    <w:rsid w:val="00EC6382"/>
    <w:rsid w:val="00EC6B95"/>
    <w:rsid w:val="00EC6E2E"/>
    <w:rsid w:val="00EC6E3D"/>
    <w:rsid w:val="00EC6EA3"/>
    <w:rsid w:val="00EC7213"/>
    <w:rsid w:val="00EC7C67"/>
    <w:rsid w:val="00EC7E64"/>
    <w:rsid w:val="00EC7ED9"/>
    <w:rsid w:val="00ED04EC"/>
    <w:rsid w:val="00ED05A6"/>
    <w:rsid w:val="00ED064E"/>
    <w:rsid w:val="00ED098F"/>
    <w:rsid w:val="00ED0E0F"/>
    <w:rsid w:val="00ED0E6E"/>
    <w:rsid w:val="00ED0EBD"/>
    <w:rsid w:val="00ED0F6A"/>
    <w:rsid w:val="00ED1045"/>
    <w:rsid w:val="00ED1307"/>
    <w:rsid w:val="00ED138C"/>
    <w:rsid w:val="00ED16F3"/>
    <w:rsid w:val="00ED1737"/>
    <w:rsid w:val="00ED1F2E"/>
    <w:rsid w:val="00ED2389"/>
    <w:rsid w:val="00ED2413"/>
    <w:rsid w:val="00ED2613"/>
    <w:rsid w:val="00ED274A"/>
    <w:rsid w:val="00ED29D3"/>
    <w:rsid w:val="00ED2F0F"/>
    <w:rsid w:val="00ED2FA1"/>
    <w:rsid w:val="00ED30C0"/>
    <w:rsid w:val="00ED33FD"/>
    <w:rsid w:val="00ED35B8"/>
    <w:rsid w:val="00ED3FEE"/>
    <w:rsid w:val="00ED4AFB"/>
    <w:rsid w:val="00ED4BCA"/>
    <w:rsid w:val="00ED4E0E"/>
    <w:rsid w:val="00ED4E8D"/>
    <w:rsid w:val="00ED4F5F"/>
    <w:rsid w:val="00ED5597"/>
    <w:rsid w:val="00ED57B9"/>
    <w:rsid w:val="00ED65CA"/>
    <w:rsid w:val="00ED67DA"/>
    <w:rsid w:val="00ED6B16"/>
    <w:rsid w:val="00ED7314"/>
    <w:rsid w:val="00ED7CAE"/>
    <w:rsid w:val="00ED7EF5"/>
    <w:rsid w:val="00EE01D5"/>
    <w:rsid w:val="00EE0437"/>
    <w:rsid w:val="00EE0814"/>
    <w:rsid w:val="00EE0E01"/>
    <w:rsid w:val="00EE0E0E"/>
    <w:rsid w:val="00EE1093"/>
    <w:rsid w:val="00EE126A"/>
    <w:rsid w:val="00EE1BE0"/>
    <w:rsid w:val="00EE1EC9"/>
    <w:rsid w:val="00EE24A4"/>
    <w:rsid w:val="00EE2A20"/>
    <w:rsid w:val="00EE2A27"/>
    <w:rsid w:val="00EE2B79"/>
    <w:rsid w:val="00EE2FB1"/>
    <w:rsid w:val="00EE2FD0"/>
    <w:rsid w:val="00EE3551"/>
    <w:rsid w:val="00EE37B2"/>
    <w:rsid w:val="00EE394F"/>
    <w:rsid w:val="00EE3BEA"/>
    <w:rsid w:val="00EE3E8D"/>
    <w:rsid w:val="00EE437C"/>
    <w:rsid w:val="00EE45A1"/>
    <w:rsid w:val="00EE4D3F"/>
    <w:rsid w:val="00EE512D"/>
    <w:rsid w:val="00EE525B"/>
    <w:rsid w:val="00EE5268"/>
    <w:rsid w:val="00EE54D1"/>
    <w:rsid w:val="00EE5B2B"/>
    <w:rsid w:val="00EE5F04"/>
    <w:rsid w:val="00EE5FE2"/>
    <w:rsid w:val="00EE6875"/>
    <w:rsid w:val="00EE6ABB"/>
    <w:rsid w:val="00EE7029"/>
    <w:rsid w:val="00EE7513"/>
    <w:rsid w:val="00EE775A"/>
    <w:rsid w:val="00EE7D87"/>
    <w:rsid w:val="00EE7F98"/>
    <w:rsid w:val="00EF02F8"/>
    <w:rsid w:val="00EF064C"/>
    <w:rsid w:val="00EF0983"/>
    <w:rsid w:val="00EF09F9"/>
    <w:rsid w:val="00EF1131"/>
    <w:rsid w:val="00EF168F"/>
    <w:rsid w:val="00EF1695"/>
    <w:rsid w:val="00EF1E46"/>
    <w:rsid w:val="00EF2244"/>
    <w:rsid w:val="00EF22D0"/>
    <w:rsid w:val="00EF27DC"/>
    <w:rsid w:val="00EF2B6A"/>
    <w:rsid w:val="00EF2C20"/>
    <w:rsid w:val="00EF38E0"/>
    <w:rsid w:val="00EF3B46"/>
    <w:rsid w:val="00EF3EE3"/>
    <w:rsid w:val="00EF4220"/>
    <w:rsid w:val="00EF4247"/>
    <w:rsid w:val="00EF4599"/>
    <w:rsid w:val="00EF47BA"/>
    <w:rsid w:val="00EF4F2F"/>
    <w:rsid w:val="00EF5198"/>
    <w:rsid w:val="00EF55E6"/>
    <w:rsid w:val="00EF580D"/>
    <w:rsid w:val="00EF5998"/>
    <w:rsid w:val="00EF59DF"/>
    <w:rsid w:val="00EF5BF3"/>
    <w:rsid w:val="00EF5C81"/>
    <w:rsid w:val="00EF5DB5"/>
    <w:rsid w:val="00EF62B0"/>
    <w:rsid w:val="00EF639A"/>
    <w:rsid w:val="00EF65EC"/>
    <w:rsid w:val="00EF667D"/>
    <w:rsid w:val="00EF6A7D"/>
    <w:rsid w:val="00EF6C14"/>
    <w:rsid w:val="00EF6DA1"/>
    <w:rsid w:val="00EF7898"/>
    <w:rsid w:val="00EF7A60"/>
    <w:rsid w:val="00EF7B4F"/>
    <w:rsid w:val="00EF7BC6"/>
    <w:rsid w:val="00F0013F"/>
    <w:rsid w:val="00F00320"/>
    <w:rsid w:val="00F009AC"/>
    <w:rsid w:val="00F00ECB"/>
    <w:rsid w:val="00F0127F"/>
    <w:rsid w:val="00F01333"/>
    <w:rsid w:val="00F01536"/>
    <w:rsid w:val="00F01723"/>
    <w:rsid w:val="00F01F83"/>
    <w:rsid w:val="00F0211A"/>
    <w:rsid w:val="00F026E9"/>
    <w:rsid w:val="00F027C1"/>
    <w:rsid w:val="00F0282F"/>
    <w:rsid w:val="00F0283D"/>
    <w:rsid w:val="00F02B01"/>
    <w:rsid w:val="00F02BE8"/>
    <w:rsid w:val="00F02C6C"/>
    <w:rsid w:val="00F02DFC"/>
    <w:rsid w:val="00F03ED5"/>
    <w:rsid w:val="00F03F08"/>
    <w:rsid w:val="00F0441B"/>
    <w:rsid w:val="00F048CD"/>
    <w:rsid w:val="00F04E91"/>
    <w:rsid w:val="00F057EB"/>
    <w:rsid w:val="00F05903"/>
    <w:rsid w:val="00F05958"/>
    <w:rsid w:val="00F05A3B"/>
    <w:rsid w:val="00F05B10"/>
    <w:rsid w:val="00F05BAF"/>
    <w:rsid w:val="00F05F75"/>
    <w:rsid w:val="00F06082"/>
    <w:rsid w:val="00F0662A"/>
    <w:rsid w:val="00F068B0"/>
    <w:rsid w:val="00F06B90"/>
    <w:rsid w:val="00F06BB9"/>
    <w:rsid w:val="00F06CA0"/>
    <w:rsid w:val="00F06D46"/>
    <w:rsid w:val="00F06EE1"/>
    <w:rsid w:val="00F0721F"/>
    <w:rsid w:val="00F075EA"/>
    <w:rsid w:val="00F076EA"/>
    <w:rsid w:val="00F07723"/>
    <w:rsid w:val="00F07845"/>
    <w:rsid w:val="00F07B12"/>
    <w:rsid w:val="00F1056D"/>
    <w:rsid w:val="00F106A3"/>
    <w:rsid w:val="00F10D92"/>
    <w:rsid w:val="00F10E21"/>
    <w:rsid w:val="00F10E36"/>
    <w:rsid w:val="00F11270"/>
    <w:rsid w:val="00F11363"/>
    <w:rsid w:val="00F113FF"/>
    <w:rsid w:val="00F114C5"/>
    <w:rsid w:val="00F11504"/>
    <w:rsid w:val="00F11550"/>
    <w:rsid w:val="00F11839"/>
    <w:rsid w:val="00F11C03"/>
    <w:rsid w:val="00F11E3B"/>
    <w:rsid w:val="00F11F6D"/>
    <w:rsid w:val="00F120EF"/>
    <w:rsid w:val="00F12274"/>
    <w:rsid w:val="00F123AF"/>
    <w:rsid w:val="00F12818"/>
    <w:rsid w:val="00F12900"/>
    <w:rsid w:val="00F12B94"/>
    <w:rsid w:val="00F13147"/>
    <w:rsid w:val="00F137D6"/>
    <w:rsid w:val="00F13E96"/>
    <w:rsid w:val="00F141D8"/>
    <w:rsid w:val="00F14296"/>
    <w:rsid w:val="00F142A4"/>
    <w:rsid w:val="00F1473B"/>
    <w:rsid w:val="00F14A2C"/>
    <w:rsid w:val="00F14BEA"/>
    <w:rsid w:val="00F14F92"/>
    <w:rsid w:val="00F150B5"/>
    <w:rsid w:val="00F15482"/>
    <w:rsid w:val="00F15947"/>
    <w:rsid w:val="00F15A90"/>
    <w:rsid w:val="00F15B1C"/>
    <w:rsid w:val="00F15C9B"/>
    <w:rsid w:val="00F15E4F"/>
    <w:rsid w:val="00F15EAA"/>
    <w:rsid w:val="00F16002"/>
    <w:rsid w:val="00F16018"/>
    <w:rsid w:val="00F16122"/>
    <w:rsid w:val="00F1690C"/>
    <w:rsid w:val="00F1694B"/>
    <w:rsid w:val="00F16CD2"/>
    <w:rsid w:val="00F16EE6"/>
    <w:rsid w:val="00F17330"/>
    <w:rsid w:val="00F176C1"/>
    <w:rsid w:val="00F177CB"/>
    <w:rsid w:val="00F17B08"/>
    <w:rsid w:val="00F17C25"/>
    <w:rsid w:val="00F20134"/>
    <w:rsid w:val="00F206F8"/>
    <w:rsid w:val="00F2072D"/>
    <w:rsid w:val="00F20973"/>
    <w:rsid w:val="00F20FB3"/>
    <w:rsid w:val="00F21050"/>
    <w:rsid w:val="00F2110A"/>
    <w:rsid w:val="00F21190"/>
    <w:rsid w:val="00F21210"/>
    <w:rsid w:val="00F21C6E"/>
    <w:rsid w:val="00F21CE9"/>
    <w:rsid w:val="00F220ED"/>
    <w:rsid w:val="00F22164"/>
    <w:rsid w:val="00F22486"/>
    <w:rsid w:val="00F2268E"/>
    <w:rsid w:val="00F22CDD"/>
    <w:rsid w:val="00F22E34"/>
    <w:rsid w:val="00F231B3"/>
    <w:rsid w:val="00F231F6"/>
    <w:rsid w:val="00F2324F"/>
    <w:rsid w:val="00F2333B"/>
    <w:rsid w:val="00F23D96"/>
    <w:rsid w:val="00F23DC9"/>
    <w:rsid w:val="00F23E11"/>
    <w:rsid w:val="00F23ED5"/>
    <w:rsid w:val="00F23F24"/>
    <w:rsid w:val="00F23FA3"/>
    <w:rsid w:val="00F24664"/>
    <w:rsid w:val="00F252C5"/>
    <w:rsid w:val="00F25890"/>
    <w:rsid w:val="00F25A4D"/>
    <w:rsid w:val="00F25D83"/>
    <w:rsid w:val="00F26753"/>
    <w:rsid w:val="00F26762"/>
    <w:rsid w:val="00F26DA0"/>
    <w:rsid w:val="00F27612"/>
    <w:rsid w:val="00F276EF"/>
    <w:rsid w:val="00F27828"/>
    <w:rsid w:val="00F27867"/>
    <w:rsid w:val="00F27AA1"/>
    <w:rsid w:val="00F27F91"/>
    <w:rsid w:val="00F3008D"/>
    <w:rsid w:val="00F305FF"/>
    <w:rsid w:val="00F308BC"/>
    <w:rsid w:val="00F30984"/>
    <w:rsid w:val="00F309D9"/>
    <w:rsid w:val="00F30E33"/>
    <w:rsid w:val="00F30F2B"/>
    <w:rsid w:val="00F30FD9"/>
    <w:rsid w:val="00F31406"/>
    <w:rsid w:val="00F314E6"/>
    <w:rsid w:val="00F317ED"/>
    <w:rsid w:val="00F32287"/>
    <w:rsid w:val="00F3237D"/>
    <w:rsid w:val="00F3284F"/>
    <w:rsid w:val="00F32A5F"/>
    <w:rsid w:val="00F32E68"/>
    <w:rsid w:val="00F33B17"/>
    <w:rsid w:val="00F33F9F"/>
    <w:rsid w:val="00F34CCF"/>
    <w:rsid w:val="00F34E0A"/>
    <w:rsid w:val="00F34E16"/>
    <w:rsid w:val="00F34E90"/>
    <w:rsid w:val="00F35F12"/>
    <w:rsid w:val="00F3664E"/>
    <w:rsid w:val="00F36CD9"/>
    <w:rsid w:val="00F36DE5"/>
    <w:rsid w:val="00F36EBE"/>
    <w:rsid w:val="00F3705F"/>
    <w:rsid w:val="00F3711A"/>
    <w:rsid w:val="00F372AA"/>
    <w:rsid w:val="00F37791"/>
    <w:rsid w:val="00F377A1"/>
    <w:rsid w:val="00F37D96"/>
    <w:rsid w:val="00F401B3"/>
    <w:rsid w:val="00F40665"/>
    <w:rsid w:val="00F406C9"/>
    <w:rsid w:val="00F41193"/>
    <w:rsid w:val="00F4137B"/>
    <w:rsid w:val="00F41463"/>
    <w:rsid w:val="00F418C7"/>
    <w:rsid w:val="00F41A7B"/>
    <w:rsid w:val="00F41F6A"/>
    <w:rsid w:val="00F42001"/>
    <w:rsid w:val="00F420A5"/>
    <w:rsid w:val="00F4238F"/>
    <w:rsid w:val="00F423EF"/>
    <w:rsid w:val="00F42687"/>
    <w:rsid w:val="00F4291E"/>
    <w:rsid w:val="00F42921"/>
    <w:rsid w:val="00F42C05"/>
    <w:rsid w:val="00F42C5C"/>
    <w:rsid w:val="00F42DED"/>
    <w:rsid w:val="00F43555"/>
    <w:rsid w:val="00F4358C"/>
    <w:rsid w:val="00F43B49"/>
    <w:rsid w:val="00F4445F"/>
    <w:rsid w:val="00F44682"/>
    <w:rsid w:val="00F448D7"/>
    <w:rsid w:val="00F44C8E"/>
    <w:rsid w:val="00F45245"/>
    <w:rsid w:val="00F45862"/>
    <w:rsid w:val="00F45B8C"/>
    <w:rsid w:val="00F45ED2"/>
    <w:rsid w:val="00F46518"/>
    <w:rsid w:val="00F4681B"/>
    <w:rsid w:val="00F469BB"/>
    <w:rsid w:val="00F46E66"/>
    <w:rsid w:val="00F470B8"/>
    <w:rsid w:val="00F47217"/>
    <w:rsid w:val="00F47582"/>
    <w:rsid w:val="00F476C6"/>
    <w:rsid w:val="00F5016D"/>
    <w:rsid w:val="00F50409"/>
    <w:rsid w:val="00F50861"/>
    <w:rsid w:val="00F509FA"/>
    <w:rsid w:val="00F50B07"/>
    <w:rsid w:val="00F510AA"/>
    <w:rsid w:val="00F51126"/>
    <w:rsid w:val="00F5126C"/>
    <w:rsid w:val="00F51347"/>
    <w:rsid w:val="00F516EC"/>
    <w:rsid w:val="00F51989"/>
    <w:rsid w:val="00F51C59"/>
    <w:rsid w:val="00F51CE3"/>
    <w:rsid w:val="00F51E27"/>
    <w:rsid w:val="00F525E5"/>
    <w:rsid w:val="00F5315F"/>
    <w:rsid w:val="00F53C04"/>
    <w:rsid w:val="00F53CCD"/>
    <w:rsid w:val="00F5416B"/>
    <w:rsid w:val="00F54CAE"/>
    <w:rsid w:val="00F55307"/>
    <w:rsid w:val="00F554B7"/>
    <w:rsid w:val="00F556B6"/>
    <w:rsid w:val="00F557BA"/>
    <w:rsid w:val="00F55E65"/>
    <w:rsid w:val="00F56394"/>
    <w:rsid w:val="00F56585"/>
    <w:rsid w:val="00F568C0"/>
    <w:rsid w:val="00F568E3"/>
    <w:rsid w:val="00F568E5"/>
    <w:rsid w:val="00F575F4"/>
    <w:rsid w:val="00F577D0"/>
    <w:rsid w:val="00F57A2B"/>
    <w:rsid w:val="00F57E27"/>
    <w:rsid w:val="00F6006B"/>
    <w:rsid w:val="00F603BB"/>
    <w:rsid w:val="00F6074D"/>
    <w:rsid w:val="00F607B6"/>
    <w:rsid w:val="00F60874"/>
    <w:rsid w:val="00F60B43"/>
    <w:rsid w:val="00F61127"/>
    <w:rsid w:val="00F6128F"/>
    <w:rsid w:val="00F61319"/>
    <w:rsid w:val="00F613A5"/>
    <w:rsid w:val="00F6148C"/>
    <w:rsid w:val="00F6191A"/>
    <w:rsid w:val="00F61AEF"/>
    <w:rsid w:val="00F62253"/>
    <w:rsid w:val="00F62508"/>
    <w:rsid w:val="00F628A4"/>
    <w:rsid w:val="00F62A63"/>
    <w:rsid w:val="00F62D2A"/>
    <w:rsid w:val="00F6378C"/>
    <w:rsid w:val="00F63B33"/>
    <w:rsid w:val="00F63C0E"/>
    <w:rsid w:val="00F6414A"/>
    <w:rsid w:val="00F644FF"/>
    <w:rsid w:val="00F645D0"/>
    <w:rsid w:val="00F6487C"/>
    <w:rsid w:val="00F6504E"/>
    <w:rsid w:val="00F65177"/>
    <w:rsid w:val="00F6575B"/>
    <w:rsid w:val="00F658CA"/>
    <w:rsid w:val="00F65917"/>
    <w:rsid w:val="00F65B7C"/>
    <w:rsid w:val="00F660A5"/>
    <w:rsid w:val="00F66830"/>
    <w:rsid w:val="00F668EB"/>
    <w:rsid w:val="00F66D07"/>
    <w:rsid w:val="00F66E40"/>
    <w:rsid w:val="00F67107"/>
    <w:rsid w:val="00F70017"/>
    <w:rsid w:val="00F700D9"/>
    <w:rsid w:val="00F70366"/>
    <w:rsid w:val="00F703D2"/>
    <w:rsid w:val="00F70513"/>
    <w:rsid w:val="00F70659"/>
    <w:rsid w:val="00F70841"/>
    <w:rsid w:val="00F70DB2"/>
    <w:rsid w:val="00F70E52"/>
    <w:rsid w:val="00F70F10"/>
    <w:rsid w:val="00F71388"/>
    <w:rsid w:val="00F71DE8"/>
    <w:rsid w:val="00F71F15"/>
    <w:rsid w:val="00F720E2"/>
    <w:rsid w:val="00F72436"/>
    <w:rsid w:val="00F72AD9"/>
    <w:rsid w:val="00F72F42"/>
    <w:rsid w:val="00F730C4"/>
    <w:rsid w:val="00F73364"/>
    <w:rsid w:val="00F7370D"/>
    <w:rsid w:val="00F74230"/>
    <w:rsid w:val="00F749CC"/>
    <w:rsid w:val="00F74A46"/>
    <w:rsid w:val="00F74C0F"/>
    <w:rsid w:val="00F75348"/>
    <w:rsid w:val="00F7598C"/>
    <w:rsid w:val="00F76725"/>
    <w:rsid w:val="00F76B18"/>
    <w:rsid w:val="00F76B2B"/>
    <w:rsid w:val="00F76C72"/>
    <w:rsid w:val="00F76DB6"/>
    <w:rsid w:val="00F76DF2"/>
    <w:rsid w:val="00F772E2"/>
    <w:rsid w:val="00F774D0"/>
    <w:rsid w:val="00F777EF"/>
    <w:rsid w:val="00F77F0E"/>
    <w:rsid w:val="00F77F98"/>
    <w:rsid w:val="00F80194"/>
    <w:rsid w:val="00F80708"/>
    <w:rsid w:val="00F81038"/>
    <w:rsid w:val="00F810AF"/>
    <w:rsid w:val="00F81222"/>
    <w:rsid w:val="00F8144F"/>
    <w:rsid w:val="00F81997"/>
    <w:rsid w:val="00F81C7E"/>
    <w:rsid w:val="00F81DD9"/>
    <w:rsid w:val="00F81E86"/>
    <w:rsid w:val="00F821FA"/>
    <w:rsid w:val="00F82601"/>
    <w:rsid w:val="00F827B2"/>
    <w:rsid w:val="00F8287E"/>
    <w:rsid w:val="00F82B8E"/>
    <w:rsid w:val="00F82F30"/>
    <w:rsid w:val="00F833F3"/>
    <w:rsid w:val="00F83476"/>
    <w:rsid w:val="00F836F9"/>
    <w:rsid w:val="00F83889"/>
    <w:rsid w:val="00F83C8D"/>
    <w:rsid w:val="00F83D6E"/>
    <w:rsid w:val="00F83E42"/>
    <w:rsid w:val="00F84019"/>
    <w:rsid w:val="00F8408E"/>
    <w:rsid w:val="00F84BCC"/>
    <w:rsid w:val="00F84E5F"/>
    <w:rsid w:val="00F84F5E"/>
    <w:rsid w:val="00F84FED"/>
    <w:rsid w:val="00F8561D"/>
    <w:rsid w:val="00F8568D"/>
    <w:rsid w:val="00F859E5"/>
    <w:rsid w:val="00F85A28"/>
    <w:rsid w:val="00F85DA5"/>
    <w:rsid w:val="00F85F80"/>
    <w:rsid w:val="00F86080"/>
    <w:rsid w:val="00F860A8"/>
    <w:rsid w:val="00F861C6"/>
    <w:rsid w:val="00F861F8"/>
    <w:rsid w:val="00F86270"/>
    <w:rsid w:val="00F86363"/>
    <w:rsid w:val="00F8678A"/>
    <w:rsid w:val="00F86B67"/>
    <w:rsid w:val="00F86EAA"/>
    <w:rsid w:val="00F86EF2"/>
    <w:rsid w:val="00F86F41"/>
    <w:rsid w:val="00F8734E"/>
    <w:rsid w:val="00F87473"/>
    <w:rsid w:val="00F875F6"/>
    <w:rsid w:val="00F87E90"/>
    <w:rsid w:val="00F901C3"/>
    <w:rsid w:val="00F90434"/>
    <w:rsid w:val="00F9047C"/>
    <w:rsid w:val="00F90A27"/>
    <w:rsid w:val="00F90C95"/>
    <w:rsid w:val="00F910E5"/>
    <w:rsid w:val="00F91618"/>
    <w:rsid w:val="00F91679"/>
    <w:rsid w:val="00F91993"/>
    <w:rsid w:val="00F91F28"/>
    <w:rsid w:val="00F92793"/>
    <w:rsid w:val="00F9280F"/>
    <w:rsid w:val="00F92A5C"/>
    <w:rsid w:val="00F92BCF"/>
    <w:rsid w:val="00F92CC6"/>
    <w:rsid w:val="00F93B5E"/>
    <w:rsid w:val="00F93C16"/>
    <w:rsid w:val="00F93C4A"/>
    <w:rsid w:val="00F93C9C"/>
    <w:rsid w:val="00F948B8"/>
    <w:rsid w:val="00F94921"/>
    <w:rsid w:val="00F94FE2"/>
    <w:rsid w:val="00F951C6"/>
    <w:rsid w:val="00F95C4B"/>
    <w:rsid w:val="00F96128"/>
    <w:rsid w:val="00F96173"/>
    <w:rsid w:val="00F96234"/>
    <w:rsid w:val="00F9633A"/>
    <w:rsid w:val="00F969A4"/>
    <w:rsid w:val="00F969BD"/>
    <w:rsid w:val="00F96A3C"/>
    <w:rsid w:val="00F96C9E"/>
    <w:rsid w:val="00F9709D"/>
    <w:rsid w:val="00F970CA"/>
    <w:rsid w:val="00F9728A"/>
    <w:rsid w:val="00F9742A"/>
    <w:rsid w:val="00F97516"/>
    <w:rsid w:val="00F976AB"/>
    <w:rsid w:val="00F97DA0"/>
    <w:rsid w:val="00FA01B1"/>
    <w:rsid w:val="00FA0380"/>
    <w:rsid w:val="00FA0393"/>
    <w:rsid w:val="00FA04F0"/>
    <w:rsid w:val="00FA04F4"/>
    <w:rsid w:val="00FA0829"/>
    <w:rsid w:val="00FA0863"/>
    <w:rsid w:val="00FA0B21"/>
    <w:rsid w:val="00FA0BF8"/>
    <w:rsid w:val="00FA11B0"/>
    <w:rsid w:val="00FA13F0"/>
    <w:rsid w:val="00FA164E"/>
    <w:rsid w:val="00FA17B8"/>
    <w:rsid w:val="00FA1A34"/>
    <w:rsid w:val="00FA1A79"/>
    <w:rsid w:val="00FA2F40"/>
    <w:rsid w:val="00FA32A5"/>
    <w:rsid w:val="00FA352A"/>
    <w:rsid w:val="00FA36FE"/>
    <w:rsid w:val="00FA3DE3"/>
    <w:rsid w:val="00FA3DF9"/>
    <w:rsid w:val="00FA3EA6"/>
    <w:rsid w:val="00FA46C9"/>
    <w:rsid w:val="00FA481B"/>
    <w:rsid w:val="00FA49B6"/>
    <w:rsid w:val="00FA4B1B"/>
    <w:rsid w:val="00FA4F95"/>
    <w:rsid w:val="00FA5091"/>
    <w:rsid w:val="00FA5224"/>
    <w:rsid w:val="00FA5262"/>
    <w:rsid w:val="00FA5BDC"/>
    <w:rsid w:val="00FA5D47"/>
    <w:rsid w:val="00FA61E6"/>
    <w:rsid w:val="00FA62BE"/>
    <w:rsid w:val="00FA656D"/>
    <w:rsid w:val="00FA6652"/>
    <w:rsid w:val="00FA6FBB"/>
    <w:rsid w:val="00FA76EB"/>
    <w:rsid w:val="00FA7912"/>
    <w:rsid w:val="00FB022C"/>
    <w:rsid w:val="00FB02DF"/>
    <w:rsid w:val="00FB0360"/>
    <w:rsid w:val="00FB07B9"/>
    <w:rsid w:val="00FB0A81"/>
    <w:rsid w:val="00FB0D64"/>
    <w:rsid w:val="00FB0F74"/>
    <w:rsid w:val="00FB1132"/>
    <w:rsid w:val="00FB15CE"/>
    <w:rsid w:val="00FB15FA"/>
    <w:rsid w:val="00FB160D"/>
    <w:rsid w:val="00FB1795"/>
    <w:rsid w:val="00FB17F9"/>
    <w:rsid w:val="00FB1BA5"/>
    <w:rsid w:val="00FB1D0A"/>
    <w:rsid w:val="00FB1D82"/>
    <w:rsid w:val="00FB1DF6"/>
    <w:rsid w:val="00FB1F55"/>
    <w:rsid w:val="00FB263F"/>
    <w:rsid w:val="00FB2712"/>
    <w:rsid w:val="00FB29A8"/>
    <w:rsid w:val="00FB2BCF"/>
    <w:rsid w:val="00FB365F"/>
    <w:rsid w:val="00FB3838"/>
    <w:rsid w:val="00FB390B"/>
    <w:rsid w:val="00FB3FCE"/>
    <w:rsid w:val="00FB4032"/>
    <w:rsid w:val="00FB44C8"/>
    <w:rsid w:val="00FB4741"/>
    <w:rsid w:val="00FB4AE4"/>
    <w:rsid w:val="00FB4F89"/>
    <w:rsid w:val="00FB50B7"/>
    <w:rsid w:val="00FB517B"/>
    <w:rsid w:val="00FB577A"/>
    <w:rsid w:val="00FB580C"/>
    <w:rsid w:val="00FB58AA"/>
    <w:rsid w:val="00FB5CB5"/>
    <w:rsid w:val="00FB6068"/>
    <w:rsid w:val="00FB6086"/>
    <w:rsid w:val="00FB63CF"/>
    <w:rsid w:val="00FB665C"/>
    <w:rsid w:val="00FB6F6B"/>
    <w:rsid w:val="00FB7061"/>
    <w:rsid w:val="00FB7380"/>
    <w:rsid w:val="00FB76B5"/>
    <w:rsid w:val="00FB7C38"/>
    <w:rsid w:val="00FB7F67"/>
    <w:rsid w:val="00FC00D3"/>
    <w:rsid w:val="00FC00FD"/>
    <w:rsid w:val="00FC0A20"/>
    <w:rsid w:val="00FC109A"/>
    <w:rsid w:val="00FC117E"/>
    <w:rsid w:val="00FC1509"/>
    <w:rsid w:val="00FC1734"/>
    <w:rsid w:val="00FC19F7"/>
    <w:rsid w:val="00FC23B7"/>
    <w:rsid w:val="00FC2778"/>
    <w:rsid w:val="00FC2AC1"/>
    <w:rsid w:val="00FC2AD9"/>
    <w:rsid w:val="00FC2E5B"/>
    <w:rsid w:val="00FC3D7D"/>
    <w:rsid w:val="00FC446D"/>
    <w:rsid w:val="00FC453C"/>
    <w:rsid w:val="00FC465F"/>
    <w:rsid w:val="00FC5025"/>
    <w:rsid w:val="00FC50FC"/>
    <w:rsid w:val="00FC5F9F"/>
    <w:rsid w:val="00FC6357"/>
    <w:rsid w:val="00FC6BA3"/>
    <w:rsid w:val="00FC7055"/>
    <w:rsid w:val="00FC7178"/>
    <w:rsid w:val="00FC7B21"/>
    <w:rsid w:val="00FC7CCB"/>
    <w:rsid w:val="00FC7FFE"/>
    <w:rsid w:val="00FD00DB"/>
    <w:rsid w:val="00FD0BC8"/>
    <w:rsid w:val="00FD0E13"/>
    <w:rsid w:val="00FD0F3D"/>
    <w:rsid w:val="00FD16ED"/>
    <w:rsid w:val="00FD1795"/>
    <w:rsid w:val="00FD17BF"/>
    <w:rsid w:val="00FD1FE4"/>
    <w:rsid w:val="00FD2018"/>
    <w:rsid w:val="00FD202A"/>
    <w:rsid w:val="00FD2137"/>
    <w:rsid w:val="00FD2822"/>
    <w:rsid w:val="00FD2CA3"/>
    <w:rsid w:val="00FD315C"/>
    <w:rsid w:val="00FD321C"/>
    <w:rsid w:val="00FD3303"/>
    <w:rsid w:val="00FD397D"/>
    <w:rsid w:val="00FD3C91"/>
    <w:rsid w:val="00FD3C9A"/>
    <w:rsid w:val="00FD3ECB"/>
    <w:rsid w:val="00FD4100"/>
    <w:rsid w:val="00FD4286"/>
    <w:rsid w:val="00FD4C31"/>
    <w:rsid w:val="00FD4C74"/>
    <w:rsid w:val="00FD4DA6"/>
    <w:rsid w:val="00FD4DC6"/>
    <w:rsid w:val="00FD4F12"/>
    <w:rsid w:val="00FD538D"/>
    <w:rsid w:val="00FD565E"/>
    <w:rsid w:val="00FD56D0"/>
    <w:rsid w:val="00FD5712"/>
    <w:rsid w:val="00FD57C3"/>
    <w:rsid w:val="00FD5A00"/>
    <w:rsid w:val="00FD5BF2"/>
    <w:rsid w:val="00FD5F9A"/>
    <w:rsid w:val="00FD60CA"/>
    <w:rsid w:val="00FD64AB"/>
    <w:rsid w:val="00FD64F5"/>
    <w:rsid w:val="00FD66F5"/>
    <w:rsid w:val="00FD6DD7"/>
    <w:rsid w:val="00FD6FB1"/>
    <w:rsid w:val="00FD7497"/>
    <w:rsid w:val="00FD784A"/>
    <w:rsid w:val="00FE000C"/>
    <w:rsid w:val="00FE026F"/>
    <w:rsid w:val="00FE042D"/>
    <w:rsid w:val="00FE086E"/>
    <w:rsid w:val="00FE0EFB"/>
    <w:rsid w:val="00FE10DE"/>
    <w:rsid w:val="00FE15B5"/>
    <w:rsid w:val="00FE1883"/>
    <w:rsid w:val="00FE1A4D"/>
    <w:rsid w:val="00FE1E77"/>
    <w:rsid w:val="00FE2351"/>
    <w:rsid w:val="00FE251B"/>
    <w:rsid w:val="00FE25B7"/>
    <w:rsid w:val="00FE2989"/>
    <w:rsid w:val="00FE29F5"/>
    <w:rsid w:val="00FE2B5C"/>
    <w:rsid w:val="00FE3099"/>
    <w:rsid w:val="00FE33EF"/>
    <w:rsid w:val="00FE34F9"/>
    <w:rsid w:val="00FE388A"/>
    <w:rsid w:val="00FE3C50"/>
    <w:rsid w:val="00FE4391"/>
    <w:rsid w:val="00FE450B"/>
    <w:rsid w:val="00FE4726"/>
    <w:rsid w:val="00FE5334"/>
    <w:rsid w:val="00FE59A9"/>
    <w:rsid w:val="00FE5A8E"/>
    <w:rsid w:val="00FE5C67"/>
    <w:rsid w:val="00FE5D5F"/>
    <w:rsid w:val="00FE604A"/>
    <w:rsid w:val="00FE611F"/>
    <w:rsid w:val="00FE6966"/>
    <w:rsid w:val="00FE6BA4"/>
    <w:rsid w:val="00FE6C01"/>
    <w:rsid w:val="00FE6C04"/>
    <w:rsid w:val="00FE6DFC"/>
    <w:rsid w:val="00FE79C1"/>
    <w:rsid w:val="00FE7AD1"/>
    <w:rsid w:val="00FE7BD9"/>
    <w:rsid w:val="00FE7D16"/>
    <w:rsid w:val="00FE7D31"/>
    <w:rsid w:val="00FF0491"/>
    <w:rsid w:val="00FF0C1B"/>
    <w:rsid w:val="00FF1813"/>
    <w:rsid w:val="00FF19E1"/>
    <w:rsid w:val="00FF1A80"/>
    <w:rsid w:val="00FF1C77"/>
    <w:rsid w:val="00FF1DDE"/>
    <w:rsid w:val="00FF2AB5"/>
    <w:rsid w:val="00FF3194"/>
    <w:rsid w:val="00FF3301"/>
    <w:rsid w:val="00FF36AE"/>
    <w:rsid w:val="00FF3CC9"/>
    <w:rsid w:val="00FF41B6"/>
    <w:rsid w:val="00FF434B"/>
    <w:rsid w:val="00FF45FB"/>
    <w:rsid w:val="00FF47AA"/>
    <w:rsid w:val="00FF4ABE"/>
    <w:rsid w:val="00FF4BD8"/>
    <w:rsid w:val="00FF541A"/>
    <w:rsid w:val="00FF5466"/>
    <w:rsid w:val="00FF5617"/>
    <w:rsid w:val="00FF56A5"/>
    <w:rsid w:val="00FF5B51"/>
    <w:rsid w:val="00FF5CD1"/>
    <w:rsid w:val="00FF5CF6"/>
    <w:rsid w:val="00FF5DF3"/>
    <w:rsid w:val="00FF5E99"/>
    <w:rsid w:val="00FF5EDE"/>
    <w:rsid w:val="00FF6693"/>
    <w:rsid w:val="00FF6910"/>
    <w:rsid w:val="00FF6E9F"/>
    <w:rsid w:val="00FF7047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B4D52DA"/>
  <w15:docId w15:val="{E9642C5D-2CE9-4D66-8C2F-022CF87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652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000EE5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000EE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  <w:outlineLvl w:val="5"/>
    </w:pPr>
    <w:rPr>
      <w:rFonts w:ascii="Times New Roman" w:hAnsi="Times New Roman" w:cs="EucrosiaUP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8CC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34567D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BF18C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7345CC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000EE5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BF18CC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BF18CC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BF18CC"/>
    <w:rPr>
      <w:rFonts w:cs="EucrosiaUPC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F18CC"/>
    <w:rPr>
      <w:rFonts w:cs="EucrosiaUPC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BF18CC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BF18CC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000E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F18CC"/>
    <w:rPr>
      <w:rFonts w:ascii="Arial" w:hAnsi="Arial"/>
      <w:sz w:val="18"/>
      <w:szCs w:val="18"/>
    </w:rPr>
  </w:style>
  <w:style w:type="character" w:customStyle="1" w:styleId="AAAddress">
    <w:name w:val="AA Address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C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000EE5"/>
    <w:rPr>
      <w:rFonts w:cs="Times New Roman"/>
      <w:b/>
      <w:bCs/>
    </w:rPr>
  </w:style>
  <w:style w:type="paragraph" w:styleId="ListBullet">
    <w:name w:val="List Bullet"/>
    <w:basedOn w:val="Normal"/>
    <w:rsid w:val="00F0013F"/>
    <w:pPr>
      <w:numPr>
        <w:numId w:val="3"/>
      </w:numPr>
      <w:tabs>
        <w:tab w:val="left" w:pos="284"/>
      </w:tabs>
    </w:pPr>
  </w:style>
  <w:style w:type="paragraph" w:styleId="ListBullet2">
    <w:name w:val="List Bullet 2"/>
    <w:basedOn w:val="Normal"/>
    <w:rsid w:val="00000EE5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000EE5"/>
    <w:pPr>
      <w:numPr>
        <w:numId w:val="1"/>
      </w:numPr>
      <w:tabs>
        <w:tab w:val="clear" w:pos="926"/>
        <w:tab w:val="left" w:pos="851"/>
      </w:tabs>
    </w:pPr>
  </w:style>
  <w:style w:type="paragraph" w:styleId="ListBullet4">
    <w:name w:val="List Bullet 4"/>
    <w:basedOn w:val="Normal"/>
    <w:rsid w:val="00000EE5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000EE5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000EE5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000EE5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000EE5"/>
    <w:pPr>
      <w:ind w:left="284"/>
    </w:pPr>
  </w:style>
  <w:style w:type="paragraph" w:customStyle="1" w:styleId="AAFrameAddress">
    <w:name w:val="AA Frame Address"/>
    <w:basedOn w:val="Heading1"/>
    <w:uiPriority w:val="99"/>
    <w:rsid w:val="00000EE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000EE5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000EE5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000EE5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000EE5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000EE5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000EE5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000EE5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000EE5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000EE5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000EE5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000EE5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000EE5"/>
    <w:pPr>
      <w:ind w:left="2552" w:hanging="284"/>
    </w:pPr>
  </w:style>
  <w:style w:type="paragraph" w:styleId="TOC2">
    <w:name w:val="toc 2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000EE5"/>
    <w:pPr>
      <w:ind w:left="851"/>
    </w:pPr>
  </w:style>
  <w:style w:type="paragraph" w:styleId="TOC5">
    <w:name w:val="toc 5"/>
    <w:basedOn w:val="Normal"/>
    <w:next w:val="Normal"/>
    <w:uiPriority w:val="99"/>
    <w:semiHidden/>
    <w:rsid w:val="00000EE5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000EE5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000EE5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000EE5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000EE5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000EE5"/>
    <w:pPr>
      <w:ind w:left="567" w:hanging="567"/>
    </w:pPr>
  </w:style>
  <w:style w:type="paragraph" w:styleId="ListBullet5">
    <w:name w:val="List Bullet 5"/>
    <w:basedOn w:val="Normal"/>
    <w:uiPriority w:val="99"/>
    <w:rsid w:val="00000EE5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000EE5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F18CC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000EE5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BF18CC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000EE5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F18CC"/>
    <w:rPr>
      <w:rFonts w:ascii="Arial" w:hAnsi="Arial"/>
      <w:sz w:val="18"/>
      <w:szCs w:val="18"/>
    </w:rPr>
  </w:style>
  <w:style w:type="character" w:styleId="Strong">
    <w:name w:val="Strong"/>
    <w:basedOn w:val="DefaultParagraphFont"/>
    <w:uiPriority w:val="99"/>
    <w:qFormat/>
    <w:rsid w:val="00000EE5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000EE5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000EE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000EE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000EE5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000EE5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000EE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000EE5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000EE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000EE5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000EE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000EE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000EE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000EE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000EE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F18CC"/>
    <w:rPr>
      <w:rFonts w:cs="EucrosiaUPC"/>
      <w:sz w:val="28"/>
      <w:szCs w:val="28"/>
    </w:rPr>
  </w:style>
  <w:style w:type="paragraph" w:customStyle="1" w:styleId="a0">
    <w:name w:val="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2">
    <w:name w:val="Åº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000EE5"/>
    <w:pPr>
      <w:spacing w:line="240" w:lineRule="auto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rsid w:val="00BF18CC"/>
    <w:rPr>
      <w:rFonts w:cs="EucrosiaUPC"/>
      <w:sz w:val="28"/>
      <w:szCs w:val="28"/>
    </w:rPr>
  </w:style>
  <w:style w:type="paragraph" w:customStyle="1" w:styleId="a3">
    <w:name w:val="???????"/>
    <w:basedOn w:val="Normal"/>
    <w:uiPriority w:val="99"/>
    <w:rsid w:val="00000EE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E">
    <w:name w:val="Å§ª×èÍ E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2Char">
    <w:name w:val="Body Text 2 Char"/>
    <w:basedOn w:val="DefaultParagraphFont"/>
    <w:link w:val="BodyText2"/>
    <w:rsid w:val="00BF18CC"/>
    <w:rPr>
      <w:rFonts w:ascii="Angsana New" w:hAnsi="Angsana New"/>
      <w:sz w:val="30"/>
      <w:szCs w:val="30"/>
      <w:lang w:val="th-TH"/>
    </w:rPr>
  </w:style>
  <w:style w:type="character" w:styleId="PageNumber">
    <w:name w:val="page number"/>
    <w:basedOn w:val="DefaultParagraphFont"/>
    <w:rsid w:val="00000EE5"/>
  </w:style>
  <w:style w:type="paragraph" w:styleId="BalloonText">
    <w:name w:val="Balloon Text"/>
    <w:basedOn w:val="Normal"/>
    <w:link w:val="BalloonTextChar"/>
    <w:semiHidden/>
    <w:rsid w:val="00173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F18CC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FE23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hanging="540"/>
      <w:jc w:val="thaiDistribute"/>
    </w:pPr>
    <w:rPr>
      <w:rFonts w:ascii="Angsana New" w:hAnsi="Angsana New"/>
      <w:b/>
      <w:bCs/>
      <w:sz w:val="30"/>
      <w:szCs w:val="30"/>
      <w:lang w:val="th-TH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rsid w:val="00FE2351"/>
    <w:rPr>
      <w:rFonts w:ascii="Angsana New" w:hAnsi="Angsana New" w:cs="Angsana New"/>
      <w:b/>
      <w:bCs/>
      <w:sz w:val="30"/>
      <w:szCs w:val="30"/>
      <w:lang w:val="th-TH" w:eastAsia="en-US" w:bidi="th-TH"/>
    </w:rPr>
  </w:style>
  <w:style w:type="table" w:styleId="TableGrid">
    <w:name w:val="Table Grid"/>
    <w:basedOn w:val="TableNormal"/>
    <w:uiPriority w:val="39"/>
    <w:rsid w:val="000041DD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link w:val="acctfourfiguresChar"/>
    <w:rsid w:val="00BD33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1F6581"/>
    <w:rPr>
      <w:sz w:val="22"/>
      <w:lang w:val="en-GB" w:bidi="ar-SA"/>
    </w:rPr>
  </w:style>
  <w:style w:type="paragraph" w:customStyle="1" w:styleId="3">
    <w:name w:val="µÒÃÒ§3ªèÍ§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ลบ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30">
    <w:name w:val="?????3????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5">
    <w:name w:val="ºÇ¡"/>
    <w:basedOn w:val="Normal"/>
    <w:uiPriority w:val="99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34567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block">
    <w:name w:val="block"/>
    <w:aliases w:val="b"/>
    <w:basedOn w:val="BodyText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6">
    <w:name w:val="ข้อความ"/>
    <w:basedOn w:val="Normal"/>
    <w:rsid w:val="0034611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index">
    <w:name w:val="index"/>
    <w:aliases w:val="ix"/>
    <w:basedOn w:val="BodyText"/>
    <w:rsid w:val="008311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E04D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styleId="BlockText">
    <w:name w:val="Block Text"/>
    <w:basedOn w:val="Normal"/>
    <w:rsid w:val="006F19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629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18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basedOn w:val="DefaultParagraphFont"/>
    <w:link w:val="AccPolicyalternative"/>
    <w:rsid w:val="00D629CE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F0127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T0">
    <w:name w:val="????? T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styleId="Signature">
    <w:name w:val="Signature"/>
    <w:basedOn w:val="Normal"/>
    <w:link w:val="SignatureChar"/>
    <w:rsid w:val="00BF18CC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BF18CC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BF18CC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BF1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BF18CC"/>
    <w:pPr>
      <w:spacing w:after="0"/>
    </w:pPr>
  </w:style>
  <w:style w:type="paragraph" w:customStyle="1" w:styleId="acctdividends">
    <w:name w:val="acct dividends"/>
    <w:aliases w:val="a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BF18CC"/>
    <w:pPr>
      <w:spacing w:after="0"/>
    </w:pPr>
  </w:style>
  <w:style w:type="paragraph" w:customStyle="1" w:styleId="acctindent">
    <w:name w:val="acct indent"/>
    <w:aliases w:val="ai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BF18C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BF18C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BF18C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BF18C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BF18C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BF18CC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BF18C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BF18CC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BF18CC"/>
    <w:pPr>
      <w:spacing w:after="0"/>
    </w:pPr>
  </w:style>
  <w:style w:type="paragraph" w:customStyle="1" w:styleId="List1a">
    <w:name w:val="List 1a"/>
    <w:aliases w:val="1a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BF1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BF18CC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BF18C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BF18CC"/>
  </w:style>
  <w:style w:type="paragraph" w:customStyle="1" w:styleId="zreportaddinfo">
    <w:name w:val="zreport addinfo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subtitle">
    <w:name w:val="zreport subtitle"/>
    <w:basedOn w:val="zreportname"/>
    <w:rsid w:val="00BF18C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BF18C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BF18CC"/>
    <w:rPr>
      <w:b/>
      <w:bCs/>
    </w:rPr>
  </w:style>
  <w:style w:type="paragraph" w:customStyle="1" w:styleId="nineptbodytext">
    <w:name w:val="nine pt body text"/>
    <w:aliases w:val="9bt"/>
    <w:basedOn w:val="nineptnormal"/>
    <w:rsid w:val="00BF18CC"/>
    <w:pPr>
      <w:spacing w:after="220"/>
    </w:pPr>
  </w:style>
  <w:style w:type="paragraph" w:customStyle="1" w:styleId="nineptnormal">
    <w:name w:val="nine pt normal"/>
    <w:aliases w:val="9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BF18CC"/>
    <w:pPr>
      <w:jc w:val="center"/>
    </w:pPr>
  </w:style>
  <w:style w:type="paragraph" w:customStyle="1" w:styleId="heading">
    <w:name w:val="heading"/>
    <w:aliases w:val="h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BF18C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BF18CC"/>
  </w:style>
  <w:style w:type="paragraph" w:customStyle="1" w:styleId="nineptheadingcentredbold">
    <w:name w:val="nine pt heading centred bold"/>
    <w:aliases w:val="9hc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BF18C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BF18C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BF18CC"/>
    <w:rPr>
      <w:b/>
    </w:rPr>
  </w:style>
  <w:style w:type="paragraph" w:customStyle="1" w:styleId="nineptcolumntab1">
    <w:name w:val="nine pt column tab1"/>
    <w:aliases w:val="a91"/>
    <w:basedOn w:val="nineptnormal"/>
    <w:rsid w:val="00BF18C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BF18C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BF18CC"/>
    <w:pPr>
      <w:jc w:val="center"/>
    </w:pPr>
  </w:style>
  <w:style w:type="paragraph" w:customStyle="1" w:styleId="Normalheading">
    <w:name w:val="Normal heading"/>
    <w:aliases w:val="nh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BF18C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BF18C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BF18C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BF18C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BF18C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BF18C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BF18C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BF18C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BF18C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BF18CC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BF18C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BF18CC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BF18C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BF18C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BF18C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BF18CC"/>
    <w:pPr>
      <w:spacing w:after="0"/>
    </w:pPr>
  </w:style>
  <w:style w:type="paragraph" w:customStyle="1" w:styleId="smallreturn">
    <w:name w:val="small return"/>
    <w:aliases w:val="sr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BF18CC"/>
    <w:pPr>
      <w:spacing w:after="0"/>
    </w:pPr>
  </w:style>
  <w:style w:type="paragraph" w:customStyle="1" w:styleId="headingbolditalic">
    <w:name w:val="heading bold italic"/>
    <w:aliases w:val="hbi"/>
    <w:basedOn w:val="heading"/>
    <w:rsid w:val="00BF18C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BF18C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BF18CC"/>
    <w:pPr>
      <w:spacing w:after="0"/>
    </w:pPr>
  </w:style>
  <w:style w:type="paragraph" w:customStyle="1" w:styleId="blockbullet">
    <w:name w:val="block bullet"/>
    <w:aliases w:val="bb"/>
    <w:basedOn w:val="block"/>
    <w:rsid w:val="00BF18CC"/>
    <w:pPr>
      <w:numPr>
        <w:numId w:val="16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BF18C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BF18CC"/>
    <w:pPr>
      <w:spacing w:after="0"/>
    </w:pPr>
  </w:style>
  <w:style w:type="paragraph" w:customStyle="1" w:styleId="eightptnormal">
    <w:name w:val="eight pt normal"/>
    <w:aliases w:val="8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BF18C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BF18C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BF18C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BF18CC"/>
    <w:rPr>
      <w:b/>
      <w:bCs/>
    </w:rPr>
  </w:style>
  <w:style w:type="paragraph" w:customStyle="1" w:styleId="eightptbodytext">
    <w:name w:val="eight pt body text"/>
    <w:aliases w:val="8bt"/>
    <w:basedOn w:val="eightptnormal"/>
    <w:rsid w:val="00BF18C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BF18C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BF18C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BF18C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BF18CC"/>
    <w:pPr>
      <w:spacing w:after="0"/>
    </w:pPr>
  </w:style>
  <w:style w:type="paragraph" w:customStyle="1" w:styleId="eightptblock">
    <w:name w:val="eight pt block"/>
    <w:aliases w:val="8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BF18C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BF18C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BF18C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BF18CC"/>
    <w:pPr>
      <w:spacing w:after="0"/>
    </w:pPr>
  </w:style>
  <w:style w:type="paragraph" w:customStyle="1" w:styleId="blockindent">
    <w:name w:val="block indent"/>
    <w:aliases w:val="bi"/>
    <w:basedOn w:val="block"/>
    <w:rsid w:val="00BF18CC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BF18CC"/>
    <w:pPr>
      <w:jc w:val="center"/>
    </w:pPr>
  </w:style>
  <w:style w:type="paragraph" w:customStyle="1" w:styleId="nineptcol">
    <w:name w:val="nine pt %col"/>
    <w:aliases w:val="9%"/>
    <w:basedOn w:val="nineptnormal"/>
    <w:rsid w:val="00BF18C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BF18C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BF18C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BF18CC"/>
    <w:pPr>
      <w:spacing w:after="0"/>
    </w:pPr>
  </w:style>
  <w:style w:type="paragraph" w:customStyle="1" w:styleId="nineptblocklist">
    <w:name w:val="nine pt block list"/>
    <w:aliases w:val="9bl"/>
    <w:basedOn w:val="nineptblock"/>
    <w:rsid w:val="00BF18C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BF18C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BF18C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BF18C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BF18C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BF18C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BF18C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BF18C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BF18C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BF18C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BF18C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BF18CC"/>
    <w:pPr>
      <w:spacing w:after="80"/>
    </w:pPr>
  </w:style>
  <w:style w:type="paragraph" w:customStyle="1" w:styleId="nineptratecol">
    <w:name w:val="nine pt rate col"/>
    <w:aliases w:val="a9r"/>
    <w:basedOn w:val="nineptnormal"/>
    <w:rsid w:val="00BF18C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BF18C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BF18C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BF18C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BF18C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BF18C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BF18C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BF18C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BF18C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BF18C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BF18C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BF18CC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BF18C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BF18C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BF18C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BF18C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BF18C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BF18C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BF18C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BF18CC"/>
    <w:pPr>
      <w:spacing w:after="80"/>
    </w:pPr>
  </w:style>
  <w:style w:type="paragraph" w:customStyle="1" w:styleId="blockbullet2">
    <w:name w:val="block bullet 2"/>
    <w:aliases w:val="bb2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BF18C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BF18C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BF18CC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BF18CC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BF18C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rsid w:val="00BF18CC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BF18CC"/>
    <w:rPr>
      <w:bCs/>
      <w:sz w:val="22"/>
      <w:szCs w:val="22"/>
      <w:lang w:val="en-US" w:eastAsia="en-GB" w:bidi="th-TH"/>
    </w:rPr>
  </w:style>
  <w:style w:type="paragraph" w:styleId="ListParagraph">
    <w:name w:val="List Paragraph"/>
    <w:basedOn w:val="Normal"/>
    <w:uiPriority w:val="34"/>
    <w:qFormat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uiPriority w:val="99"/>
    <w:rsid w:val="00BF18CC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BF18CC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BF18CC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BF18CC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BF18C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F18CC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BF18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18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8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BF1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18CC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BF18CC"/>
    <w:rPr>
      <w:rFonts w:ascii="Arial" w:hAnsi="Arial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BF18CC"/>
    <w:rPr>
      <w:i/>
      <w:iCs/>
    </w:rPr>
  </w:style>
  <w:style w:type="character" w:customStyle="1" w:styleId="Heading1Char1">
    <w:name w:val="Heading 1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BF18CC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BF18CC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BF18CC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BF18CC"/>
  </w:style>
  <w:style w:type="character" w:customStyle="1" w:styleId="st1">
    <w:name w:val="st1"/>
    <w:basedOn w:val="DefaultParagraphFont"/>
    <w:rsid w:val="00BF18CC"/>
  </w:style>
  <w:style w:type="table" w:customStyle="1" w:styleId="TableGrid1">
    <w:name w:val="Table Grid1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negative">
    <w:name w:val="number negative"/>
    <w:basedOn w:val="Normal"/>
    <w:rsid w:val="002D58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/>
      <w:sz w:val="20"/>
      <w:szCs w:val="20"/>
      <w:lang w:val="en-GB"/>
    </w:rPr>
  </w:style>
  <w:style w:type="paragraph" w:customStyle="1" w:styleId="NormalIndent2">
    <w:name w:val="Normal Indent2"/>
    <w:basedOn w:val="Normal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CharCharCharCharCharCharCharCharCharCharCharCharCharCharCharChar">
    <w:name w:val="Char Char Char Char Char Char Char Char Char Char Char Char อักขระ Char Char อักขระ Char Char อักขระ"/>
    <w:basedOn w:val="Normal"/>
    <w:uiPriority w:val="99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21">
    <w:name w:val="Char Char221"/>
    <w:rsid w:val="0023426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1">
    <w:name w:val="Char Char211"/>
    <w:rsid w:val="0023426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1">
    <w:name w:val="Char Char201"/>
    <w:rsid w:val="0023426A"/>
    <w:rPr>
      <w:rFonts w:ascii="Arial" w:eastAsia="Times New Roman" w:hAnsi="Arial" w:cs="Times New Roman"/>
      <w:i/>
      <w:iCs/>
      <w:sz w:val="18"/>
      <w:szCs w:val="18"/>
    </w:rPr>
  </w:style>
  <w:style w:type="paragraph" w:customStyle="1" w:styleId="FSContent">
    <w:name w:val="FS_Content"/>
    <w:basedOn w:val="Normal"/>
    <w:link w:val="FSContent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30"/>
      <w:szCs w:val="30"/>
    </w:rPr>
  </w:style>
  <w:style w:type="character" w:customStyle="1" w:styleId="FSContentChar">
    <w:name w:val="FS_Content Char"/>
    <w:link w:val="FSContent"/>
    <w:rsid w:val="0023426A"/>
    <w:rPr>
      <w:rFonts w:ascii="Angsana New" w:eastAsia="MS Mincho" w:hAnsi="Angsana New"/>
      <w:sz w:val="30"/>
      <w:szCs w:val="30"/>
    </w:rPr>
  </w:style>
  <w:style w:type="paragraph" w:customStyle="1" w:styleId="FSBlank">
    <w:name w:val="FS_Blank"/>
    <w:basedOn w:val="Normal"/>
    <w:link w:val="FSBlank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20"/>
      <w:szCs w:val="20"/>
    </w:rPr>
  </w:style>
  <w:style w:type="character" w:customStyle="1" w:styleId="FSBlankChar">
    <w:name w:val="FS_Blank Char"/>
    <w:link w:val="FSBlank"/>
    <w:rsid w:val="0023426A"/>
    <w:rPr>
      <w:rFonts w:ascii="Angsana New" w:eastAsia="MS Mincho" w:hAnsi="Angsana New"/>
    </w:rPr>
  </w:style>
  <w:style w:type="character" w:styleId="FootnoteReference">
    <w:name w:val="footnote reference"/>
    <w:aliases w:val="fr"/>
    <w:basedOn w:val="DefaultParagraphFont"/>
    <w:semiHidden/>
    <w:unhideWhenUsed/>
    <w:rsid w:val="006A1F9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25148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225148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2251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225148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Pa18">
    <w:name w:val="Pa18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F0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7F02F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7F02F7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F02F7"/>
    <w:rPr>
      <w:color w:val="800080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7F02F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utline">
    <w:name w:val="outline"/>
    <w:basedOn w:val="Normal"/>
    <w:rsid w:val="00820F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 w:hanging="360"/>
      <w:jc w:val="both"/>
    </w:pPr>
    <w:rPr>
      <w:rFonts w:ascii="TimesNewRomanPS" w:eastAsiaTheme="minorHAnsi" w:hAnsi="TimesNewRomanPS" w:cs="Tahoma"/>
      <w:sz w:val="20"/>
      <w:szCs w:val="20"/>
    </w:rPr>
  </w:style>
  <w:style w:type="paragraph" w:customStyle="1" w:styleId="RNormal">
    <w:name w:val="RNormal"/>
    <w:basedOn w:val="Normal"/>
    <w:rsid w:val="00E54C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rsid w:val="00E54C0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E54C0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NoSpacing">
    <w:name w:val="No Spacing"/>
    <w:uiPriority w:val="1"/>
    <w:qFormat/>
    <w:rsid w:val="00E54C0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Subhead3">
    <w:name w:val="Subhead 3"/>
    <w:basedOn w:val="Normal"/>
    <w:link w:val="Subhead3Char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870528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870528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0528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0528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870528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870528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870528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870528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basedOn w:val="DefaultParagraphFont"/>
    <w:rsid w:val="00870528"/>
  </w:style>
  <w:style w:type="paragraph" w:customStyle="1" w:styleId="TableParagraph">
    <w:name w:val="Table Paragraph"/>
    <w:basedOn w:val="Normal"/>
    <w:uiPriority w:val="1"/>
    <w:qFormat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870528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87052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DC FS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A1805-AEF8-4E62-BA99-60DE9F85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601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Administrator</cp:lastModifiedBy>
  <cp:revision>206</cp:revision>
  <cp:lastPrinted>2020-05-13T01:56:00Z</cp:lastPrinted>
  <dcterms:created xsi:type="dcterms:W3CDTF">2021-05-04T00:06:00Z</dcterms:created>
  <dcterms:modified xsi:type="dcterms:W3CDTF">2021-05-10T11:42:00Z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trictedRibbons">
    <vt:lpwstr>AI-T|CT-T</vt:lpwstr>
  </property>
  <property fmtid="{D5CDD505-2E9C-101B-9397-08002B2CF9AE}" pid="3" name="SiteSource">
    <vt:lpwstr>Workgroup</vt:lpwstr>
  </property>
  <property fmtid="{D5CDD505-2E9C-101B-9397-08002B2CF9AE}" pid="4" name="OnLine">
    <vt:lpwstr>False</vt:lpwstr>
  </property>
  <property fmtid="{D5CDD505-2E9C-101B-9397-08002B2CF9AE}" pid="5" name="IsMembershipServiceImplemented">
    <vt:lpwstr>False</vt:lpwstr>
  </property>
  <property fmtid="{D5CDD505-2E9C-101B-9397-08002B2CF9AE}" pid="6" name="Version">
    <vt:lpwstr>V1</vt:lpwstr>
  </property>
  <property fmtid="{D5CDD505-2E9C-101B-9397-08002B2CF9AE}" pid="7" name="Product">
    <vt:lpwstr>eAudIT2016</vt:lpwstr>
  </property>
  <property fmtid="{D5CDD505-2E9C-101B-9397-08002B2CF9AE}" pid="8" name="ResourceDBName">
    <vt:lpwstr>eAudITAppDB2016_FSAV1</vt:lpwstr>
  </property>
  <property fmtid="{D5CDD505-2E9C-101B-9397-08002B2CF9AE}" pid="9" name="SiteType">
    <vt:lpwstr>Engagement2016</vt:lpwstr>
  </property>
  <property fmtid="{D5CDD505-2E9C-101B-9397-08002B2CF9AE}" pid="10" name="FilePath">
    <vt:lpwstr>C:\ProgramData\eAudIT\DM\e6819730-8a52-4133-be3d-7d13ac41ab58\ReadOnlyDocs\\4.6.2.0030Vending Corporation a161a-12t-.docx</vt:lpwstr>
  </property>
  <property fmtid="{D5CDD505-2E9C-101B-9397-08002B2CF9AE}" pid="11" name="Locale">
    <vt:lpwstr>en</vt:lpwstr>
  </property>
  <property fmtid="{D5CDD505-2E9C-101B-9397-08002B2CF9AE}" pid="12" name="ComponentName">
    <vt:lpwstr>Vending Corporation Co., Ltd. 31-Dec-16</vt:lpwstr>
  </property>
  <property fmtid="{D5CDD505-2E9C-101B-9397-08002B2CF9AE}" pid="13" name="ComponentID">
    <vt:lpwstr>1CC699D1-987D-42BE-8A23-CAD3EA4D3522</vt:lpwstr>
  </property>
  <property fmtid="{D5CDD505-2E9C-101B-9397-08002B2CF9AE}" pid="14" name="DocumentID">
    <vt:lpwstr>CE901F53-6EF2-40BC-9678-897783E4377E</vt:lpwstr>
  </property>
  <property fmtid="{D5CDD505-2E9C-101B-9397-08002B2CF9AE}" pid="15" name="LibraryID">
    <vt:lpwstr>Audit Files</vt:lpwstr>
  </property>
  <property fmtid="{D5CDD505-2E9C-101B-9397-08002B2CF9AE}" pid="16" name="EngagementID">
    <vt:lpwstr>e6819730-8a52-4133-be3d-7d13ac41ab58</vt:lpwstr>
  </property>
</Properties>
</file>